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B620D9" w:rsidRDefault="00916CC6" w:rsidP="001F64B8">
      <w:pPr>
        <w:tabs>
          <w:tab w:val="left" w:pos="4400"/>
          <w:tab w:val="left" w:pos="4600"/>
        </w:tabs>
        <w:spacing w:before="480" w:after="52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-1257300</wp:posOffset>
            </wp:positionH>
            <wp:positionV relativeFrom="paragraph">
              <wp:posOffset>-358775</wp:posOffset>
            </wp:positionV>
            <wp:extent cx="7557135" cy="2275205"/>
            <wp:effectExtent l="0" t="0" r="5715" b="0"/>
            <wp:wrapTopAndBottom/>
            <wp:docPr id="25" name="Рисунок 0" descr="d_5_бланк_пстнвл_прав_ряз_об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d_5_бланк_пстнвл_прав_ряз_обл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7135" cy="2275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218A4">
        <w:rPr>
          <w:rFonts w:ascii="Times New Roman" w:hAnsi="Times New Roman"/>
          <w:bCs/>
          <w:sz w:val="28"/>
          <w:szCs w:val="28"/>
        </w:rPr>
        <w:t>от 18 июня 2020 г. № 144</w:t>
      </w:r>
      <w:bookmarkStart w:id="0" w:name="_GoBack"/>
      <w:bookmarkEnd w:id="0"/>
    </w:p>
    <w:p w:rsidR="003D3B8A" w:rsidRPr="003D3B8A" w:rsidRDefault="003D3B8A" w:rsidP="00437F65">
      <w:pPr>
        <w:ind w:right="55"/>
        <w:jc w:val="center"/>
        <w:rPr>
          <w:rFonts w:ascii="Times New Roman" w:hAnsi="Times New Roman"/>
          <w:b/>
          <w:bCs/>
          <w:sz w:val="28"/>
          <w:szCs w:val="28"/>
        </w:rPr>
        <w:sectPr w:rsidR="003D3B8A" w:rsidRPr="003D3B8A" w:rsidSect="00F218A4">
          <w:headerReference w:type="even" r:id="rId10"/>
          <w:footerReference w:type="default" r:id="rId11"/>
          <w:footerReference w:type="first" r:id="rId12"/>
          <w:type w:val="continuous"/>
          <w:pgSz w:w="11907" w:h="16834" w:code="9"/>
          <w:pgMar w:top="567" w:right="1417" w:bottom="1134" w:left="1985" w:header="272" w:footer="567" w:gutter="0"/>
          <w:cols w:space="720"/>
          <w:docGrid w:linePitch="272"/>
        </w:sectPr>
      </w:pPr>
    </w:p>
    <w:tbl>
      <w:tblPr>
        <w:tblW w:w="4979" w:type="pct"/>
        <w:jc w:val="center"/>
        <w:tblLook w:val="01E0" w:firstRow="1" w:lastRow="1" w:firstColumn="1" w:lastColumn="1" w:noHBand="0" w:noVBand="0"/>
      </w:tblPr>
      <w:tblGrid>
        <w:gridCol w:w="9672"/>
      </w:tblGrid>
      <w:tr w:rsidR="000D5EED" w:rsidRPr="00C51CBC" w:rsidTr="009E63FF">
        <w:trPr>
          <w:trHeight w:val="1267"/>
          <w:jc w:val="center"/>
        </w:trPr>
        <w:tc>
          <w:tcPr>
            <w:tcW w:w="5000" w:type="pct"/>
            <w:tcMar>
              <w:top w:w="0" w:type="dxa"/>
              <w:left w:w="108" w:type="dxa"/>
              <w:bottom w:w="680" w:type="dxa"/>
              <w:right w:w="108" w:type="dxa"/>
            </w:tcMar>
          </w:tcPr>
          <w:p w:rsidR="00F720EA" w:rsidRDefault="00F720EA" w:rsidP="00C51CBC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CBC">
              <w:rPr>
                <w:rFonts w:ascii="Times New Roman" w:hAnsi="Times New Roman"/>
                <w:sz w:val="28"/>
                <w:szCs w:val="28"/>
              </w:rPr>
              <w:lastRenderedPageBreak/>
              <w:t>О внесении изменений в постановление Правительства</w:t>
            </w:r>
          </w:p>
          <w:p w:rsidR="00F720EA" w:rsidRDefault="00F720EA" w:rsidP="00C51CBC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CBC">
              <w:rPr>
                <w:rFonts w:ascii="Times New Roman" w:hAnsi="Times New Roman"/>
                <w:sz w:val="28"/>
                <w:szCs w:val="28"/>
              </w:rPr>
              <w:t>Рязанской области от 30 октября 2013 г. № 358 «Об утверждении</w:t>
            </w:r>
          </w:p>
          <w:p w:rsidR="00F720EA" w:rsidRDefault="00F720EA" w:rsidP="00C51CBC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CBC">
              <w:rPr>
                <w:rFonts w:ascii="Times New Roman" w:hAnsi="Times New Roman"/>
                <w:sz w:val="28"/>
                <w:szCs w:val="28"/>
              </w:rPr>
              <w:t>государственной программы Рязанской области «Дорожное хозяйство</w:t>
            </w:r>
          </w:p>
          <w:p w:rsidR="00C51CBC" w:rsidRDefault="00F720EA" w:rsidP="00C51CBC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51CBC">
              <w:rPr>
                <w:rFonts w:ascii="Times New Roman" w:hAnsi="Times New Roman"/>
                <w:sz w:val="28"/>
                <w:szCs w:val="28"/>
              </w:rPr>
              <w:t>и транспорт» (в редакции постановлений Правительства Рязанской</w:t>
            </w:r>
            <w:proofErr w:type="gramEnd"/>
          </w:p>
          <w:p w:rsidR="00C51CBC" w:rsidRDefault="00F720EA" w:rsidP="00C51CBC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CBC">
              <w:rPr>
                <w:rFonts w:ascii="Times New Roman" w:hAnsi="Times New Roman"/>
                <w:sz w:val="28"/>
                <w:szCs w:val="28"/>
              </w:rPr>
              <w:t>области</w:t>
            </w:r>
            <w:r w:rsidR="009019EE" w:rsidRPr="00C51C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51CBC">
              <w:rPr>
                <w:rFonts w:ascii="Times New Roman" w:hAnsi="Times New Roman"/>
                <w:sz w:val="28"/>
                <w:szCs w:val="28"/>
              </w:rPr>
              <w:t>от 19.03.2014 № 64, от 14.05.2014 № 123, от 16.07.2014 № 202,</w:t>
            </w:r>
          </w:p>
          <w:p w:rsidR="00C51CBC" w:rsidRDefault="00F720EA" w:rsidP="00C51CBC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CBC">
              <w:rPr>
                <w:rFonts w:ascii="Times New Roman" w:hAnsi="Times New Roman"/>
                <w:sz w:val="28"/>
                <w:szCs w:val="28"/>
              </w:rPr>
              <w:t>от 09.09.2014 № 254, от 10.12.2014 № 364, от 23.12</w:t>
            </w:r>
            <w:r w:rsidR="009F7F5E" w:rsidRPr="00C51CBC">
              <w:rPr>
                <w:rFonts w:ascii="Times New Roman" w:hAnsi="Times New Roman"/>
                <w:sz w:val="28"/>
                <w:szCs w:val="28"/>
              </w:rPr>
              <w:t>.2014 № 397, от</w:t>
            </w:r>
          </w:p>
          <w:p w:rsidR="00C51CBC" w:rsidRDefault="009F7F5E" w:rsidP="00C51CBC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CBC">
              <w:rPr>
                <w:rFonts w:ascii="Times New Roman" w:hAnsi="Times New Roman"/>
                <w:sz w:val="28"/>
                <w:szCs w:val="28"/>
              </w:rPr>
              <w:t>21.01.2015 № 1,</w:t>
            </w:r>
            <w:r w:rsidR="007B3910" w:rsidRPr="00C51C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20EA" w:rsidRPr="00C51CBC">
              <w:rPr>
                <w:rFonts w:ascii="Times New Roman" w:hAnsi="Times New Roman"/>
                <w:sz w:val="28"/>
                <w:szCs w:val="28"/>
              </w:rPr>
              <w:t>от 26.02.2015 № 29, от 23.04.2015 № 86, от</w:t>
            </w:r>
            <w:r w:rsidR="009019EE" w:rsidRPr="00C51C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20EA" w:rsidRPr="00C51CBC">
              <w:rPr>
                <w:rFonts w:ascii="Times New Roman" w:hAnsi="Times New Roman"/>
                <w:sz w:val="28"/>
                <w:szCs w:val="28"/>
              </w:rPr>
              <w:t>29.05.2015</w:t>
            </w:r>
          </w:p>
          <w:p w:rsidR="00C51CBC" w:rsidRDefault="00F720EA" w:rsidP="00C51CBC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CBC">
              <w:rPr>
                <w:rFonts w:ascii="Times New Roman" w:hAnsi="Times New Roman"/>
                <w:sz w:val="28"/>
                <w:szCs w:val="28"/>
              </w:rPr>
              <w:t>№ 121, от 12.08.2015</w:t>
            </w:r>
            <w:r w:rsidR="007B3910" w:rsidRPr="00C51C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51CBC">
              <w:rPr>
                <w:rFonts w:ascii="Times New Roman" w:hAnsi="Times New Roman"/>
                <w:sz w:val="28"/>
                <w:szCs w:val="28"/>
              </w:rPr>
              <w:t xml:space="preserve">№ 195, от 09.09.2015 № 219, от 21.10.2015 </w:t>
            </w:r>
            <w:hyperlink r:id="rId13" w:history="1">
              <w:r w:rsidRPr="00C51CBC">
                <w:rPr>
                  <w:rFonts w:ascii="Times New Roman" w:hAnsi="Times New Roman"/>
                  <w:sz w:val="28"/>
                  <w:szCs w:val="28"/>
                </w:rPr>
                <w:t>№</w:t>
              </w:r>
            </w:hyperlink>
            <w:r w:rsidRPr="00C51CBC">
              <w:rPr>
                <w:rFonts w:ascii="Times New Roman" w:hAnsi="Times New Roman"/>
                <w:sz w:val="28"/>
                <w:szCs w:val="28"/>
              </w:rPr>
              <w:t xml:space="preserve"> 262,</w:t>
            </w:r>
          </w:p>
          <w:p w:rsidR="00C51CBC" w:rsidRDefault="00F720EA" w:rsidP="00C51CBC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CBC">
              <w:rPr>
                <w:rFonts w:ascii="Times New Roman" w:hAnsi="Times New Roman"/>
                <w:sz w:val="28"/>
                <w:szCs w:val="28"/>
              </w:rPr>
              <w:t>от 02.12.2015 № 294,</w:t>
            </w:r>
            <w:r w:rsidR="009019EE" w:rsidRPr="00C51C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51CBC">
              <w:rPr>
                <w:rFonts w:ascii="Times New Roman" w:hAnsi="Times New Roman"/>
                <w:sz w:val="28"/>
                <w:szCs w:val="28"/>
              </w:rPr>
              <w:t>от 23.03.2016 № 50, от 02.06.2016 № 123, от</w:t>
            </w:r>
          </w:p>
          <w:p w:rsidR="00C51CBC" w:rsidRDefault="00F720EA" w:rsidP="00C51CBC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CBC">
              <w:rPr>
                <w:rFonts w:ascii="Times New Roman" w:hAnsi="Times New Roman"/>
                <w:sz w:val="28"/>
                <w:szCs w:val="28"/>
              </w:rPr>
              <w:t>20.07.2016 № 162,</w:t>
            </w:r>
            <w:r w:rsidR="009019EE" w:rsidRPr="00C51C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51CBC">
              <w:rPr>
                <w:rFonts w:ascii="Times New Roman" w:hAnsi="Times New Roman"/>
                <w:sz w:val="28"/>
                <w:szCs w:val="28"/>
              </w:rPr>
              <w:t>от 28.09.2016 № 223, от 16.11.2016 № 256, от</w:t>
            </w:r>
          </w:p>
          <w:p w:rsidR="00C51CBC" w:rsidRDefault="00F720EA" w:rsidP="00C51CBC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CBC">
              <w:rPr>
                <w:rFonts w:ascii="Times New Roman" w:hAnsi="Times New Roman"/>
                <w:sz w:val="28"/>
                <w:szCs w:val="28"/>
              </w:rPr>
              <w:t>23.12.2016 № 302,</w:t>
            </w:r>
            <w:r w:rsidR="009019EE" w:rsidRPr="00C51C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51CBC">
              <w:rPr>
                <w:rFonts w:ascii="Times New Roman" w:hAnsi="Times New Roman"/>
                <w:sz w:val="28"/>
                <w:szCs w:val="28"/>
              </w:rPr>
              <w:t>от 08.02.2017 № 15, от 21.02.2017 № 34, от</w:t>
            </w:r>
          </w:p>
          <w:p w:rsidR="00C51CBC" w:rsidRDefault="00F720EA" w:rsidP="00C51CBC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CBC">
              <w:rPr>
                <w:rFonts w:ascii="Times New Roman" w:hAnsi="Times New Roman"/>
                <w:sz w:val="28"/>
                <w:szCs w:val="28"/>
              </w:rPr>
              <w:t>05.04.2017 № 58,</w:t>
            </w:r>
            <w:r w:rsidR="009019EE" w:rsidRPr="00C51C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51CBC">
              <w:rPr>
                <w:rFonts w:ascii="Times New Roman" w:hAnsi="Times New Roman"/>
                <w:sz w:val="28"/>
                <w:szCs w:val="28"/>
              </w:rPr>
              <w:t>от 30.05.2017 № 127, от 28.09.2017 № 227, от</w:t>
            </w:r>
          </w:p>
          <w:p w:rsidR="00C51CBC" w:rsidRDefault="00F720EA" w:rsidP="00C51CBC">
            <w:pPr>
              <w:ind w:right="85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1CBC">
              <w:rPr>
                <w:rFonts w:ascii="Times New Roman" w:hAnsi="Times New Roman"/>
                <w:sz w:val="28"/>
                <w:szCs w:val="28"/>
              </w:rPr>
              <w:t>08.11.2017 № 276,</w:t>
            </w:r>
            <w:r w:rsidR="009019EE" w:rsidRPr="00C51C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51CBC">
              <w:rPr>
                <w:rFonts w:ascii="Times New Roman" w:hAnsi="Times New Roman"/>
                <w:sz w:val="28"/>
                <w:szCs w:val="28"/>
              </w:rPr>
              <w:t xml:space="preserve">от 12.12.2017 № 339, </w:t>
            </w:r>
            <w:r w:rsidRPr="00C51CBC">
              <w:rPr>
                <w:rFonts w:ascii="Times New Roman" w:hAnsi="Times New Roman"/>
                <w:color w:val="000000"/>
                <w:sz w:val="28"/>
                <w:szCs w:val="28"/>
              </w:rPr>
              <w:t>от 13.02.2018 № 30, от</w:t>
            </w:r>
          </w:p>
          <w:p w:rsidR="00C51CBC" w:rsidRDefault="00F720EA" w:rsidP="00C51CBC">
            <w:pPr>
              <w:ind w:right="85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1CBC">
              <w:rPr>
                <w:rFonts w:ascii="Times New Roman" w:hAnsi="Times New Roman"/>
                <w:color w:val="000000"/>
                <w:sz w:val="28"/>
                <w:szCs w:val="28"/>
              </w:rPr>
              <w:t>03.04.2018 № 81,</w:t>
            </w:r>
            <w:r w:rsidR="009019EE" w:rsidRPr="00C51C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51CBC">
              <w:rPr>
                <w:rFonts w:ascii="Times New Roman" w:hAnsi="Times New Roman"/>
                <w:color w:val="000000"/>
                <w:sz w:val="28"/>
                <w:szCs w:val="28"/>
              </w:rPr>
              <w:t>от 20.06.2018 № 177, от 07.08.2018 № 221, от</w:t>
            </w:r>
          </w:p>
          <w:p w:rsidR="00C51CBC" w:rsidRDefault="00F720EA" w:rsidP="00C51CBC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CBC">
              <w:rPr>
                <w:rFonts w:ascii="Times New Roman" w:hAnsi="Times New Roman"/>
                <w:color w:val="000000"/>
                <w:sz w:val="28"/>
                <w:szCs w:val="28"/>
              </w:rPr>
              <w:t>11.09.2018 № 261,</w:t>
            </w:r>
            <w:r w:rsidR="009019EE" w:rsidRPr="00C51C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51CBC">
              <w:rPr>
                <w:rFonts w:ascii="Times New Roman" w:hAnsi="Times New Roman"/>
                <w:sz w:val="28"/>
                <w:szCs w:val="28"/>
              </w:rPr>
              <w:t>от 19.12.2018 № 385, от 19.12.2018 № 386, от</w:t>
            </w:r>
          </w:p>
          <w:p w:rsidR="00C51CBC" w:rsidRDefault="009A4583" w:rsidP="00C51CBC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CBC">
              <w:rPr>
                <w:rFonts w:ascii="Times New Roman" w:hAnsi="Times New Roman"/>
                <w:sz w:val="28"/>
                <w:szCs w:val="28"/>
              </w:rPr>
              <w:t>29.12.2018 № 445</w:t>
            </w:r>
            <w:r w:rsidR="00E72EC0" w:rsidRPr="00C51CBC">
              <w:rPr>
                <w:rFonts w:ascii="Times New Roman" w:hAnsi="Times New Roman"/>
                <w:sz w:val="28"/>
                <w:szCs w:val="28"/>
              </w:rPr>
              <w:t>,</w:t>
            </w:r>
            <w:r w:rsidR="009019EE" w:rsidRPr="00C51C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72EC0" w:rsidRPr="00C51CBC">
              <w:rPr>
                <w:rFonts w:ascii="Times New Roman" w:hAnsi="Times New Roman"/>
                <w:sz w:val="28"/>
                <w:szCs w:val="28"/>
              </w:rPr>
              <w:t>от 07.02.2019 № 27</w:t>
            </w:r>
            <w:r w:rsidR="0072215E" w:rsidRPr="00C51CBC">
              <w:rPr>
                <w:rFonts w:ascii="Times New Roman" w:hAnsi="Times New Roman"/>
                <w:sz w:val="28"/>
                <w:szCs w:val="28"/>
              </w:rPr>
              <w:t>, от 04.04.2019 № 96</w:t>
            </w:r>
            <w:r w:rsidR="007F2251" w:rsidRPr="00C51CBC">
              <w:rPr>
                <w:rFonts w:ascii="Times New Roman" w:hAnsi="Times New Roman"/>
                <w:sz w:val="28"/>
                <w:szCs w:val="28"/>
              </w:rPr>
              <w:t>, от</w:t>
            </w:r>
          </w:p>
          <w:p w:rsidR="00C51CBC" w:rsidRDefault="007F2251" w:rsidP="00C51CBC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CBC">
              <w:rPr>
                <w:rFonts w:ascii="Times New Roman" w:hAnsi="Times New Roman"/>
                <w:sz w:val="28"/>
                <w:szCs w:val="28"/>
              </w:rPr>
              <w:t>06.06.2019 № 157, от 26.06.2019 № 193</w:t>
            </w:r>
            <w:r w:rsidR="00606260" w:rsidRPr="00C51CBC">
              <w:rPr>
                <w:rFonts w:ascii="Times New Roman" w:hAnsi="Times New Roman"/>
                <w:sz w:val="28"/>
                <w:szCs w:val="28"/>
              </w:rPr>
              <w:t>, от 20.08.2019 № 270</w:t>
            </w:r>
            <w:r w:rsidR="007F1922" w:rsidRPr="00C51CB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0068C2" w:rsidRPr="00C51CBC" w:rsidRDefault="007F1922" w:rsidP="00C51CBC">
            <w:pPr>
              <w:ind w:right="8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CBC">
              <w:rPr>
                <w:rFonts w:ascii="Times New Roman" w:hAnsi="Times New Roman"/>
                <w:sz w:val="28"/>
                <w:szCs w:val="28"/>
              </w:rPr>
              <w:t>от 18.11.2019 № 355</w:t>
            </w:r>
            <w:r w:rsidR="000B1A5A">
              <w:rPr>
                <w:rFonts w:ascii="Times New Roman" w:hAnsi="Times New Roman"/>
                <w:sz w:val="28"/>
                <w:szCs w:val="28"/>
              </w:rPr>
              <w:t>, от 04.02.2020 № 8, от 17.03.2020 № 54</w:t>
            </w:r>
            <w:r w:rsidR="001058B7" w:rsidRPr="00C51CB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8D5C04" w:rsidRPr="00024960" w:rsidRDefault="008D5C04" w:rsidP="00C51CBC">
      <w:pPr>
        <w:tabs>
          <w:tab w:val="left" w:pos="7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>Правительство Рязанской области ПОСТАНОВЛЯЕТ</w:t>
      </w:r>
      <w:r w:rsidR="00142E6B" w:rsidRPr="00024960">
        <w:rPr>
          <w:rFonts w:ascii="Times New Roman" w:hAnsi="Times New Roman"/>
          <w:sz w:val="28"/>
          <w:szCs w:val="28"/>
        </w:rPr>
        <w:t>:</w:t>
      </w:r>
    </w:p>
    <w:p w:rsidR="0075344E" w:rsidRPr="00B71115" w:rsidRDefault="009B0239" w:rsidP="00B71115">
      <w:pPr>
        <w:tabs>
          <w:tab w:val="left" w:pos="11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71115">
        <w:rPr>
          <w:rFonts w:ascii="Times New Roman" w:hAnsi="Times New Roman"/>
          <w:sz w:val="28"/>
          <w:szCs w:val="28"/>
        </w:rPr>
        <w:t xml:space="preserve">Внести </w:t>
      </w:r>
      <w:r w:rsidR="00EF72EE" w:rsidRPr="00B71115">
        <w:rPr>
          <w:rFonts w:ascii="Times New Roman" w:hAnsi="Times New Roman"/>
          <w:sz w:val="28"/>
          <w:szCs w:val="28"/>
        </w:rPr>
        <w:t xml:space="preserve">в </w:t>
      </w:r>
      <w:r w:rsidR="003D3BA9" w:rsidRPr="00B71115">
        <w:rPr>
          <w:rFonts w:ascii="Times New Roman" w:hAnsi="Times New Roman"/>
          <w:sz w:val="28"/>
          <w:szCs w:val="28"/>
        </w:rPr>
        <w:t xml:space="preserve">приложение к </w:t>
      </w:r>
      <w:r w:rsidRPr="00B71115">
        <w:rPr>
          <w:rFonts w:ascii="Times New Roman" w:hAnsi="Times New Roman"/>
          <w:sz w:val="28"/>
          <w:szCs w:val="28"/>
        </w:rPr>
        <w:t>постановлени</w:t>
      </w:r>
      <w:r w:rsidR="003D3BA9" w:rsidRPr="00B71115">
        <w:rPr>
          <w:rFonts w:ascii="Times New Roman" w:hAnsi="Times New Roman"/>
          <w:sz w:val="28"/>
          <w:szCs w:val="28"/>
        </w:rPr>
        <w:t>ю</w:t>
      </w:r>
      <w:r w:rsidRPr="00B71115">
        <w:rPr>
          <w:rFonts w:ascii="Times New Roman" w:hAnsi="Times New Roman"/>
          <w:sz w:val="28"/>
          <w:szCs w:val="28"/>
        </w:rPr>
        <w:t xml:space="preserve"> Пра</w:t>
      </w:r>
      <w:r w:rsidR="0062788E" w:rsidRPr="00B71115">
        <w:rPr>
          <w:rFonts w:ascii="Times New Roman" w:hAnsi="Times New Roman"/>
          <w:sz w:val="28"/>
          <w:szCs w:val="28"/>
        </w:rPr>
        <w:t>вительства Рязанской области</w:t>
      </w:r>
      <w:r w:rsidR="00E308BD" w:rsidRPr="00B71115">
        <w:rPr>
          <w:rFonts w:ascii="Times New Roman" w:hAnsi="Times New Roman"/>
          <w:sz w:val="28"/>
          <w:szCs w:val="28"/>
        </w:rPr>
        <w:t xml:space="preserve"> </w:t>
      </w:r>
      <w:r w:rsidR="00EF72EE" w:rsidRPr="00B71115">
        <w:rPr>
          <w:rFonts w:ascii="Times New Roman" w:hAnsi="Times New Roman"/>
          <w:sz w:val="28"/>
          <w:szCs w:val="28"/>
        </w:rPr>
        <w:t>от</w:t>
      </w:r>
      <w:r w:rsidR="003D3BA9" w:rsidRPr="00B71115">
        <w:rPr>
          <w:rFonts w:ascii="Times New Roman" w:hAnsi="Times New Roman"/>
          <w:sz w:val="28"/>
          <w:szCs w:val="28"/>
        </w:rPr>
        <w:t xml:space="preserve"> </w:t>
      </w:r>
      <w:r w:rsidR="00C605DA" w:rsidRPr="00B71115">
        <w:rPr>
          <w:rFonts w:ascii="Times New Roman" w:hAnsi="Times New Roman"/>
          <w:sz w:val="28"/>
          <w:szCs w:val="28"/>
        </w:rPr>
        <w:t>3</w:t>
      </w:r>
      <w:r w:rsidR="00EF72EE" w:rsidRPr="00B71115">
        <w:rPr>
          <w:rFonts w:ascii="Times New Roman" w:hAnsi="Times New Roman"/>
          <w:sz w:val="28"/>
          <w:szCs w:val="28"/>
        </w:rPr>
        <w:t xml:space="preserve">0 октября 2013 г. № 358 </w:t>
      </w:r>
      <w:r w:rsidRPr="00B71115">
        <w:rPr>
          <w:rFonts w:ascii="Times New Roman" w:hAnsi="Times New Roman"/>
          <w:sz w:val="28"/>
          <w:szCs w:val="28"/>
        </w:rPr>
        <w:t>«Об утверждении г</w:t>
      </w:r>
      <w:r w:rsidR="00BB21AB" w:rsidRPr="00B71115">
        <w:rPr>
          <w:rFonts w:ascii="Times New Roman" w:hAnsi="Times New Roman"/>
          <w:sz w:val="28"/>
          <w:szCs w:val="28"/>
        </w:rPr>
        <w:t>осударственной программы Рязанск</w:t>
      </w:r>
      <w:r w:rsidRPr="00B71115">
        <w:rPr>
          <w:rFonts w:ascii="Times New Roman" w:hAnsi="Times New Roman"/>
          <w:sz w:val="28"/>
          <w:szCs w:val="28"/>
        </w:rPr>
        <w:t>ой области «Дорожное хозяйство</w:t>
      </w:r>
      <w:r w:rsidR="000757B2" w:rsidRPr="00B71115">
        <w:rPr>
          <w:rFonts w:ascii="Times New Roman" w:hAnsi="Times New Roman"/>
          <w:sz w:val="28"/>
          <w:szCs w:val="28"/>
        </w:rPr>
        <w:t xml:space="preserve"> и транспорт</w:t>
      </w:r>
      <w:r w:rsidRPr="00B71115">
        <w:rPr>
          <w:rFonts w:ascii="Times New Roman" w:hAnsi="Times New Roman"/>
          <w:sz w:val="28"/>
          <w:szCs w:val="28"/>
        </w:rPr>
        <w:t>» следующие изменения:</w:t>
      </w:r>
    </w:p>
    <w:p w:rsidR="00E308BD" w:rsidRPr="00024960" w:rsidRDefault="00A91B3D" w:rsidP="00C51CBC">
      <w:pPr>
        <w:pStyle w:val="af4"/>
        <w:numPr>
          <w:ilvl w:val="0"/>
          <w:numId w:val="23"/>
        </w:numPr>
        <w:tabs>
          <w:tab w:val="left" w:pos="1022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>в строке «Объемы финансирования Программы» паспорта</w:t>
      </w:r>
      <w:r w:rsidR="00E308BD" w:rsidRPr="00024960">
        <w:rPr>
          <w:rFonts w:ascii="Times New Roman" w:hAnsi="Times New Roman"/>
          <w:sz w:val="28"/>
          <w:szCs w:val="28"/>
        </w:rPr>
        <w:t xml:space="preserve"> государственной программы:</w:t>
      </w:r>
    </w:p>
    <w:p w:rsidR="007F2251" w:rsidRPr="00024960" w:rsidRDefault="007F2251" w:rsidP="00C51CBC">
      <w:pPr>
        <w:pStyle w:val="af4"/>
        <w:tabs>
          <w:tab w:val="left" w:pos="1022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 xml:space="preserve">абзац </w:t>
      </w:r>
      <w:r w:rsidR="00606260" w:rsidRPr="00024960">
        <w:rPr>
          <w:rFonts w:ascii="Times New Roman" w:hAnsi="Times New Roman"/>
          <w:sz w:val="28"/>
          <w:szCs w:val="28"/>
        </w:rPr>
        <w:t>второй</w:t>
      </w:r>
      <w:r w:rsidRPr="00024960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66527C" w:rsidRPr="00024960" w:rsidRDefault="0066527C" w:rsidP="00C51CBC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24960">
        <w:rPr>
          <w:rFonts w:ascii="Times New Roman" w:hAnsi="Times New Roman"/>
          <w:sz w:val="28"/>
          <w:szCs w:val="28"/>
        </w:rPr>
        <w:t>«</w:t>
      </w:r>
      <w:r w:rsidR="00606260" w:rsidRPr="00024960">
        <w:rPr>
          <w:rFonts w:ascii="Times New Roman" w:hAnsi="Times New Roman"/>
          <w:sz w:val="28"/>
          <w:szCs w:val="28"/>
        </w:rPr>
        <w:t xml:space="preserve">Объем финансирования Программы составляет </w:t>
      </w:r>
      <w:r w:rsidR="00CB5C1D" w:rsidRPr="00024960">
        <w:rPr>
          <w:rFonts w:ascii="Times New Roman" w:hAnsi="Times New Roman"/>
          <w:sz w:val="28"/>
          <w:szCs w:val="28"/>
        </w:rPr>
        <w:t>80039156,73541</w:t>
      </w:r>
      <w:r w:rsidR="00606260" w:rsidRPr="00024960">
        <w:rPr>
          <w:rFonts w:ascii="Times New Roman" w:hAnsi="Times New Roman"/>
          <w:sz w:val="28"/>
          <w:szCs w:val="28"/>
        </w:rPr>
        <w:t xml:space="preserve"> тыс. рублей, из них бюджетные ассигнования дорожного фонда </w:t>
      </w:r>
      <w:r w:rsidR="003C6A48" w:rsidRPr="00024960">
        <w:rPr>
          <w:rFonts w:ascii="Times New Roman" w:hAnsi="Times New Roman"/>
          <w:sz w:val="28"/>
          <w:szCs w:val="28"/>
        </w:rPr>
        <w:t>-</w:t>
      </w:r>
      <w:r w:rsidR="00606260" w:rsidRPr="00024960">
        <w:rPr>
          <w:rFonts w:ascii="Times New Roman" w:hAnsi="Times New Roman"/>
          <w:sz w:val="28"/>
          <w:szCs w:val="28"/>
        </w:rPr>
        <w:t xml:space="preserve"> </w:t>
      </w:r>
      <w:r w:rsidR="003C6A48" w:rsidRPr="00024960">
        <w:rPr>
          <w:rFonts w:ascii="Times New Roman" w:hAnsi="Times New Roman"/>
          <w:sz w:val="28"/>
          <w:szCs w:val="28"/>
        </w:rPr>
        <w:t>73315329,92641</w:t>
      </w:r>
      <w:r w:rsidR="00606260" w:rsidRPr="00024960">
        <w:rPr>
          <w:rFonts w:ascii="Times New Roman" w:hAnsi="Times New Roman"/>
          <w:sz w:val="28"/>
          <w:szCs w:val="28"/>
        </w:rPr>
        <w:t xml:space="preserve"> тыс. рублей, в том числе: средства областного бюджета </w:t>
      </w:r>
      <w:r w:rsidR="00025CCB" w:rsidRPr="00024960">
        <w:rPr>
          <w:rFonts w:ascii="Times New Roman" w:hAnsi="Times New Roman"/>
          <w:sz w:val="28"/>
          <w:szCs w:val="28"/>
        </w:rPr>
        <w:t>-</w:t>
      </w:r>
      <w:r w:rsidR="00606260" w:rsidRPr="00024960">
        <w:rPr>
          <w:rFonts w:ascii="Times New Roman" w:hAnsi="Times New Roman"/>
          <w:sz w:val="28"/>
          <w:szCs w:val="28"/>
        </w:rPr>
        <w:t xml:space="preserve"> </w:t>
      </w:r>
      <w:r w:rsidR="00CB5C1D" w:rsidRPr="00024960">
        <w:rPr>
          <w:rFonts w:ascii="Times New Roman" w:hAnsi="Times New Roman"/>
          <w:sz w:val="28"/>
          <w:szCs w:val="28"/>
        </w:rPr>
        <w:t>63736116,74824</w:t>
      </w:r>
      <w:r w:rsidR="00606260" w:rsidRPr="00024960">
        <w:rPr>
          <w:rFonts w:ascii="Times New Roman" w:hAnsi="Times New Roman"/>
          <w:sz w:val="28"/>
          <w:szCs w:val="28"/>
        </w:rPr>
        <w:t xml:space="preserve"> тыс. рублей, из них бюджетные ассигнования дорожного фонда </w:t>
      </w:r>
      <w:r w:rsidR="003C6A48" w:rsidRPr="00024960">
        <w:rPr>
          <w:rFonts w:ascii="Times New Roman" w:hAnsi="Times New Roman"/>
          <w:sz w:val="28"/>
          <w:szCs w:val="28"/>
        </w:rPr>
        <w:t>-</w:t>
      </w:r>
      <w:r w:rsidR="00606260" w:rsidRPr="00024960">
        <w:rPr>
          <w:rFonts w:ascii="Times New Roman" w:hAnsi="Times New Roman"/>
          <w:sz w:val="28"/>
          <w:szCs w:val="28"/>
        </w:rPr>
        <w:t xml:space="preserve"> </w:t>
      </w:r>
      <w:r w:rsidR="003C6A48" w:rsidRPr="00024960">
        <w:rPr>
          <w:rFonts w:ascii="Times New Roman" w:hAnsi="Times New Roman"/>
          <w:sz w:val="28"/>
          <w:szCs w:val="28"/>
        </w:rPr>
        <w:t>57312289,93924</w:t>
      </w:r>
      <w:r w:rsidR="00606260" w:rsidRPr="00024960">
        <w:rPr>
          <w:rFonts w:ascii="Times New Roman" w:hAnsi="Times New Roman"/>
          <w:sz w:val="28"/>
          <w:szCs w:val="28"/>
        </w:rPr>
        <w:t xml:space="preserve"> тыс. рублей, средства федерального бюджета </w:t>
      </w:r>
      <w:r w:rsidR="007F1922" w:rsidRPr="00024960">
        <w:rPr>
          <w:rFonts w:ascii="Times New Roman" w:hAnsi="Times New Roman"/>
          <w:sz w:val="28"/>
          <w:szCs w:val="28"/>
        </w:rPr>
        <w:t>-</w:t>
      </w:r>
      <w:r w:rsidR="00606260" w:rsidRPr="00024960">
        <w:rPr>
          <w:rFonts w:ascii="Times New Roman" w:hAnsi="Times New Roman"/>
          <w:sz w:val="28"/>
          <w:szCs w:val="28"/>
        </w:rPr>
        <w:t xml:space="preserve"> </w:t>
      </w:r>
      <w:r w:rsidR="007F1922" w:rsidRPr="00024960">
        <w:rPr>
          <w:rFonts w:ascii="Times New Roman" w:hAnsi="Times New Roman"/>
          <w:sz w:val="28"/>
          <w:szCs w:val="28"/>
        </w:rPr>
        <w:t>16303039,98717</w:t>
      </w:r>
      <w:r w:rsidR="00606260" w:rsidRPr="00024960">
        <w:rPr>
          <w:rFonts w:ascii="Times New Roman" w:hAnsi="Times New Roman"/>
          <w:sz w:val="28"/>
          <w:szCs w:val="28"/>
        </w:rPr>
        <w:t xml:space="preserve"> тыс. рублей, из </w:t>
      </w:r>
      <w:r w:rsidR="00606260" w:rsidRPr="00024960">
        <w:rPr>
          <w:rFonts w:ascii="Times New Roman" w:hAnsi="Times New Roman"/>
          <w:sz w:val="28"/>
          <w:szCs w:val="28"/>
        </w:rPr>
        <w:lastRenderedPageBreak/>
        <w:t xml:space="preserve">них бюджетные ассигнования дорожного фонда </w:t>
      </w:r>
      <w:r w:rsidR="003D2C74" w:rsidRPr="00024960">
        <w:rPr>
          <w:rFonts w:ascii="Times New Roman" w:hAnsi="Times New Roman"/>
          <w:sz w:val="28"/>
          <w:szCs w:val="28"/>
        </w:rPr>
        <w:t>-</w:t>
      </w:r>
      <w:r w:rsidR="00606260" w:rsidRPr="00024960">
        <w:rPr>
          <w:rFonts w:ascii="Times New Roman" w:hAnsi="Times New Roman"/>
          <w:sz w:val="28"/>
          <w:szCs w:val="28"/>
        </w:rPr>
        <w:t xml:space="preserve"> </w:t>
      </w:r>
      <w:r w:rsidR="003D2C74" w:rsidRPr="00024960">
        <w:rPr>
          <w:rFonts w:ascii="Times New Roman" w:hAnsi="Times New Roman"/>
          <w:sz w:val="28"/>
          <w:szCs w:val="28"/>
        </w:rPr>
        <w:t>16003039,98717</w:t>
      </w:r>
      <w:r w:rsidR="00606260" w:rsidRPr="00024960">
        <w:rPr>
          <w:rFonts w:ascii="Times New Roman" w:hAnsi="Times New Roman"/>
          <w:sz w:val="28"/>
          <w:szCs w:val="28"/>
        </w:rPr>
        <w:t xml:space="preserve"> тыс. рублей.</w:t>
      </w:r>
      <w:r w:rsidR="00BD0248" w:rsidRPr="00024960">
        <w:rPr>
          <w:rFonts w:ascii="Times New Roman" w:hAnsi="Times New Roman"/>
          <w:sz w:val="28"/>
          <w:szCs w:val="28"/>
        </w:rPr>
        <w:t>»</w:t>
      </w:r>
      <w:r w:rsidRPr="00024960">
        <w:rPr>
          <w:rFonts w:ascii="Times New Roman" w:hAnsi="Times New Roman"/>
          <w:sz w:val="28"/>
          <w:szCs w:val="28"/>
        </w:rPr>
        <w:t>;</w:t>
      </w:r>
      <w:proofErr w:type="gramEnd"/>
    </w:p>
    <w:p w:rsidR="00F800AB" w:rsidRPr="00024960" w:rsidRDefault="00606260" w:rsidP="00C51CBC">
      <w:pPr>
        <w:pStyle w:val="af4"/>
        <w:tabs>
          <w:tab w:val="left" w:pos="1022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>абзац</w:t>
      </w:r>
      <w:r w:rsidR="007F2251" w:rsidRPr="00024960">
        <w:rPr>
          <w:rFonts w:ascii="Times New Roman" w:hAnsi="Times New Roman"/>
          <w:sz w:val="28"/>
          <w:szCs w:val="28"/>
        </w:rPr>
        <w:t xml:space="preserve"> </w:t>
      </w:r>
      <w:r w:rsidR="002D357F" w:rsidRPr="00024960">
        <w:rPr>
          <w:rFonts w:ascii="Times New Roman" w:hAnsi="Times New Roman"/>
          <w:sz w:val="28"/>
          <w:szCs w:val="28"/>
        </w:rPr>
        <w:t>де</w:t>
      </w:r>
      <w:r w:rsidR="003C6A48" w:rsidRPr="00024960">
        <w:rPr>
          <w:rFonts w:ascii="Times New Roman" w:hAnsi="Times New Roman"/>
          <w:sz w:val="28"/>
          <w:szCs w:val="28"/>
        </w:rPr>
        <w:t>сятый</w:t>
      </w:r>
      <w:r w:rsidR="00F800AB" w:rsidRPr="00024960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F800AB" w:rsidRPr="00024960" w:rsidRDefault="00606260" w:rsidP="003C6A48">
      <w:pPr>
        <w:pStyle w:val="af4"/>
        <w:tabs>
          <w:tab w:val="left" w:pos="1022"/>
          <w:tab w:val="left" w:pos="627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>«</w:t>
      </w:r>
      <w:r w:rsidR="00F800AB" w:rsidRPr="00024960">
        <w:rPr>
          <w:rFonts w:ascii="Times New Roman" w:hAnsi="Times New Roman"/>
          <w:sz w:val="28"/>
          <w:szCs w:val="28"/>
        </w:rPr>
        <w:t xml:space="preserve">2020 год </w:t>
      </w:r>
      <w:r w:rsidR="00025CCB" w:rsidRPr="00024960">
        <w:rPr>
          <w:rFonts w:ascii="Times New Roman" w:hAnsi="Times New Roman"/>
          <w:sz w:val="28"/>
          <w:szCs w:val="28"/>
        </w:rPr>
        <w:t>-</w:t>
      </w:r>
      <w:r w:rsidR="00F800AB" w:rsidRPr="00024960">
        <w:rPr>
          <w:rFonts w:ascii="Times New Roman" w:hAnsi="Times New Roman"/>
          <w:sz w:val="28"/>
          <w:szCs w:val="28"/>
        </w:rPr>
        <w:t xml:space="preserve"> </w:t>
      </w:r>
      <w:r w:rsidR="00CB5C1D" w:rsidRPr="00024960">
        <w:rPr>
          <w:rFonts w:ascii="Times New Roman" w:hAnsi="Times New Roman"/>
          <w:sz w:val="28"/>
          <w:szCs w:val="28"/>
        </w:rPr>
        <w:t>10051080,26442</w:t>
      </w:r>
      <w:r w:rsidR="00F800AB" w:rsidRPr="00024960">
        <w:rPr>
          <w:rFonts w:ascii="Times New Roman" w:hAnsi="Times New Roman"/>
          <w:sz w:val="28"/>
          <w:szCs w:val="28"/>
        </w:rPr>
        <w:t xml:space="preserve"> тыс. рублей</w:t>
      </w:r>
      <w:proofErr w:type="gramStart"/>
      <w:r w:rsidR="00F800AB" w:rsidRPr="00024960">
        <w:rPr>
          <w:rFonts w:ascii="Times New Roman" w:hAnsi="Times New Roman"/>
          <w:sz w:val="28"/>
          <w:szCs w:val="28"/>
        </w:rPr>
        <w:t>;</w:t>
      </w:r>
      <w:r w:rsidR="003C6A48" w:rsidRPr="00024960">
        <w:rPr>
          <w:rFonts w:ascii="Times New Roman" w:hAnsi="Times New Roman"/>
          <w:sz w:val="28"/>
          <w:szCs w:val="28"/>
        </w:rPr>
        <w:t>»</w:t>
      </w:r>
      <w:proofErr w:type="gramEnd"/>
      <w:r w:rsidR="003C6A48" w:rsidRPr="00024960">
        <w:rPr>
          <w:rFonts w:ascii="Times New Roman" w:hAnsi="Times New Roman"/>
          <w:sz w:val="28"/>
          <w:szCs w:val="28"/>
        </w:rPr>
        <w:t>;</w:t>
      </w:r>
    </w:p>
    <w:p w:rsidR="00130263" w:rsidRPr="00024960" w:rsidRDefault="00130263" w:rsidP="00C51CBC">
      <w:pPr>
        <w:pStyle w:val="af4"/>
        <w:tabs>
          <w:tab w:val="left" w:pos="1022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>а</w:t>
      </w:r>
      <w:r w:rsidR="00A830B9" w:rsidRPr="00024960">
        <w:rPr>
          <w:rFonts w:ascii="Times New Roman" w:hAnsi="Times New Roman"/>
          <w:sz w:val="28"/>
          <w:szCs w:val="28"/>
        </w:rPr>
        <w:t xml:space="preserve">бзац </w:t>
      </w:r>
      <w:r w:rsidR="003A787F" w:rsidRPr="00024960">
        <w:rPr>
          <w:rFonts w:ascii="Times New Roman" w:hAnsi="Times New Roman"/>
          <w:sz w:val="28"/>
          <w:szCs w:val="28"/>
        </w:rPr>
        <w:t xml:space="preserve">двадцать </w:t>
      </w:r>
      <w:r w:rsidR="003C6A48" w:rsidRPr="00024960">
        <w:rPr>
          <w:rFonts w:ascii="Times New Roman" w:hAnsi="Times New Roman"/>
          <w:sz w:val="28"/>
          <w:szCs w:val="28"/>
        </w:rPr>
        <w:t>третий</w:t>
      </w:r>
      <w:r w:rsidR="003A787F" w:rsidRPr="00024960">
        <w:rPr>
          <w:rFonts w:ascii="Times New Roman" w:hAnsi="Times New Roman"/>
          <w:sz w:val="28"/>
          <w:szCs w:val="28"/>
        </w:rPr>
        <w:t xml:space="preserve"> </w:t>
      </w:r>
      <w:r w:rsidRPr="00024960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130263" w:rsidRPr="00024960" w:rsidRDefault="00130263" w:rsidP="003C6A48">
      <w:pPr>
        <w:pStyle w:val="af4"/>
        <w:tabs>
          <w:tab w:val="left" w:pos="1022"/>
          <w:tab w:val="left" w:pos="627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 xml:space="preserve">«2020 год </w:t>
      </w:r>
      <w:r w:rsidR="003C6A48" w:rsidRPr="00024960">
        <w:rPr>
          <w:rFonts w:ascii="Times New Roman" w:hAnsi="Times New Roman"/>
          <w:sz w:val="28"/>
          <w:szCs w:val="28"/>
        </w:rPr>
        <w:t>-</w:t>
      </w:r>
      <w:r w:rsidRPr="00024960">
        <w:rPr>
          <w:rFonts w:ascii="Times New Roman" w:hAnsi="Times New Roman"/>
          <w:sz w:val="28"/>
          <w:szCs w:val="28"/>
        </w:rPr>
        <w:t xml:space="preserve"> </w:t>
      </w:r>
      <w:r w:rsidR="003C6A48" w:rsidRPr="00024960">
        <w:rPr>
          <w:rFonts w:ascii="Times New Roman" w:hAnsi="Times New Roman"/>
          <w:sz w:val="28"/>
          <w:szCs w:val="28"/>
        </w:rPr>
        <w:t>9142300,6145</w:t>
      </w:r>
      <w:r w:rsidRPr="00024960">
        <w:rPr>
          <w:rFonts w:ascii="Times New Roman" w:hAnsi="Times New Roman"/>
          <w:sz w:val="28"/>
          <w:szCs w:val="28"/>
        </w:rPr>
        <w:t xml:space="preserve"> тыс. рублей</w:t>
      </w:r>
      <w:proofErr w:type="gramStart"/>
      <w:r w:rsidRPr="00024960">
        <w:rPr>
          <w:rFonts w:ascii="Times New Roman" w:hAnsi="Times New Roman"/>
          <w:sz w:val="28"/>
          <w:szCs w:val="28"/>
        </w:rPr>
        <w:t>;</w:t>
      </w:r>
      <w:r w:rsidR="003C6A48" w:rsidRPr="00024960">
        <w:rPr>
          <w:rFonts w:ascii="Times New Roman" w:hAnsi="Times New Roman"/>
          <w:sz w:val="28"/>
          <w:szCs w:val="28"/>
        </w:rPr>
        <w:t>»</w:t>
      </w:r>
      <w:proofErr w:type="gramEnd"/>
      <w:r w:rsidR="003C6A48" w:rsidRPr="00024960">
        <w:rPr>
          <w:rFonts w:ascii="Times New Roman" w:hAnsi="Times New Roman"/>
          <w:sz w:val="28"/>
          <w:szCs w:val="28"/>
        </w:rPr>
        <w:t>;</w:t>
      </w:r>
    </w:p>
    <w:p w:rsidR="00480E04" w:rsidRPr="00024960" w:rsidRDefault="00606260" w:rsidP="00C51CBC">
      <w:pPr>
        <w:pStyle w:val="af4"/>
        <w:tabs>
          <w:tab w:val="left" w:pos="1022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 xml:space="preserve">абзац </w:t>
      </w:r>
      <w:r w:rsidR="00480E04" w:rsidRPr="00024960">
        <w:rPr>
          <w:rFonts w:ascii="Times New Roman" w:hAnsi="Times New Roman"/>
          <w:sz w:val="28"/>
          <w:szCs w:val="28"/>
        </w:rPr>
        <w:t xml:space="preserve">тридцать </w:t>
      </w:r>
      <w:r w:rsidR="003C6A48" w:rsidRPr="00024960">
        <w:rPr>
          <w:rFonts w:ascii="Times New Roman" w:hAnsi="Times New Roman"/>
          <w:sz w:val="28"/>
          <w:szCs w:val="28"/>
        </w:rPr>
        <w:t>шестой</w:t>
      </w:r>
      <w:r w:rsidR="00480E04" w:rsidRPr="00024960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606260" w:rsidRPr="00024960" w:rsidRDefault="00480E04" w:rsidP="003C6A48">
      <w:pPr>
        <w:pStyle w:val="af4"/>
        <w:tabs>
          <w:tab w:val="left" w:pos="1022"/>
          <w:tab w:val="left" w:pos="627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 xml:space="preserve">«2020 год </w:t>
      </w:r>
      <w:r w:rsidR="00025CCB" w:rsidRPr="00024960">
        <w:rPr>
          <w:rFonts w:ascii="Times New Roman" w:hAnsi="Times New Roman"/>
          <w:sz w:val="28"/>
          <w:szCs w:val="28"/>
        </w:rPr>
        <w:t>-</w:t>
      </w:r>
      <w:r w:rsidRPr="00024960">
        <w:rPr>
          <w:rFonts w:ascii="Times New Roman" w:hAnsi="Times New Roman"/>
          <w:sz w:val="28"/>
          <w:szCs w:val="28"/>
        </w:rPr>
        <w:t xml:space="preserve"> </w:t>
      </w:r>
      <w:r w:rsidR="00CB5C1D" w:rsidRPr="00024960">
        <w:rPr>
          <w:rFonts w:ascii="Times New Roman" w:hAnsi="Times New Roman"/>
          <w:sz w:val="28"/>
          <w:szCs w:val="28"/>
        </w:rPr>
        <w:t>8405725,46442</w:t>
      </w:r>
      <w:r w:rsidRPr="00024960">
        <w:rPr>
          <w:rFonts w:ascii="Times New Roman" w:hAnsi="Times New Roman"/>
          <w:sz w:val="28"/>
          <w:szCs w:val="28"/>
        </w:rPr>
        <w:t xml:space="preserve"> тыс. рублей</w:t>
      </w:r>
      <w:proofErr w:type="gramStart"/>
      <w:r w:rsidRPr="00024960">
        <w:rPr>
          <w:rFonts w:ascii="Times New Roman" w:hAnsi="Times New Roman"/>
          <w:sz w:val="28"/>
          <w:szCs w:val="28"/>
        </w:rPr>
        <w:t>;»</w:t>
      </w:r>
      <w:proofErr w:type="gramEnd"/>
      <w:r w:rsidRPr="00024960">
        <w:rPr>
          <w:rFonts w:ascii="Times New Roman" w:hAnsi="Times New Roman"/>
          <w:sz w:val="28"/>
          <w:szCs w:val="28"/>
        </w:rPr>
        <w:t>;</w:t>
      </w:r>
    </w:p>
    <w:p w:rsidR="00480E04" w:rsidRPr="00024960" w:rsidRDefault="00480E04" w:rsidP="00C51CBC">
      <w:pPr>
        <w:pStyle w:val="af4"/>
        <w:tabs>
          <w:tab w:val="left" w:pos="1022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 xml:space="preserve">абзац </w:t>
      </w:r>
      <w:r w:rsidR="006060BB" w:rsidRPr="00024960">
        <w:rPr>
          <w:rFonts w:ascii="Times New Roman" w:hAnsi="Times New Roman"/>
          <w:sz w:val="28"/>
          <w:szCs w:val="28"/>
        </w:rPr>
        <w:t>сорок девятый</w:t>
      </w:r>
      <w:r w:rsidRPr="00024960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A830B9" w:rsidRPr="00024960" w:rsidRDefault="00480E04" w:rsidP="003C6A48">
      <w:pPr>
        <w:pStyle w:val="af4"/>
        <w:tabs>
          <w:tab w:val="left" w:pos="1022"/>
          <w:tab w:val="left" w:pos="627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 xml:space="preserve">«2020 год </w:t>
      </w:r>
      <w:r w:rsidR="003C6A48" w:rsidRPr="00024960">
        <w:rPr>
          <w:rFonts w:ascii="Times New Roman" w:hAnsi="Times New Roman"/>
          <w:sz w:val="28"/>
          <w:szCs w:val="28"/>
        </w:rPr>
        <w:t>-</w:t>
      </w:r>
      <w:r w:rsidRPr="00024960">
        <w:rPr>
          <w:rFonts w:ascii="Times New Roman" w:hAnsi="Times New Roman"/>
          <w:sz w:val="28"/>
          <w:szCs w:val="28"/>
        </w:rPr>
        <w:t xml:space="preserve"> </w:t>
      </w:r>
      <w:r w:rsidR="003C6A48" w:rsidRPr="00024960">
        <w:rPr>
          <w:rFonts w:ascii="Times New Roman" w:hAnsi="Times New Roman"/>
          <w:sz w:val="28"/>
          <w:szCs w:val="28"/>
        </w:rPr>
        <w:t>7496945,8145</w:t>
      </w:r>
      <w:r w:rsidRPr="00024960">
        <w:rPr>
          <w:rFonts w:ascii="Times New Roman" w:hAnsi="Times New Roman"/>
          <w:sz w:val="28"/>
          <w:szCs w:val="28"/>
        </w:rPr>
        <w:t xml:space="preserve"> тыс. рублей</w:t>
      </w:r>
      <w:proofErr w:type="gramStart"/>
      <w:r w:rsidRPr="00024960">
        <w:rPr>
          <w:rFonts w:ascii="Times New Roman" w:hAnsi="Times New Roman"/>
          <w:sz w:val="28"/>
          <w:szCs w:val="28"/>
        </w:rPr>
        <w:t>;»</w:t>
      </w:r>
      <w:proofErr w:type="gramEnd"/>
      <w:r w:rsidRPr="00024960">
        <w:rPr>
          <w:rFonts w:ascii="Times New Roman" w:hAnsi="Times New Roman"/>
          <w:sz w:val="28"/>
          <w:szCs w:val="28"/>
        </w:rPr>
        <w:t>;</w:t>
      </w:r>
    </w:p>
    <w:p w:rsidR="007F2251" w:rsidRPr="00024960" w:rsidRDefault="001D08E5" w:rsidP="00C51C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 xml:space="preserve">2) </w:t>
      </w:r>
      <w:r w:rsidR="007F2251" w:rsidRPr="00024960">
        <w:rPr>
          <w:rFonts w:ascii="Times New Roman" w:hAnsi="Times New Roman"/>
          <w:sz w:val="28"/>
          <w:szCs w:val="28"/>
        </w:rPr>
        <w:t xml:space="preserve">раздел 4 «Ресурсное обеспечение Программы» изложить в следующей редакции: </w:t>
      </w:r>
    </w:p>
    <w:p w:rsidR="007F2251" w:rsidRPr="00024960" w:rsidRDefault="007F2251" w:rsidP="007F2251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>«</w:t>
      </w:r>
      <w:r w:rsidR="00A87AFF" w:rsidRPr="00024960">
        <w:rPr>
          <w:rFonts w:ascii="Times New Roman" w:hAnsi="Times New Roman"/>
          <w:sz w:val="28"/>
          <w:szCs w:val="28"/>
        </w:rPr>
        <w:t>4</w:t>
      </w:r>
      <w:r w:rsidRPr="00024960">
        <w:rPr>
          <w:rFonts w:ascii="Times New Roman" w:hAnsi="Times New Roman"/>
          <w:sz w:val="28"/>
          <w:szCs w:val="28"/>
        </w:rPr>
        <w:t>. Ресурсное обеспечение Программы</w:t>
      </w:r>
    </w:p>
    <w:p w:rsidR="007F2251" w:rsidRPr="00024960" w:rsidRDefault="007F2251" w:rsidP="007F2251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</w:p>
    <w:p w:rsidR="00C518BC" w:rsidRPr="00024960" w:rsidRDefault="007F2251" w:rsidP="007F22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24960">
        <w:rPr>
          <w:rFonts w:ascii="Times New Roman" w:hAnsi="Times New Roman" w:cs="Times New Roman"/>
          <w:sz w:val="28"/>
          <w:szCs w:val="28"/>
        </w:rPr>
        <w:t>Главные распорядители, объемы и источники финансирования приведены в таблице:</w:t>
      </w:r>
    </w:p>
    <w:p w:rsidR="00EF72EE" w:rsidRPr="00024960" w:rsidRDefault="00EF72EE" w:rsidP="00D44E37">
      <w:pPr>
        <w:autoSpaceDE w:val="0"/>
        <w:autoSpaceDN w:val="0"/>
        <w:adjustRightInd w:val="0"/>
        <w:spacing w:line="228" w:lineRule="auto"/>
        <w:rPr>
          <w:rFonts w:ascii="Times New Roman" w:hAnsi="Times New Roman"/>
          <w:sz w:val="2"/>
          <w:szCs w:val="2"/>
        </w:rPr>
      </w:pPr>
    </w:p>
    <w:tbl>
      <w:tblPr>
        <w:tblW w:w="9889" w:type="dxa"/>
        <w:jc w:val="right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3"/>
        <w:gridCol w:w="991"/>
        <w:gridCol w:w="845"/>
        <w:gridCol w:w="567"/>
        <w:gridCol w:w="709"/>
        <w:gridCol w:w="708"/>
        <w:gridCol w:w="709"/>
        <w:gridCol w:w="709"/>
        <w:gridCol w:w="709"/>
        <w:gridCol w:w="708"/>
        <w:gridCol w:w="567"/>
        <w:gridCol w:w="567"/>
        <w:gridCol w:w="567"/>
        <w:gridCol w:w="567"/>
        <w:gridCol w:w="533"/>
      </w:tblGrid>
      <w:tr w:rsidR="00EF72EE" w:rsidRPr="00024960" w:rsidTr="00D72AFB">
        <w:trPr>
          <w:trHeight w:val="137"/>
          <w:tblHeader/>
          <w:jc w:val="right"/>
        </w:trPr>
        <w:tc>
          <w:tcPr>
            <w:tcW w:w="433" w:type="dxa"/>
            <w:vMerge w:val="restart"/>
            <w:tcBorders>
              <w:bottom w:val="nil"/>
            </w:tcBorders>
            <w:shd w:val="clear" w:color="auto" w:fill="auto"/>
          </w:tcPr>
          <w:p w:rsidR="00EF72EE" w:rsidRPr="00024960" w:rsidRDefault="00EF72EE" w:rsidP="00D44E37">
            <w:pPr>
              <w:pStyle w:val="ConsPlusNormal"/>
              <w:spacing w:line="228" w:lineRule="auto"/>
              <w:ind w:left="-57" w:right="-57" w:hanging="51"/>
              <w:jc w:val="center"/>
              <w:rPr>
                <w:rFonts w:ascii="Times New Roman" w:hAnsi="Times New Roman" w:cs="Times New Roman"/>
              </w:rPr>
            </w:pPr>
            <w:r w:rsidRPr="00024960">
              <w:rPr>
                <w:rFonts w:ascii="Times New Roman" w:hAnsi="Times New Roman" w:cs="Times New Roman"/>
              </w:rPr>
              <w:t>№</w:t>
            </w:r>
          </w:p>
          <w:p w:rsidR="00EF72EE" w:rsidRPr="00024960" w:rsidRDefault="00EF72EE" w:rsidP="00D44E37">
            <w:pPr>
              <w:pStyle w:val="ConsPlusNormal"/>
              <w:spacing w:line="228" w:lineRule="auto"/>
              <w:ind w:left="-57" w:right="-57" w:hanging="51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24960">
              <w:rPr>
                <w:rFonts w:ascii="Times New Roman" w:hAnsi="Times New Roman" w:cs="Times New Roman"/>
              </w:rPr>
              <w:t>п</w:t>
            </w:r>
            <w:proofErr w:type="gramEnd"/>
            <w:r w:rsidRPr="00024960">
              <w:rPr>
                <w:rFonts w:ascii="Times New Roman" w:hAnsi="Times New Roman" w:cs="Times New Roman"/>
                <w:lang w:val="en-US"/>
              </w:rPr>
              <w:t>/</w:t>
            </w:r>
            <w:r w:rsidRPr="00024960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991" w:type="dxa"/>
            <w:vMerge w:val="restart"/>
            <w:tcBorders>
              <w:bottom w:val="nil"/>
            </w:tcBorders>
            <w:shd w:val="clear" w:color="auto" w:fill="auto"/>
          </w:tcPr>
          <w:p w:rsidR="00EF72EE" w:rsidRPr="00024960" w:rsidRDefault="00EF72EE" w:rsidP="00D44E37">
            <w:pPr>
              <w:pStyle w:val="ConsPlusNormal"/>
              <w:spacing w:line="228" w:lineRule="auto"/>
              <w:ind w:left="-108" w:right="-57" w:firstLine="0"/>
              <w:jc w:val="center"/>
              <w:rPr>
                <w:rFonts w:ascii="Times New Roman" w:hAnsi="Times New Roman" w:cs="Times New Roman"/>
              </w:rPr>
            </w:pPr>
            <w:r w:rsidRPr="00024960">
              <w:rPr>
                <w:rFonts w:ascii="Times New Roman" w:hAnsi="Times New Roman" w:cs="Times New Roman"/>
              </w:rPr>
              <w:t xml:space="preserve">Главные </w:t>
            </w:r>
            <w:proofErr w:type="spellStart"/>
            <w:proofErr w:type="gramStart"/>
            <w:r w:rsidRPr="00024960">
              <w:rPr>
                <w:rFonts w:ascii="Times New Roman" w:hAnsi="Times New Roman" w:cs="Times New Roman"/>
              </w:rPr>
              <w:t>распоря-дители</w:t>
            </w:r>
            <w:proofErr w:type="spellEnd"/>
            <w:proofErr w:type="gramEnd"/>
          </w:p>
        </w:tc>
        <w:tc>
          <w:tcPr>
            <w:tcW w:w="845" w:type="dxa"/>
            <w:vMerge w:val="restart"/>
            <w:tcBorders>
              <w:bottom w:val="nil"/>
            </w:tcBorders>
            <w:shd w:val="clear" w:color="auto" w:fill="auto"/>
          </w:tcPr>
          <w:p w:rsidR="00EF72EE" w:rsidRPr="00024960" w:rsidRDefault="00EF72EE" w:rsidP="00D44E37">
            <w:pPr>
              <w:pStyle w:val="ConsPlusNormal"/>
              <w:spacing w:line="228" w:lineRule="auto"/>
              <w:ind w:left="-57" w:right="-57" w:hanging="5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24960">
              <w:rPr>
                <w:rFonts w:ascii="Times New Roman" w:hAnsi="Times New Roman" w:cs="Times New Roman"/>
              </w:rPr>
              <w:t>Источ</w:t>
            </w:r>
            <w:proofErr w:type="spellEnd"/>
            <w:r w:rsidRPr="00024960">
              <w:rPr>
                <w:rFonts w:ascii="Times New Roman" w:hAnsi="Times New Roman" w:cs="Times New Roman"/>
              </w:rPr>
              <w:t>-ник</w:t>
            </w:r>
            <w:proofErr w:type="gramEnd"/>
            <w:r w:rsidR="00D42CE6" w:rsidRPr="000249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4960">
              <w:rPr>
                <w:rFonts w:ascii="Times New Roman" w:hAnsi="Times New Roman" w:cs="Times New Roman"/>
              </w:rPr>
              <w:t>финан-сирова-ния</w:t>
            </w:r>
            <w:proofErr w:type="spellEnd"/>
          </w:p>
        </w:tc>
        <w:tc>
          <w:tcPr>
            <w:tcW w:w="7620" w:type="dxa"/>
            <w:gridSpan w:val="12"/>
            <w:shd w:val="clear" w:color="auto" w:fill="auto"/>
            <w:vAlign w:val="center"/>
          </w:tcPr>
          <w:p w:rsidR="00EF72EE" w:rsidRPr="00024960" w:rsidRDefault="00EF72EE" w:rsidP="00D42CE6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</w:rPr>
            </w:pPr>
            <w:r w:rsidRPr="00024960">
              <w:rPr>
                <w:rFonts w:ascii="Times New Roman" w:hAnsi="Times New Roman"/>
              </w:rPr>
              <w:t>Объемы финансирования, тыс. рублей</w:t>
            </w:r>
          </w:p>
        </w:tc>
      </w:tr>
      <w:tr w:rsidR="00EF72EE" w:rsidRPr="00024960" w:rsidTr="00D72AFB">
        <w:trPr>
          <w:trHeight w:val="137"/>
          <w:tblHeader/>
          <w:jc w:val="right"/>
        </w:trPr>
        <w:tc>
          <w:tcPr>
            <w:tcW w:w="433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F72EE" w:rsidRPr="00024960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9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F72EE" w:rsidRPr="00024960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84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F72EE" w:rsidRPr="00024960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EF72EE" w:rsidRPr="00024960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</w:rPr>
            </w:pPr>
            <w:r w:rsidRPr="00024960">
              <w:rPr>
                <w:rFonts w:ascii="Times New Roman" w:hAnsi="Times New Roman"/>
              </w:rPr>
              <w:t>всего</w:t>
            </w:r>
          </w:p>
        </w:tc>
        <w:tc>
          <w:tcPr>
            <w:tcW w:w="7053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72EE" w:rsidRPr="00024960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</w:rPr>
            </w:pPr>
            <w:r w:rsidRPr="00024960">
              <w:rPr>
                <w:rFonts w:ascii="Times New Roman" w:hAnsi="Times New Roman"/>
              </w:rPr>
              <w:t>в том числе по годам</w:t>
            </w:r>
          </w:p>
        </w:tc>
      </w:tr>
      <w:tr w:rsidR="00EF72EE" w:rsidRPr="00024960" w:rsidTr="00D72AFB">
        <w:trPr>
          <w:trHeight w:val="137"/>
          <w:tblHeader/>
          <w:jc w:val="right"/>
        </w:trPr>
        <w:tc>
          <w:tcPr>
            <w:tcW w:w="433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F72EE" w:rsidRPr="00024960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9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F72EE" w:rsidRPr="00024960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84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F72EE" w:rsidRPr="00024960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F72EE" w:rsidRPr="00024960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EF72EE" w:rsidRPr="00024960" w:rsidRDefault="00EF72EE" w:rsidP="00D44E37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bCs/>
                <w:spacing w:val="-6"/>
              </w:rPr>
            </w:pPr>
            <w:r w:rsidRPr="00024960">
              <w:rPr>
                <w:rFonts w:ascii="Times New Roman" w:hAnsi="Times New Roman"/>
                <w:spacing w:val="-6"/>
              </w:rPr>
              <w:t>2014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auto"/>
            <w:vAlign w:val="center"/>
          </w:tcPr>
          <w:p w:rsidR="00EF72EE" w:rsidRPr="00024960" w:rsidRDefault="00EF72EE" w:rsidP="00D44E37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spacing w:val="-6"/>
              </w:rPr>
            </w:pPr>
            <w:r w:rsidRPr="00024960">
              <w:rPr>
                <w:rFonts w:ascii="Times New Roman" w:hAnsi="Times New Roman"/>
                <w:spacing w:val="-6"/>
              </w:rPr>
              <w:t>2015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EF72EE" w:rsidRPr="00024960" w:rsidRDefault="00EF72EE" w:rsidP="00D44E37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spacing w:val="-6"/>
              </w:rPr>
            </w:pPr>
            <w:r w:rsidRPr="00024960">
              <w:rPr>
                <w:rFonts w:ascii="Times New Roman" w:hAnsi="Times New Roman"/>
                <w:spacing w:val="-6"/>
              </w:rPr>
              <w:t>2016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EF72EE" w:rsidRPr="00024960" w:rsidRDefault="00EF72EE" w:rsidP="00D44E37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spacing w:val="-6"/>
              </w:rPr>
            </w:pPr>
            <w:r w:rsidRPr="00024960">
              <w:rPr>
                <w:rFonts w:ascii="Times New Roman" w:hAnsi="Times New Roman"/>
                <w:spacing w:val="-6"/>
              </w:rPr>
              <w:t>2017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EF72EE" w:rsidRPr="00024960" w:rsidRDefault="00EF72EE" w:rsidP="00D44E37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spacing w:val="-6"/>
              </w:rPr>
            </w:pPr>
            <w:r w:rsidRPr="00024960">
              <w:rPr>
                <w:rFonts w:ascii="Times New Roman" w:hAnsi="Times New Roman"/>
                <w:spacing w:val="-6"/>
              </w:rPr>
              <w:t>2018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auto"/>
            <w:vAlign w:val="center"/>
          </w:tcPr>
          <w:p w:rsidR="00EF72EE" w:rsidRPr="00024960" w:rsidRDefault="00EF72EE" w:rsidP="00D44E37">
            <w:pPr>
              <w:widowControl w:val="0"/>
              <w:suppressLineNumbers/>
              <w:spacing w:line="228" w:lineRule="auto"/>
              <w:jc w:val="center"/>
              <w:rPr>
                <w:rFonts w:ascii="Times New Roman" w:hAnsi="Times New Roman"/>
                <w:spacing w:val="-6"/>
              </w:rPr>
            </w:pPr>
            <w:r w:rsidRPr="00024960">
              <w:rPr>
                <w:rFonts w:ascii="Times New Roman" w:hAnsi="Times New Roman"/>
                <w:spacing w:val="-6"/>
              </w:rPr>
              <w:t>2019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EF72EE" w:rsidRPr="00024960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spacing w:val="-6"/>
              </w:rPr>
            </w:pPr>
            <w:r w:rsidRPr="00024960">
              <w:rPr>
                <w:rFonts w:ascii="Times New Roman" w:hAnsi="Times New Roman"/>
                <w:spacing w:val="-6"/>
              </w:rPr>
              <w:t>2020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EF72EE" w:rsidRPr="00024960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spacing w:val="-6"/>
              </w:rPr>
            </w:pPr>
            <w:r w:rsidRPr="00024960">
              <w:rPr>
                <w:rFonts w:ascii="Times New Roman" w:hAnsi="Times New Roman"/>
                <w:spacing w:val="-6"/>
              </w:rPr>
              <w:t>2021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EF72EE" w:rsidRPr="00024960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spacing w:val="-6"/>
              </w:rPr>
            </w:pPr>
            <w:r w:rsidRPr="00024960">
              <w:rPr>
                <w:rFonts w:ascii="Times New Roman" w:hAnsi="Times New Roman"/>
                <w:spacing w:val="-6"/>
              </w:rPr>
              <w:t>2022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EF72EE" w:rsidRPr="00024960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spacing w:val="-6"/>
              </w:rPr>
            </w:pPr>
            <w:r w:rsidRPr="00024960">
              <w:rPr>
                <w:rFonts w:ascii="Times New Roman" w:hAnsi="Times New Roman"/>
                <w:spacing w:val="-6"/>
              </w:rPr>
              <w:t>2023</w:t>
            </w:r>
          </w:p>
        </w:tc>
        <w:tc>
          <w:tcPr>
            <w:tcW w:w="533" w:type="dxa"/>
            <w:tcBorders>
              <w:bottom w:val="nil"/>
            </w:tcBorders>
            <w:vAlign w:val="center"/>
          </w:tcPr>
          <w:p w:rsidR="00EF72EE" w:rsidRPr="00024960" w:rsidRDefault="00EF72EE" w:rsidP="00D44E37">
            <w:pPr>
              <w:widowControl w:val="0"/>
              <w:suppressLineNumbers/>
              <w:spacing w:line="228" w:lineRule="auto"/>
              <w:ind w:left="-55" w:right="-66"/>
              <w:jc w:val="center"/>
              <w:rPr>
                <w:rFonts w:ascii="Times New Roman" w:hAnsi="Times New Roman"/>
                <w:spacing w:val="-6"/>
              </w:rPr>
            </w:pPr>
            <w:r w:rsidRPr="00024960">
              <w:rPr>
                <w:rFonts w:ascii="Times New Roman" w:hAnsi="Times New Roman"/>
                <w:spacing w:val="-6"/>
              </w:rPr>
              <w:t>2024</w:t>
            </w:r>
          </w:p>
        </w:tc>
      </w:tr>
    </w:tbl>
    <w:p w:rsidR="00EF72EE" w:rsidRPr="00024960" w:rsidRDefault="00EF72EE" w:rsidP="00EF72EE">
      <w:pPr>
        <w:rPr>
          <w:rFonts w:ascii="Times New Roman" w:hAnsi="Times New Roman"/>
          <w:sz w:val="2"/>
          <w:szCs w:val="2"/>
        </w:rPr>
      </w:pPr>
    </w:p>
    <w:tbl>
      <w:tblPr>
        <w:tblW w:w="988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992"/>
        <w:gridCol w:w="851"/>
        <w:gridCol w:w="567"/>
        <w:gridCol w:w="709"/>
        <w:gridCol w:w="708"/>
        <w:gridCol w:w="709"/>
        <w:gridCol w:w="709"/>
        <w:gridCol w:w="709"/>
        <w:gridCol w:w="708"/>
        <w:gridCol w:w="567"/>
        <w:gridCol w:w="567"/>
        <w:gridCol w:w="567"/>
        <w:gridCol w:w="567"/>
        <w:gridCol w:w="533"/>
      </w:tblGrid>
      <w:tr w:rsidR="00EF72EE" w:rsidRPr="00024960" w:rsidTr="00606260">
        <w:trPr>
          <w:trHeight w:val="137"/>
          <w:tblHeader/>
          <w:jc w:val="right"/>
        </w:trPr>
        <w:tc>
          <w:tcPr>
            <w:tcW w:w="426" w:type="dxa"/>
            <w:shd w:val="clear" w:color="auto" w:fill="auto"/>
            <w:vAlign w:val="center"/>
          </w:tcPr>
          <w:p w:rsidR="00EF72EE" w:rsidRPr="00024960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</w:rPr>
            </w:pPr>
            <w:r w:rsidRPr="00024960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F72EE" w:rsidRPr="00024960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</w:rPr>
            </w:pPr>
            <w:r w:rsidRPr="00024960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F72EE" w:rsidRPr="00024960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</w:rPr>
            </w:pPr>
            <w:r w:rsidRPr="00024960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F72EE" w:rsidRPr="00024960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</w:rPr>
            </w:pPr>
            <w:r w:rsidRPr="00024960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F72EE" w:rsidRPr="00024960" w:rsidRDefault="00EF72EE" w:rsidP="00F649B0">
            <w:pPr>
              <w:widowControl w:val="0"/>
              <w:suppressLineNumbers/>
              <w:ind w:right="-66"/>
              <w:jc w:val="center"/>
              <w:rPr>
                <w:rFonts w:ascii="Times New Roman" w:hAnsi="Times New Roman"/>
                <w:bCs/>
              </w:rPr>
            </w:pPr>
            <w:r w:rsidRPr="00024960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F72EE" w:rsidRPr="00024960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</w:rPr>
            </w:pPr>
            <w:r w:rsidRPr="00024960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F72EE" w:rsidRPr="00024960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</w:rPr>
            </w:pPr>
            <w:r w:rsidRPr="00024960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F72EE" w:rsidRPr="00024960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</w:rPr>
            </w:pPr>
            <w:r w:rsidRPr="00024960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F72EE" w:rsidRPr="00024960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</w:rPr>
            </w:pPr>
            <w:r w:rsidRPr="00024960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F72EE" w:rsidRPr="00024960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</w:rPr>
            </w:pPr>
            <w:r w:rsidRPr="00024960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567" w:type="dxa"/>
          </w:tcPr>
          <w:p w:rsidR="00EF72EE" w:rsidRPr="00024960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</w:rPr>
            </w:pPr>
            <w:r w:rsidRPr="00024960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567" w:type="dxa"/>
          </w:tcPr>
          <w:p w:rsidR="00EF72EE" w:rsidRPr="00024960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</w:rPr>
            </w:pPr>
            <w:r w:rsidRPr="00024960"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567" w:type="dxa"/>
          </w:tcPr>
          <w:p w:rsidR="00EF72EE" w:rsidRPr="00024960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</w:rPr>
            </w:pPr>
            <w:r w:rsidRPr="00024960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567" w:type="dxa"/>
          </w:tcPr>
          <w:p w:rsidR="00EF72EE" w:rsidRPr="00024960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</w:rPr>
            </w:pPr>
            <w:r w:rsidRPr="00024960"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533" w:type="dxa"/>
          </w:tcPr>
          <w:p w:rsidR="00EF72EE" w:rsidRPr="00024960" w:rsidRDefault="00EF72EE" w:rsidP="00F649B0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</w:rPr>
            </w:pPr>
            <w:r w:rsidRPr="00024960">
              <w:rPr>
                <w:rFonts w:ascii="Times New Roman" w:hAnsi="Times New Roman"/>
                <w:bCs/>
              </w:rPr>
              <w:t>15</w:t>
            </w:r>
          </w:p>
        </w:tc>
      </w:tr>
      <w:tr w:rsidR="0097557E" w:rsidRPr="00024960" w:rsidTr="00606260">
        <w:trPr>
          <w:cantSplit/>
          <w:trHeight w:val="1804"/>
          <w:jc w:val="right"/>
        </w:trPr>
        <w:tc>
          <w:tcPr>
            <w:tcW w:w="426" w:type="dxa"/>
            <w:vMerge w:val="restart"/>
            <w:shd w:val="clear" w:color="auto" w:fill="auto"/>
          </w:tcPr>
          <w:p w:rsidR="0097557E" w:rsidRPr="00024960" w:rsidRDefault="0097557E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24960">
              <w:rPr>
                <w:rFonts w:ascii="Times New Roman" w:hAnsi="Times New Roman" w:cs="Times New Roman"/>
              </w:rPr>
              <w:t>1</w:t>
            </w:r>
          </w:p>
          <w:p w:rsidR="0097557E" w:rsidRPr="00024960" w:rsidRDefault="0097557E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7557E" w:rsidRPr="00024960" w:rsidRDefault="0097557E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7557E" w:rsidRPr="00024960" w:rsidRDefault="0097557E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7557E" w:rsidRPr="00024960" w:rsidRDefault="0097557E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7557E" w:rsidRPr="00024960" w:rsidRDefault="0097557E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7557E" w:rsidRPr="00024960" w:rsidRDefault="0097557E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7557E" w:rsidRPr="00024960" w:rsidRDefault="0097557E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7557E" w:rsidRPr="00024960" w:rsidRDefault="0097557E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97557E" w:rsidRPr="00024960" w:rsidRDefault="0097557E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D44E37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7557E" w:rsidRPr="00024960" w:rsidRDefault="0097557E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  <w:r w:rsidRPr="00024960">
              <w:rPr>
                <w:rFonts w:ascii="Times New Roman" w:hAnsi="Times New Roman" w:cs="Times New Roman"/>
              </w:rPr>
              <w:t>Минтранс Рязанской области</w:t>
            </w:r>
          </w:p>
          <w:p w:rsidR="0097557E" w:rsidRPr="00024960" w:rsidRDefault="0097557E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97557E" w:rsidRPr="00024960" w:rsidRDefault="0097557E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97557E" w:rsidRPr="00024960" w:rsidRDefault="0097557E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97557E" w:rsidRPr="00024960" w:rsidRDefault="0097557E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97557E" w:rsidRPr="00024960" w:rsidRDefault="0097557E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97557E" w:rsidRPr="00024960" w:rsidRDefault="0097557E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97557E" w:rsidRPr="00024960" w:rsidRDefault="0097557E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D44E37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97557E" w:rsidRPr="00024960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</w:rPr>
            </w:pPr>
            <w:r w:rsidRPr="00024960">
              <w:rPr>
                <w:rFonts w:ascii="Times New Roman" w:hAnsi="Times New Roman" w:cs="Times New Roman"/>
              </w:rPr>
              <w:t xml:space="preserve">всего, </w:t>
            </w:r>
          </w:p>
          <w:p w:rsidR="0097557E" w:rsidRPr="00024960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</w:rPr>
            </w:pPr>
            <w:r w:rsidRPr="00024960">
              <w:rPr>
                <w:rFonts w:ascii="Times New Roman" w:hAnsi="Times New Roman" w:cs="Times New Roman"/>
              </w:rPr>
              <w:t xml:space="preserve">из них: </w:t>
            </w:r>
          </w:p>
          <w:p w:rsidR="0097557E" w:rsidRPr="00024960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</w:rPr>
            </w:pPr>
          </w:p>
          <w:p w:rsidR="0097557E" w:rsidRPr="00024960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</w:rPr>
            </w:pPr>
          </w:p>
          <w:p w:rsidR="0097557E" w:rsidRPr="00024960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</w:rPr>
            </w:pPr>
          </w:p>
          <w:p w:rsidR="004D5895" w:rsidRPr="00024960" w:rsidRDefault="004D5895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</w:rPr>
            </w:pPr>
          </w:p>
          <w:p w:rsidR="0097557E" w:rsidRPr="00024960" w:rsidRDefault="004D5895" w:rsidP="004D5895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</w:rPr>
            </w:pPr>
            <w:r w:rsidRPr="0002496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7557E" w:rsidRPr="00024960" w:rsidRDefault="00CB5C1D" w:rsidP="00A012F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80032408,62621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024960" w:rsidRDefault="0097557E" w:rsidP="00A012FE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2740868,58882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7557E" w:rsidRPr="00024960" w:rsidRDefault="0097557E" w:rsidP="00A012FE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3793551,71596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024960" w:rsidRDefault="0097557E" w:rsidP="00A012FE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5793861,50081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024960" w:rsidRDefault="0097557E" w:rsidP="00A012FE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6431720,86005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024960" w:rsidRDefault="0097557E" w:rsidP="00A012F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6317752,95685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7557E" w:rsidRPr="00024960" w:rsidRDefault="0051739C" w:rsidP="00A830B9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8502806,95096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024960" w:rsidRDefault="00CB5C1D" w:rsidP="00A012F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10050312,26442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024960" w:rsidRDefault="00E14DDF" w:rsidP="00A012F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11436094,4205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024960" w:rsidRDefault="00E14DDF" w:rsidP="00A012F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12313966,93786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024960" w:rsidRDefault="0097557E" w:rsidP="00A012F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7678686,21499</w:t>
            </w:r>
          </w:p>
        </w:tc>
        <w:tc>
          <w:tcPr>
            <w:tcW w:w="533" w:type="dxa"/>
            <w:textDirection w:val="btLr"/>
            <w:vAlign w:val="center"/>
          </w:tcPr>
          <w:p w:rsidR="0097557E" w:rsidRPr="00024960" w:rsidRDefault="0097557E" w:rsidP="00A012F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4972786,21499</w:t>
            </w:r>
          </w:p>
        </w:tc>
      </w:tr>
      <w:tr w:rsidR="0097557E" w:rsidRPr="00024960" w:rsidTr="00606260">
        <w:trPr>
          <w:cantSplit/>
          <w:trHeight w:val="1770"/>
          <w:jc w:val="right"/>
        </w:trPr>
        <w:tc>
          <w:tcPr>
            <w:tcW w:w="426" w:type="dxa"/>
            <w:vMerge/>
            <w:shd w:val="clear" w:color="auto" w:fill="auto"/>
          </w:tcPr>
          <w:p w:rsidR="0097557E" w:rsidRPr="00024960" w:rsidRDefault="0097557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7557E" w:rsidRPr="00024960" w:rsidRDefault="0097557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97557E" w:rsidRPr="00024960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24960">
              <w:rPr>
                <w:rFonts w:ascii="Times New Roman" w:hAnsi="Times New Roman" w:cs="Times New Roman"/>
              </w:rPr>
              <w:t>бюд-жетные</w:t>
            </w:r>
            <w:proofErr w:type="spellEnd"/>
            <w:proofErr w:type="gramEnd"/>
            <w:r w:rsidR="001C069C" w:rsidRPr="000249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4960">
              <w:rPr>
                <w:rFonts w:ascii="Times New Roman" w:hAnsi="Times New Roman" w:cs="Times New Roman"/>
              </w:rPr>
              <w:t>ассиг-нованиядорож-ного</w:t>
            </w:r>
            <w:proofErr w:type="spellEnd"/>
            <w:r w:rsidRPr="00024960">
              <w:rPr>
                <w:rFonts w:ascii="Times New Roman" w:hAnsi="Times New Roman" w:cs="Times New Roman"/>
              </w:rPr>
              <w:t xml:space="preserve"> фонда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7557E" w:rsidRPr="00024960" w:rsidRDefault="0017575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73315329,92641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024960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2740868,58882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7557E" w:rsidRPr="00024960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3793551,71596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024960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4568959,41163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024960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5426490,8127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024960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5183153,08319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7557E" w:rsidRPr="00024960" w:rsidRDefault="0051739C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7680203,13259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024960" w:rsidRDefault="0017575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9142300,6145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024960" w:rsidRDefault="0051739C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10866816,72351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024960" w:rsidRDefault="0051739C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11729432,84351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024960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7444726,5</w:t>
            </w:r>
          </w:p>
        </w:tc>
        <w:tc>
          <w:tcPr>
            <w:tcW w:w="533" w:type="dxa"/>
            <w:textDirection w:val="btLr"/>
            <w:vAlign w:val="center"/>
          </w:tcPr>
          <w:p w:rsidR="0097557E" w:rsidRPr="00024960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4738826,5</w:t>
            </w:r>
          </w:p>
        </w:tc>
      </w:tr>
      <w:tr w:rsidR="0097557E" w:rsidRPr="00024960" w:rsidTr="00606260">
        <w:trPr>
          <w:cantSplit/>
          <w:trHeight w:val="1728"/>
          <w:jc w:val="right"/>
        </w:trPr>
        <w:tc>
          <w:tcPr>
            <w:tcW w:w="426" w:type="dxa"/>
            <w:vMerge/>
            <w:shd w:val="clear" w:color="auto" w:fill="auto"/>
          </w:tcPr>
          <w:p w:rsidR="0097557E" w:rsidRPr="00024960" w:rsidRDefault="0097557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7557E" w:rsidRPr="00024960" w:rsidRDefault="0097557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97557E" w:rsidRPr="00024960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24960">
              <w:rPr>
                <w:rFonts w:ascii="Times New Roman" w:hAnsi="Times New Roman" w:cs="Times New Roman"/>
              </w:rPr>
              <w:t>област</w:t>
            </w:r>
            <w:proofErr w:type="spellEnd"/>
            <w:r w:rsidRPr="00024960">
              <w:rPr>
                <w:rFonts w:ascii="Times New Roman" w:hAnsi="Times New Roman" w:cs="Times New Roman"/>
              </w:rPr>
              <w:t>-ной</w:t>
            </w:r>
            <w:proofErr w:type="gramEnd"/>
            <w:r w:rsidRPr="00024960">
              <w:rPr>
                <w:rFonts w:ascii="Times New Roman" w:hAnsi="Times New Roman" w:cs="Times New Roman"/>
              </w:rPr>
              <w:t xml:space="preserve"> бюджет,</w:t>
            </w:r>
          </w:p>
          <w:p w:rsidR="0097557E" w:rsidRPr="00024960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</w:rPr>
            </w:pPr>
            <w:r w:rsidRPr="00024960">
              <w:rPr>
                <w:rFonts w:ascii="Times New Roman" w:hAnsi="Times New Roman" w:cs="Times New Roman"/>
              </w:rPr>
              <w:t xml:space="preserve">из них: 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7557E" w:rsidRPr="00024960" w:rsidRDefault="00CB5C1D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63729368,63904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024960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2740868,58882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7557E" w:rsidRPr="00024960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3114508,62596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024960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4727195,00081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024960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5496613,18005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024960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5262817,53968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7557E" w:rsidRPr="00024960" w:rsidRDefault="0051739C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5759096,25096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024960" w:rsidRDefault="00CB5C1D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8404957,46442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024960" w:rsidRDefault="0051739C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9347445,6205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024960" w:rsidRDefault="0051739C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10454293,93786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024960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4128786,21499</w:t>
            </w:r>
          </w:p>
        </w:tc>
        <w:tc>
          <w:tcPr>
            <w:tcW w:w="533" w:type="dxa"/>
            <w:textDirection w:val="btLr"/>
            <w:vAlign w:val="center"/>
          </w:tcPr>
          <w:p w:rsidR="0097557E" w:rsidRPr="00024960" w:rsidRDefault="0097557E" w:rsidP="00F649B0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4292786,21499</w:t>
            </w:r>
          </w:p>
        </w:tc>
      </w:tr>
      <w:tr w:rsidR="0097557E" w:rsidRPr="00024960" w:rsidTr="00606260">
        <w:trPr>
          <w:cantSplit/>
          <w:trHeight w:val="1843"/>
          <w:jc w:val="right"/>
        </w:trPr>
        <w:tc>
          <w:tcPr>
            <w:tcW w:w="426" w:type="dxa"/>
            <w:vMerge/>
            <w:shd w:val="clear" w:color="auto" w:fill="auto"/>
          </w:tcPr>
          <w:p w:rsidR="0097557E" w:rsidRPr="00024960" w:rsidRDefault="0097557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7557E" w:rsidRPr="00024960" w:rsidRDefault="0097557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97557E" w:rsidRPr="00024960" w:rsidRDefault="0097557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24960">
              <w:rPr>
                <w:rFonts w:ascii="Times New Roman" w:hAnsi="Times New Roman" w:cs="Times New Roman"/>
              </w:rPr>
              <w:t>бюд-жетные</w:t>
            </w:r>
            <w:proofErr w:type="spellEnd"/>
            <w:proofErr w:type="gramEnd"/>
            <w:r w:rsidR="001C069C" w:rsidRPr="000249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4960">
              <w:rPr>
                <w:rFonts w:ascii="Times New Roman" w:hAnsi="Times New Roman" w:cs="Times New Roman"/>
              </w:rPr>
              <w:t>ассиг-нованиядорож-ного</w:t>
            </w:r>
            <w:proofErr w:type="spellEnd"/>
            <w:r w:rsidRPr="00024960">
              <w:rPr>
                <w:rFonts w:ascii="Times New Roman" w:hAnsi="Times New Roman" w:cs="Times New Roman"/>
              </w:rPr>
              <w:t xml:space="preserve"> фонда</w:t>
            </w:r>
          </w:p>
          <w:p w:rsidR="00606260" w:rsidRPr="00024960" w:rsidRDefault="00606260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7557E" w:rsidRPr="00024960" w:rsidRDefault="0017575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57312289,93924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024960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2740868,58882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7557E" w:rsidRPr="00024960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3114508,62596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024960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3802292,91163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024960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4491383,1327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7557E" w:rsidRPr="00024960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4128217,66602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7557E" w:rsidRPr="00024960" w:rsidRDefault="007F225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4936492,43259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024960" w:rsidRDefault="0017575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7496945,8145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024960" w:rsidRDefault="0051739C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8778167,92351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024960" w:rsidRDefault="0051739C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9869759,84351</w:t>
            </w:r>
          </w:p>
        </w:tc>
        <w:tc>
          <w:tcPr>
            <w:tcW w:w="567" w:type="dxa"/>
            <w:textDirection w:val="btLr"/>
            <w:vAlign w:val="center"/>
          </w:tcPr>
          <w:p w:rsidR="0097557E" w:rsidRPr="00024960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3894826,5</w:t>
            </w:r>
          </w:p>
        </w:tc>
        <w:tc>
          <w:tcPr>
            <w:tcW w:w="533" w:type="dxa"/>
            <w:textDirection w:val="btLr"/>
            <w:vAlign w:val="center"/>
          </w:tcPr>
          <w:p w:rsidR="0097557E" w:rsidRPr="00024960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4058826,5</w:t>
            </w:r>
          </w:p>
        </w:tc>
      </w:tr>
      <w:tr w:rsidR="00606260" w:rsidRPr="00024960" w:rsidTr="00606260">
        <w:trPr>
          <w:cantSplit/>
          <w:trHeight w:val="1551"/>
          <w:jc w:val="right"/>
        </w:trPr>
        <w:tc>
          <w:tcPr>
            <w:tcW w:w="426" w:type="dxa"/>
            <w:vMerge/>
            <w:shd w:val="clear" w:color="auto" w:fill="auto"/>
          </w:tcPr>
          <w:p w:rsidR="00606260" w:rsidRPr="00024960" w:rsidRDefault="00606260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06260" w:rsidRPr="00024960" w:rsidRDefault="00606260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606260" w:rsidRPr="00024960" w:rsidRDefault="00606260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24960">
              <w:rPr>
                <w:rFonts w:ascii="Times New Roman" w:hAnsi="Times New Roman" w:cs="Times New Roman"/>
              </w:rPr>
              <w:t>феде-ральный</w:t>
            </w:r>
            <w:proofErr w:type="spellEnd"/>
            <w:proofErr w:type="gramEnd"/>
            <w:r w:rsidRPr="00024960">
              <w:rPr>
                <w:rFonts w:ascii="Times New Roman" w:hAnsi="Times New Roman" w:cs="Times New Roman"/>
              </w:rPr>
              <w:t xml:space="preserve"> бюджет,        из них:</w:t>
            </w:r>
          </w:p>
          <w:p w:rsidR="00606260" w:rsidRPr="00024960" w:rsidRDefault="00606260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</w:rPr>
            </w:pPr>
          </w:p>
          <w:p w:rsidR="00606260" w:rsidRPr="00024960" w:rsidRDefault="00606260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06260" w:rsidRPr="00024960" w:rsidRDefault="00E14DDF" w:rsidP="008270DE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16303039,98717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06260" w:rsidRPr="00024960" w:rsidRDefault="00606260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606260" w:rsidRPr="00024960" w:rsidRDefault="00606260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679043,09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06260" w:rsidRPr="00024960" w:rsidRDefault="00606260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1066666,5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06260" w:rsidRPr="00024960" w:rsidRDefault="00606260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935107,68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06260" w:rsidRPr="00024960" w:rsidRDefault="00606260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1054935,41717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606260" w:rsidRPr="00024960" w:rsidRDefault="0051739C" w:rsidP="00A830B9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2743710,7</w:t>
            </w:r>
          </w:p>
        </w:tc>
        <w:tc>
          <w:tcPr>
            <w:tcW w:w="567" w:type="dxa"/>
            <w:textDirection w:val="btLr"/>
            <w:vAlign w:val="center"/>
          </w:tcPr>
          <w:p w:rsidR="00606260" w:rsidRPr="00024960" w:rsidRDefault="0051739C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1645354,8</w:t>
            </w:r>
          </w:p>
        </w:tc>
        <w:tc>
          <w:tcPr>
            <w:tcW w:w="567" w:type="dxa"/>
            <w:textDirection w:val="btLr"/>
            <w:vAlign w:val="center"/>
          </w:tcPr>
          <w:p w:rsidR="00606260" w:rsidRPr="00024960" w:rsidRDefault="0051739C" w:rsidP="00F649B0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2088648,8</w:t>
            </w:r>
          </w:p>
        </w:tc>
        <w:tc>
          <w:tcPr>
            <w:tcW w:w="567" w:type="dxa"/>
            <w:textDirection w:val="btLr"/>
            <w:vAlign w:val="center"/>
          </w:tcPr>
          <w:p w:rsidR="00606260" w:rsidRPr="00024960" w:rsidRDefault="0051739C" w:rsidP="00F649B0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1859673</w:t>
            </w:r>
          </w:p>
        </w:tc>
        <w:tc>
          <w:tcPr>
            <w:tcW w:w="567" w:type="dxa"/>
            <w:textDirection w:val="btLr"/>
            <w:vAlign w:val="center"/>
          </w:tcPr>
          <w:p w:rsidR="00606260" w:rsidRPr="00024960" w:rsidRDefault="00606260" w:rsidP="00F649B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3549900</w:t>
            </w:r>
          </w:p>
        </w:tc>
        <w:tc>
          <w:tcPr>
            <w:tcW w:w="533" w:type="dxa"/>
            <w:textDirection w:val="btLr"/>
            <w:vAlign w:val="center"/>
          </w:tcPr>
          <w:p w:rsidR="00606260" w:rsidRPr="00024960" w:rsidRDefault="00606260" w:rsidP="00F649B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680000</w:t>
            </w:r>
          </w:p>
        </w:tc>
      </w:tr>
      <w:tr w:rsidR="00606260" w:rsidRPr="00024960" w:rsidTr="00606260">
        <w:trPr>
          <w:cantSplit/>
          <w:trHeight w:val="1423"/>
          <w:jc w:val="right"/>
        </w:trPr>
        <w:tc>
          <w:tcPr>
            <w:tcW w:w="426" w:type="dxa"/>
            <w:vMerge/>
            <w:shd w:val="clear" w:color="auto" w:fill="auto"/>
          </w:tcPr>
          <w:p w:rsidR="00606260" w:rsidRPr="00024960" w:rsidRDefault="00606260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06260" w:rsidRPr="00024960" w:rsidRDefault="00606260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606260" w:rsidRPr="00024960" w:rsidRDefault="00606260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24960">
              <w:rPr>
                <w:rFonts w:ascii="Times New Roman" w:hAnsi="Times New Roman" w:cs="Times New Roman"/>
              </w:rPr>
              <w:t>бюд-жетные</w:t>
            </w:r>
            <w:proofErr w:type="spellEnd"/>
            <w:proofErr w:type="gramEnd"/>
            <w:r w:rsidRPr="000249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4960">
              <w:rPr>
                <w:rFonts w:ascii="Times New Roman" w:hAnsi="Times New Roman" w:cs="Times New Roman"/>
              </w:rPr>
              <w:t>ассиг-нованиядорож-ного</w:t>
            </w:r>
            <w:proofErr w:type="spellEnd"/>
            <w:r w:rsidRPr="00024960">
              <w:rPr>
                <w:rFonts w:ascii="Times New Roman" w:hAnsi="Times New Roman" w:cs="Times New Roman"/>
              </w:rPr>
              <w:t xml:space="preserve"> фонда</w:t>
            </w:r>
          </w:p>
          <w:p w:rsidR="00606260" w:rsidRPr="00024960" w:rsidRDefault="00606260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06260" w:rsidRPr="00024960" w:rsidRDefault="0051739C" w:rsidP="008270DE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16003039,98717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06260" w:rsidRPr="00024960" w:rsidRDefault="00606260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606260" w:rsidRPr="00024960" w:rsidRDefault="00606260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679043,09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06260" w:rsidRPr="00024960" w:rsidRDefault="00606260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766666,5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06260" w:rsidRPr="00024960" w:rsidRDefault="00606260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935107,68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06260" w:rsidRPr="00024960" w:rsidRDefault="00606260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1054935,41717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606260" w:rsidRPr="00024960" w:rsidRDefault="0051739C" w:rsidP="00A830B9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2743710,7</w:t>
            </w:r>
          </w:p>
        </w:tc>
        <w:tc>
          <w:tcPr>
            <w:tcW w:w="567" w:type="dxa"/>
            <w:textDirection w:val="btLr"/>
            <w:vAlign w:val="center"/>
          </w:tcPr>
          <w:p w:rsidR="00606260" w:rsidRPr="00024960" w:rsidRDefault="0051739C" w:rsidP="006661FF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1645354,8</w:t>
            </w:r>
          </w:p>
        </w:tc>
        <w:tc>
          <w:tcPr>
            <w:tcW w:w="567" w:type="dxa"/>
            <w:textDirection w:val="btLr"/>
            <w:vAlign w:val="center"/>
          </w:tcPr>
          <w:p w:rsidR="00606260" w:rsidRPr="00024960" w:rsidRDefault="0051739C" w:rsidP="006661F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2088648,8</w:t>
            </w:r>
          </w:p>
        </w:tc>
        <w:tc>
          <w:tcPr>
            <w:tcW w:w="567" w:type="dxa"/>
            <w:textDirection w:val="btLr"/>
            <w:vAlign w:val="center"/>
          </w:tcPr>
          <w:p w:rsidR="00606260" w:rsidRPr="00024960" w:rsidRDefault="0051739C" w:rsidP="00F649B0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1859673</w:t>
            </w:r>
          </w:p>
        </w:tc>
        <w:tc>
          <w:tcPr>
            <w:tcW w:w="567" w:type="dxa"/>
            <w:textDirection w:val="btLr"/>
            <w:vAlign w:val="center"/>
          </w:tcPr>
          <w:p w:rsidR="00606260" w:rsidRPr="00024960" w:rsidRDefault="00606260" w:rsidP="00F649B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3549900</w:t>
            </w:r>
          </w:p>
        </w:tc>
        <w:tc>
          <w:tcPr>
            <w:tcW w:w="533" w:type="dxa"/>
            <w:textDirection w:val="btLr"/>
            <w:vAlign w:val="center"/>
          </w:tcPr>
          <w:p w:rsidR="00606260" w:rsidRPr="00024960" w:rsidRDefault="00606260" w:rsidP="00F649B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680000</w:t>
            </w:r>
          </w:p>
        </w:tc>
      </w:tr>
      <w:tr w:rsidR="00EF72EE" w:rsidRPr="00024960" w:rsidTr="00606260">
        <w:trPr>
          <w:cantSplit/>
          <w:trHeight w:val="910"/>
          <w:jc w:val="right"/>
        </w:trPr>
        <w:tc>
          <w:tcPr>
            <w:tcW w:w="426" w:type="dxa"/>
            <w:shd w:val="clear" w:color="auto" w:fill="auto"/>
          </w:tcPr>
          <w:p w:rsidR="00EF72EE" w:rsidRPr="00024960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24960">
              <w:rPr>
                <w:rFonts w:ascii="Times New Roman" w:hAnsi="Times New Roman" w:cs="Times New Roman"/>
              </w:rPr>
              <w:t>2</w:t>
            </w:r>
          </w:p>
          <w:p w:rsidR="00EF72EE" w:rsidRPr="00024960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F72EE" w:rsidRPr="00024960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F72EE" w:rsidRPr="00024960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EF72EE" w:rsidRPr="00024960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  <w:proofErr w:type="spellStart"/>
            <w:r w:rsidRPr="00024960">
              <w:rPr>
                <w:rFonts w:ascii="Times New Roman" w:hAnsi="Times New Roman" w:cs="Times New Roman"/>
              </w:rPr>
              <w:t>Минобра-зование</w:t>
            </w:r>
            <w:proofErr w:type="spellEnd"/>
            <w:r w:rsidRPr="00024960">
              <w:rPr>
                <w:rFonts w:ascii="Times New Roman" w:hAnsi="Times New Roman" w:cs="Times New Roman"/>
              </w:rPr>
              <w:t xml:space="preserve"> Рязанской области</w:t>
            </w:r>
          </w:p>
          <w:p w:rsidR="004D5895" w:rsidRPr="00024960" w:rsidRDefault="004D5895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4D5895" w:rsidRPr="00024960" w:rsidRDefault="004D5895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EF72EE" w:rsidRPr="00024960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EF72EE" w:rsidRPr="00024960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24960">
              <w:rPr>
                <w:rFonts w:ascii="Times New Roman" w:hAnsi="Times New Roman" w:cs="Times New Roman"/>
              </w:rPr>
              <w:t>област</w:t>
            </w:r>
            <w:proofErr w:type="spellEnd"/>
            <w:r w:rsidRPr="00024960">
              <w:rPr>
                <w:rFonts w:ascii="Times New Roman" w:hAnsi="Times New Roman" w:cs="Times New Roman"/>
              </w:rPr>
              <w:t>-ной</w:t>
            </w:r>
            <w:proofErr w:type="gramEnd"/>
            <w:r w:rsidRPr="00024960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2EE" w:rsidRPr="00024960" w:rsidRDefault="0051739C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6748,1092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024960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024960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024960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024960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024960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468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024960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468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024960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467,7992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024960" w:rsidRDefault="0051739C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3040,31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024960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768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024960" w:rsidRDefault="0097557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024960">
              <w:rPr>
                <w:rFonts w:ascii="Times New Roman" w:hAnsi="Times New Roman"/>
              </w:rPr>
              <w:t>768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024960" w:rsidRDefault="0051739C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024960">
              <w:rPr>
                <w:rFonts w:ascii="Times New Roman" w:hAnsi="Times New Roman"/>
              </w:rPr>
              <w:t>768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024960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024960">
              <w:rPr>
                <w:rFonts w:ascii="Times New Roman" w:hAnsi="Times New Roman"/>
              </w:rPr>
              <w:t>-</w:t>
            </w:r>
          </w:p>
        </w:tc>
        <w:tc>
          <w:tcPr>
            <w:tcW w:w="533" w:type="dxa"/>
            <w:textDirection w:val="btLr"/>
            <w:vAlign w:val="center"/>
          </w:tcPr>
          <w:p w:rsidR="00EF72EE" w:rsidRPr="00024960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024960">
              <w:rPr>
                <w:rFonts w:ascii="Times New Roman" w:hAnsi="Times New Roman"/>
              </w:rPr>
              <w:t>-</w:t>
            </w:r>
          </w:p>
        </w:tc>
      </w:tr>
      <w:tr w:rsidR="00EF72EE" w:rsidRPr="00024960" w:rsidTr="009019EE">
        <w:trPr>
          <w:cantSplit/>
          <w:trHeight w:val="1615"/>
          <w:jc w:val="right"/>
        </w:trPr>
        <w:tc>
          <w:tcPr>
            <w:tcW w:w="426" w:type="dxa"/>
            <w:vMerge w:val="restart"/>
            <w:shd w:val="clear" w:color="auto" w:fill="auto"/>
          </w:tcPr>
          <w:p w:rsidR="00EF72EE" w:rsidRPr="00024960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F72EE" w:rsidRPr="00024960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F72EE" w:rsidRPr="00024960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F72EE" w:rsidRPr="00024960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F72EE" w:rsidRPr="00024960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F72EE" w:rsidRPr="00024960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F72EE" w:rsidRPr="00024960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F72EE" w:rsidRPr="00024960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F72EE" w:rsidRPr="00024960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F72EE" w:rsidRPr="00024960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F72EE" w:rsidRPr="00024960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F72EE" w:rsidRPr="00024960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F72EE" w:rsidRPr="00024960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F72EE" w:rsidRPr="00024960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F72EE" w:rsidRPr="00024960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F72EE" w:rsidRPr="00024960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F72EE" w:rsidRPr="00024960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F72EE" w:rsidRPr="00024960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F72EE" w:rsidRPr="00024960" w:rsidRDefault="00EF72EE" w:rsidP="00F649B0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F72EE" w:rsidRPr="00024960" w:rsidRDefault="00EF72EE" w:rsidP="00F649B0">
            <w:pPr>
              <w:pStyle w:val="ConsPlusNormal"/>
              <w:spacing w:line="230" w:lineRule="auto"/>
              <w:ind w:left="-57" w:right="-57" w:firstLine="0"/>
              <w:rPr>
                <w:rFonts w:ascii="Times New Roman" w:hAnsi="Times New Roman" w:cs="Times New Roman"/>
              </w:rPr>
            </w:pPr>
            <w:r w:rsidRPr="00024960">
              <w:rPr>
                <w:rFonts w:ascii="Times New Roman" w:hAnsi="Times New Roman" w:cs="Times New Roman"/>
              </w:rPr>
              <w:t xml:space="preserve">Итого по </w:t>
            </w:r>
            <w:proofErr w:type="spellStart"/>
            <w:proofErr w:type="gramStart"/>
            <w:r w:rsidRPr="00024960">
              <w:rPr>
                <w:rFonts w:ascii="Times New Roman" w:hAnsi="Times New Roman" w:cs="Times New Roman"/>
              </w:rPr>
              <w:t>Програм-ме</w:t>
            </w:r>
            <w:proofErr w:type="spellEnd"/>
            <w:proofErr w:type="gramEnd"/>
            <w:r w:rsidRPr="00024960">
              <w:rPr>
                <w:rFonts w:ascii="Times New Roman" w:hAnsi="Times New Roman" w:cs="Times New Roman"/>
              </w:rPr>
              <w:t>,</w:t>
            </w:r>
          </w:p>
          <w:p w:rsidR="00EF72EE" w:rsidRPr="00024960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  <w:r w:rsidRPr="00024960">
              <w:rPr>
                <w:rFonts w:ascii="Times New Roman" w:hAnsi="Times New Roman" w:cs="Times New Roman"/>
              </w:rPr>
              <w:t>в том числе:</w:t>
            </w:r>
          </w:p>
          <w:p w:rsidR="00EF72EE" w:rsidRPr="00024960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EF72EE" w:rsidRPr="00024960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EF72EE" w:rsidRPr="00024960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EF72EE" w:rsidRPr="00024960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EF72EE" w:rsidRPr="00024960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EF72EE" w:rsidRPr="00024960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EF72EE" w:rsidRPr="00024960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EF72EE" w:rsidRPr="00024960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EF72EE" w:rsidRPr="00024960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EF72EE" w:rsidRPr="00024960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EF72EE" w:rsidRPr="00024960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EF72EE" w:rsidRPr="00024960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EF72EE" w:rsidRPr="00024960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  <w:p w:rsidR="00EF72EE" w:rsidRPr="00024960" w:rsidRDefault="00EF72EE" w:rsidP="00F649B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EF72EE" w:rsidRPr="00024960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</w:rPr>
            </w:pPr>
          </w:p>
          <w:p w:rsidR="00EF72EE" w:rsidRPr="00024960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</w:rPr>
            </w:pPr>
          </w:p>
          <w:p w:rsidR="00EF72EE" w:rsidRPr="00024960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</w:rPr>
            </w:pPr>
          </w:p>
          <w:p w:rsidR="00EF72EE" w:rsidRPr="00024960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</w:rPr>
            </w:pPr>
          </w:p>
          <w:p w:rsidR="00EF72EE" w:rsidRPr="00024960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2EE" w:rsidRPr="00024960" w:rsidRDefault="00CB5C1D" w:rsidP="0051739C">
            <w:pPr>
              <w:widowControl w:val="0"/>
              <w:suppressLineNumbers/>
              <w:spacing w:line="245" w:lineRule="auto"/>
              <w:ind w:left="57" w:right="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80039156,73541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024960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2740868,58882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024960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3793551,71596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024960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5794329,50081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024960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6432188,86005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024960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6318220,75605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024960" w:rsidRDefault="0051739C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8505847,26096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024960" w:rsidRDefault="00CB5C1D" w:rsidP="0017575E">
            <w:pPr>
              <w:widowControl w:val="0"/>
              <w:suppressLineNumbers/>
              <w:spacing w:line="245" w:lineRule="auto"/>
              <w:ind w:left="57" w:right="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10051080,26442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024960" w:rsidRDefault="00E14DDF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11436862,4205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024960" w:rsidRDefault="00E14DDF" w:rsidP="0051739C">
            <w:pPr>
              <w:widowControl w:val="0"/>
              <w:suppressLineNumbers/>
              <w:spacing w:line="245" w:lineRule="auto"/>
              <w:ind w:left="57" w:right="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12314734,93786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024960" w:rsidRDefault="00E14DDF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7678686,21499</w:t>
            </w:r>
          </w:p>
        </w:tc>
        <w:tc>
          <w:tcPr>
            <w:tcW w:w="533" w:type="dxa"/>
            <w:textDirection w:val="btLr"/>
            <w:vAlign w:val="center"/>
          </w:tcPr>
          <w:p w:rsidR="00EF72EE" w:rsidRPr="00024960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4972786,21499</w:t>
            </w:r>
          </w:p>
        </w:tc>
      </w:tr>
      <w:tr w:rsidR="00EF72EE" w:rsidRPr="00024960" w:rsidTr="00F649B0">
        <w:trPr>
          <w:cantSplit/>
          <w:trHeight w:val="1832"/>
          <w:jc w:val="right"/>
        </w:trPr>
        <w:tc>
          <w:tcPr>
            <w:tcW w:w="426" w:type="dxa"/>
            <w:vMerge/>
            <w:shd w:val="clear" w:color="auto" w:fill="auto"/>
          </w:tcPr>
          <w:p w:rsidR="00EF72EE" w:rsidRPr="00024960" w:rsidRDefault="00EF72EE" w:rsidP="00F649B0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F72EE" w:rsidRPr="00024960" w:rsidRDefault="00EF72EE" w:rsidP="00F649B0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EF72EE" w:rsidRPr="00024960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24960">
              <w:rPr>
                <w:rFonts w:ascii="Times New Roman" w:hAnsi="Times New Roman" w:cs="Times New Roman"/>
              </w:rPr>
              <w:t>област</w:t>
            </w:r>
            <w:proofErr w:type="spellEnd"/>
            <w:r w:rsidRPr="00024960">
              <w:rPr>
                <w:rFonts w:ascii="Times New Roman" w:hAnsi="Times New Roman" w:cs="Times New Roman"/>
              </w:rPr>
              <w:t>-ной</w:t>
            </w:r>
            <w:proofErr w:type="gramEnd"/>
            <w:r w:rsidRPr="00024960">
              <w:rPr>
                <w:rFonts w:ascii="Times New Roman" w:hAnsi="Times New Roman" w:cs="Times New Roman"/>
              </w:rPr>
              <w:t xml:space="preserve"> бюджет,</w:t>
            </w:r>
          </w:p>
          <w:p w:rsidR="00EF72EE" w:rsidRPr="00024960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</w:rPr>
            </w:pPr>
            <w:r w:rsidRPr="00024960">
              <w:rPr>
                <w:rFonts w:ascii="Times New Roman" w:hAnsi="Times New Roman" w:cs="Times New Roman"/>
              </w:rPr>
              <w:t xml:space="preserve">из них: 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2EE" w:rsidRPr="00024960" w:rsidRDefault="00CB5C1D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63736116,74824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024960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2740868,58882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024960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3114508,62596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024960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4727663,00081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024960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5497081,18005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024960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5263285,33888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024960" w:rsidRDefault="0051739C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5762136,56096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024960" w:rsidRDefault="00CB5C1D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8405725,46442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024960" w:rsidRDefault="0051739C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9348213,6205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024960" w:rsidRDefault="0051739C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10455061,93786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024960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4128786,21499</w:t>
            </w:r>
          </w:p>
        </w:tc>
        <w:tc>
          <w:tcPr>
            <w:tcW w:w="533" w:type="dxa"/>
            <w:textDirection w:val="btLr"/>
            <w:vAlign w:val="center"/>
          </w:tcPr>
          <w:p w:rsidR="00EF72EE" w:rsidRPr="00024960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4292786,21499</w:t>
            </w:r>
          </w:p>
        </w:tc>
      </w:tr>
      <w:tr w:rsidR="00EF72EE" w:rsidRPr="00024960" w:rsidTr="00F649B0">
        <w:trPr>
          <w:cantSplit/>
          <w:trHeight w:val="1830"/>
          <w:jc w:val="right"/>
        </w:trPr>
        <w:tc>
          <w:tcPr>
            <w:tcW w:w="426" w:type="dxa"/>
            <w:vMerge/>
            <w:shd w:val="clear" w:color="auto" w:fill="auto"/>
          </w:tcPr>
          <w:p w:rsidR="00EF72EE" w:rsidRPr="00024960" w:rsidRDefault="00EF72EE" w:rsidP="00F649B0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F72EE" w:rsidRPr="00024960" w:rsidRDefault="00EF72EE" w:rsidP="00F649B0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EF72EE" w:rsidRPr="00024960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24960">
              <w:rPr>
                <w:rFonts w:ascii="Times New Roman" w:hAnsi="Times New Roman" w:cs="Times New Roman"/>
              </w:rPr>
              <w:t>бюд-жетные</w:t>
            </w:r>
            <w:proofErr w:type="spellEnd"/>
            <w:proofErr w:type="gramEnd"/>
            <w:r w:rsidR="001C069C" w:rsidRPr="000249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4960">
              <w:rPr>
                <w:rFonts w:ascii="Times New Roman" w:hAnsi="Times New Roman" w:cs="Times New Roman"/>
              </w:rPr>
              <w:t>ассиг-нованиядорож-ного</w:t>
            </w:r>
            <w:proofErr w:type="spellEnd"/>
            <w:r w:rsidRPr="00024960">
              <w:rPr>
                <w:rFonts w:ascii="Times New Roman" w:hAnsi="Times New Roman" w:cs="Times New Roman"/>
              </w:rPr>
              <w:t xml:space="preserve"> фонда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2EE" w:rsidRPr="00024960" w:rsidRDefault="0017575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57312289,93924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024960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2740868,58882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024960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3114508,62596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024960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3802292,91163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024960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4491383,1327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024960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4128217,66602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024960" w:rsidRDefault="00E14DDF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4936492,43259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024960" w:rsidRDefault="0017575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7496945,8145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024960" w:rsidRDefault="0051739C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8778167,92351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024960" w:rsidRDefault="0051739C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9869759,84351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024960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3894826,5</w:t>
            </w:r>
          </w:p>
        </w:tc>
        <w:tc>
          <w:tcPr>
            <w:tcW w:w="533" w:type="dxa"/>
            <w:textDirection w:val="btLr"/>
            <w:vAlign w:val="center"/>
          </w:tcPr>
          <w:p w:rsidR="00EF72EE" w:rsidRPr="00024960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4058826,5</w:t>
            </w:r>
          </w:p>
        </w:tc>
      </w:tr>
      <w:tr w:rsidR="00EF72EE" w:rsidRPr="00024960" w:rsidTr="00606260">
        <w:trPr>
          <w:cantSplit/>
          <w:trHeight w:val="1265"/>
          <w:jc w:val="right"/>
        </w:trPr>
        <w:tc>
          <w:tcPr>
            <w:tcW w:w="426" w:type="dxa"/>
            <w:vMerge/>
            <w:shd w:val="clear" w:color="auto" w:fill="auto"/>
          </w:tcPr>
          <w:p w:rsidR="00EF72EE" w:rsidRPr="00024960" w:rsidRDefault="00EF72EE" w:rsidP="00F649B0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F72EE" w:rsidRPr="00024960" w:rsidRDefault="00EF72EE" w:rsidP="00F649B0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EF72EE" w:rsidRPr="00024960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24960">
              <w:rPr>
                <w:rFonts w:ascii="Times New Roman" w:hAnsi="Times New Roman" w:cs="Times New Roman"/>
              </w:rPr>
              <w:t>феде-ральный</w:t>
            </w:r>
            <w:proofErr w:type="spellEnd"/>
            <w:proofErr w:type="gramEnd"/>
            <w:r w:rsidRPr="00024960">
              <w:rPr>
                <w:rFonts w:ascii="Times New Roman" w:hAnsi="Times New Roman" w:cs="Times New Roman"/>
              </w:rPr>
              <w:t xml:space="preserve"> бюджет,</w:t>
            </w:r>
            <w:r w:rsidR="009019EE" w:rsidRPr="00024960">
              <w:rPr>
                <w:rFonts w:ascii="Times New Roman" w:hAnsi="Times New Roman" w:cs="Times New Roman"/>
              </w:rPr>
              <w:t xml:space="preserve">       </w:t>
            </w:r>
            <w:r w:rsidRPr="00024960">
              <w:rPr>
                <w:rFonts w:ascii="Times New Roman" w:hAnsi="Times New Roman" w:cs="Times New Roman"/>
              </w:rPr>
              <w:t>из них:</w:t>
            </w:r>
          </w:p>
          <w:p w:rsidR="00EF72EE" w:rsidRPr="00024960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</w:rPr>
            </w:pPr>
          </w:p>
          <w:p w:rsidR="00EF72EE" w:rsidRPr="00024960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</w:rPr>
            </w:pPr>
          </w:p>
          <w:p w:rsidR="00EF72EE" w:rsidRPr="00024960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</w:rPr>
            </w:pPr>
          </w:p>
          <w:p w:rsidR="00EF72EE" w:rsidRPr="00024960" w:rsidRDefault="00EF72EE" w:rsidP="00F649B0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2EE" w:rsidRPr="00024960" w:rsidRDefault="0051739C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16303039,98717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024960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024960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679043,09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024960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1066666,5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024960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935107,68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2EE" w:rsidRPr="00024960" w:rsidRDefault="00EF72EE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1054935,41717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F72EE" w:rsidRPr="00024960" w:rsidRDefault="0051739C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2743710,7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024960" w:rsidRDefault="0051739C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1645354,8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024960" w:rsidRDefault="0051739C" w:rsidP="00F649B0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2088648,8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024960" w:rsidRDefault="0051739C" w:rsidP="00F649B0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1859673</w:t>
            </w:r>
          </w:p>
        </w:tc>
        <w:tc>
          <w:tcPr>
            <w:tcW w:w="567" w:type="dxa"/>
            <w:textDirection w:val="btLr"/>
            <w:vAlign w:val="center"/>
          </w:tcPr>
          <w:p w:rsidR="00EF72EE" w:rsidRPr="00024960" w:rsidRDefault="00EF72EE" w:rsidP="00F649B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3549900</w:t>
            </w:r>
          </w:p>
        </w:tc>
        <w:tc>
          <w:tcPr>
            <w:tcW w:w="533" w:type="dxa"/>
            <w:textDirection w:val="btLr"/>
            <w:vAlign w:val="center"/>
          </w:tcPr>
          <w:p w:rsidR="00EF72EE" w:rsidRPr="00024960" w:rsidRDefault="00EF72EE" w:rsidP="00F649B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680000</w:t>
            </w:r>
          </w:p>
        </w:tc>
      </w:tr>
      <w:tr w:rsidR="007B1DA1" w:rsidRPr="00024960" w:rsidTr="00606260">
        <w:trPr>
          <w:cantSplit/>
          <w:trHeight w:val="1433"/>
          <w:jc w:val="right"/>
        </w:trPr>
        <w:tc>
          <w:tcPr>
            <w:tcW w:w="426" w:type="dxa"/>
            <w:vMerge/>
            <w:shd w:val="clear" w:color="auto" w:fill="auto"/>
          </w:tcPr>
          <w:p w:rsidR="007B1DA1" w:rsidRPr="00024960" w:rsidRDefault="007B1DA1" w:rsidP="00F649B0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B1DA1" w:rsidRPr="00024960" w:rsidRDefault="007B1DA1" w:rsidP="00F649B0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7B1DA1" w:rsidRPr="00024960" w:rsidRDefault="007B1DA1" w:rsidP="00AE0B1E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24960">
              <w:rPr>
                <w:rFonts w:ascii="Times New Roman" w:hAnsi="Times New Roman" w:cs="Times New Roman"/>
              </w:rPr>
              <w:t>бюд-жетные</w:t>
            </w:r>
            <w:proofErr w:type="spellEnd"/>
            <w:proofErr w:type="gramEnd"/>
            <w:r w:rsidR="001C069C" w:rsidRPr="000249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4960">
              <w:rPr>
                <w:rFonts w:ascii="Times New Roman" w:hAnsi="Times New Roman" w:cs="Times New Roman"/>
              </w:rPr>
              <w:t>ассиг-нованиядорож-ного</w:t>
            </w:r>
            <w:proofErr w:type="spellEnd"/>
            <w:r w:rsidRPr="00024960">
              <w:rPr>
                <w:rFonts w:ascii="Times New Roman" w:hAnsi="Times New Roman" w:cs="Times New Roman"/>
              </w:rPr>
              <w:t xml:space="preserve"> фонда</w:t>
            </w:r>
          </w:p>
          <w:p w:rsidR="00AE0B1E" w:rsidRPr="00024960" w:rsidRDefault="00AE0B1E" w:rsidP="00AE0B1E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B1DA1" w:rsidRPr="00024960" w:rsidRDefault="0051739C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16003039,98717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B1DA1" w:rsidRPr="00024960" w:rsidRDefault="007B1DA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-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7B1DA1" w:rsidRPr="00024960" w:rsidRDefault="007B1DA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679043,09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B1DA1" w:rsidRPr="00024960" w:rsidRDefault="007B1DA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766666,5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B1DA1" w:rsidRPr="00024960" w:rsidRDefault="007B1DA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935107,68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B1DA1" w:rsidRPr="00024960" w:rsidRDefault="007B1DA1" w:rsidP="00F649B0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1054935,41717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7B1DA1" w:rsidRPr="00024960" w:rsidRDefault="0051739C" w:rsidP="006661FF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2743710,7</w:t>
            </w:r>
          </w:p>
        </w:tc>
        <w:tc>
          <w:tcPr>
            <w:tcW w:w="567" w:type="dxa"/>
            <w:textDirection w:val="btLr"/>
            <w:vAlign w:val="center"/>
          </w:tcPr>
          <w:p w:rsidR="007B1DA1" w:rsidRPr="00024960" w:rsidRDefault="0051739C" w:rsidP="006661FF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1645354,8</w:t>
            </w:r>
          </w:p>
        </w:tc>
        <w:tc>
          <w:tcPr>
            <w:tcW w:w="567" w:type="dxa"/>
            <w:textDirection w:val="btLr"/>
            <w:vAlign w:val="center"/>
          </w:tcPr>
          <w:p w:rsidR="007B1DA1" w:rsidRPr="00024960" w:rsidRDefault="0051739C" w:rsidP="006661FF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2088648,8</w:t>
            </w:r>
          </w:p>
        </w:tc>
        <w:tc>
          <w:tcPr>
            <w:tcW w:w="567" w:type="dxa"/>
            <w:textDirection w:val="btLr"/>
            <w:vAlign w:val="center"/>
          </w:tcPr>
          <w:p w:rsidR="007B1DA1" w:rsidRPr="00024960" w:rsidRDefault="0051739C" w:rsidP="00F649B0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1859673</w:t>
            </w:r>
          </w:p>
        </w:tc>
        <w:tc>
          <w:tcPr>
            <w:tcW w:w="567" w:type="dxa"/>
            <w:textDirection w:val="btLr"/>
            <w:vAlign w:val="center"/>
          </w:tcPr>
          <w:p w:rsidR="007B1DA1" w:rsidRPr="00024960" w:rsidRDefault="007B1DA1" w:rsidP="00F649B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3549900</w:t>
            </w:r>
          </w:p>
        </w:tc>
        <w:tc>
          <w:tcPr>
            <w:tcW w:w="533" w:type="dxa"/>
            <w:textDirection w:val="btLr"/>
            <w:vAlign w:val="center"/>
          </w:tcPr>
          <w:p w:rsidR="007B1DA1" w:rsidRPr="00024960" w:rsidRDefault="007B1DA1" w:rsidP="00F649B0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680000</w:t>
            </w:r>
          </w:p>
        </w:tc>
      </w:tr>
    </w:tbl>
    <w:p w:rsidR="005700D7" w:rsidRPr="00024960" w:rsidRDefault="005700D7" w:rsidP="005700D7">
      <w:pPr>
        <w:rPr>
          <w:rFonts w:ascii="Times New Roman" w:hAnsi="Times New Roman"/>
          <w:sz w:val="2"/>
          <w:szCs w:val="2"/>
        </w:rPr>
      </w:pPr>
    </w:p>
    <w:p w:rsidR="001F1AA8" w:rsidRPr="00024960" w:rsidRDefault="005700D7" w:rsidP="00C51CBC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>Объемы финансирования Программы подлежат уточнению при изменении объемов средств, выделяемых из областного или федерального бюджет</w:t>
      </w:r>
      <w:r w:rsidR="0075344E" w:rsidRPr="00024960">
        <w:rPr>
          <w:rFonts w:ascii="Times New Roman" w:hAnsi="Times New Roman"/>
          <w:sz w:val="28"/>
          <w:szCs w:val="28"/>
        </w:rPr>
        <w:t>а</w:t>
      </w:r>
      <w:proofErr w:type="gramStart"/>
      <w:r w:rsidRPr="00024960">
        <w:rPr>
          <w:rFonts w:ascii="Times New Roman" w:hAnsi="Times New Roman"/>
          <w:sz w:val="28"/>
          <w:szCs w:val="28"/>
        </w:rPr>
        <w:t>.»;</w:t>
      </w:r>
      <w:proofErr w:type="gramEnd"/>
    </w:p>
    <w:p w:rsidR="000B1A5A" w:rsidRPr="00024960" w:rsidRDefault="000E62D0" w:rsidP="000B1A5A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>3</w:t>
      </w:r>
      <w:r w:rsidR="009019EE" w:rsidRPr="00024960">
        <w:rPr>
          <w:rFonts w:ascii="Times New Roman" w:hAnsi="Times New Roman"/>
          <w:sz w:val="28"/>
          <w:szCs w:val="28"/>
        </w:rPr>
        <w:t>) </w:t>
      </w:r>
      <w:r w:rsidR="000B1A5A" w:rsidRPr="00024960">
        <w:rPr>
          <w:rFonts w:ascii="Times New Roman" w:hAnsi="Times New Roman"/>
          <w:sz w:val="28"/>
          <w:szCs w:val="28"/>
        </w:rPr>
        <w:t>в разделе 6 «Ожидаемые конечные результаты реализации Программы и показатели социально-экономической эффективности»:</w:t>
      </w:r>
    </w:p>
    <w:p w:rsidR="00910B19" w:rsidRPr="00024960" w:rsidRDefault="00910B19" w:rsidP="000B1A5A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>абзацы двадцать с</w:t>
      </w:r>
      <w:r w:rsidR="00A83F59" w:rsidRPr="00024960">
        <w:rPr>
          <w:rFonts w:ascii="Times New Roman" w:hAnsi="Times New Roman"/>
          <w:sz w:val="28"/>
          <w:szCs w:val="28"/>
        </w:rPr>
        <w:t>едьмой</w:t>
      </w:r>
      <w:r w:rsidR="00C877A5">
        <w:rPr>
          <w:rFonts w:ascii="Times New Roman" w:hAnsi="Times New Roman"/>
          <w:sz w:val="28"/>
          <w:szCs w:val="28"/>
        </w:rPr>
        <w:t>,</w:t>
      </w:r>
      <w:r w:rsidRPr="00024960">
        <w:rPr>
          <w:rFonts w:ascii="Times New Roman" w:hAnsi="Times New Roman"/>
          <w:sz w:val="28"/>
          <w:szCs w:val="28"/>
        </w:rPr>
        <w:t xml:space="preserve"> двадцать вос</w:t>
      </w:r>
      <w:r w:rsidR="00A83F59" w:rsidRPr="00024960">
        <w:rPr>
          <w:rFonts w:ascii="Times New Roman" w:hAnsi="Times New Roman"/>
          <w:sz w:val="28"/>
          <w:szCs w:val="28"/>
        </w:rPr>
        <w:t>ьмой</w:t>
      </w:r>
      <w:r w:rsidRPr="00024960">
        <w:rPr>
          <w:rFonts w:ascii="Times New Roman" w:hAnsi="Times New Roman"/>
          <w:sz w:val="28"/>
          <w:szCs w:val="28"/>
        </w:rPr>
        <w:t xml:space="preserve"> признать утратившими силу;</w:t>
      </w:r>
    </w:p>
    <w:p w:rsidR="000B1A5A" w:rsidRPr="00024960" w:rsidRDefault="000B1A5A" w:rsidP="000B1A5A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>в абзаце тридцать втором цифры «2902,2» заменить цифрами «2915,2»;</w:t>
      </w:r>
    </w:p>
    <w:p w:rsidR="000B1A5A" w:rsidRPr="00024960" w:rsidRDefault="000B1A5A" w:rsidP="000B1A5A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>в абзаце тридцать третьем цифры «470,96» заменить цифрами «505,66»;</w:t>
      </w:r>
    </w:p>
    <w:p w:rsidR="000B1A5A" w:rsidRPr="00024960" w:rsidRDefault="000B1A5A" w:rsidP="000B1A5A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 xml:space="preserve">в абзаце тридцать четвертом цифры «1100,097», «3961,99» заменить </w:t>
      </w:r>
      <w:r w:rsidR="007E3C1A" w:rsidRPr="00024960">
        <w:rPr>
          <w:rFonts w:ascii="Times New Roman" w:hAnsi="Times New Roman"/>
          <w:sz w:val="28"/>
          <w:szCs w:val="28"/>
        </w:rPr>
        <w:t xml:space="preserve">соответственно </w:t>
      </w:r>
      <w:r w:rsidRPr="00024960">
        <w:rPr>
          <w:rFonts w:ascii="Times New Roman" w:hAnsi="Times New Roman"/>
          <w:sz w:val="28"/>
          <w:szCs w:val="28"/>
        </w:rPr>
        <w:t>цифрами «1117,988», «4489,37»;</w:t>
      </w:r>
    </w:p>
    <w:p w:rsidR="000B1A5A" w:rsidRPr="00024960" w:rsidRDefault="000B1A5A" w:rsidP="000B1A5A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>в абзаце тридцать пятом цифры «6649,3»</w:t>
      </w:r>
      <w:r w:rsidR="007E3C1A" w:rsidRPr="00024960">
        <w:rPr>
          <w:rFonts w:ascii="Times New Roman" w:hAnsi="Times New Roman"/>
          <w:sz w:val="28"/>
          <w:szCs w:val="28"/>
        </w:rPr>
        <w:t xml:space="preserve"> </w:t>
      </w:r>
      <w:r w:rsidRPr="00024960">
        <w:rPr>
          <w:rFonts w:ascii="Times New Roman" w:hAnsi="Times New Roman"/>
          <w:sz w:val="28"/>
          <w:szCs w:val="28"/>
        </w:rPr>
        <w:t>заменить цифрами «6652,3»;</w:t>
      </w:r>
    </w:p>
    <w:p w:rsidR="000B1A5A" w:rsidRPr="00024960" w:rsidRDefault="000B1A5A" w:rsidP="000B1A5A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 xml:space="preserve">в абзаце тридцать шестом цифры «172,751», «333,73» заменить </w:t>
      </w:r>
      <w:r w:rsidR="007E3C1A" w:rsidRPr="00024960">
        <w:rPr>
          <w:rFonts w:ascii="Times New Roman" w:hAnsi="Times New Roman"/>
          <w:sz w:val="28"/>
          <w:szCs w:val="28"/>
        </w:rPr>
        <w:t xml:space="preserve">соответственно </w:t>
      </w:r>
      <w:r w:rsidRPr="00024960">
        <w:rPr>
          <w:rFonts w:ascii="Times New Roman" w:hAnsi="Times New Roman"/>
          <w:sz w:val="28"/>
          <w:szCs w:val="28"/>
        </w:rPr>
        <w:t>цифрами «170,751», «2278,85»;</w:t>
      </w:r>
    </w:p>
    <w:p w:rsidR="000B1A5A" w:rsidRPr="00024960" w:rsidRDefault="000B1A5A" w:rsidP="000B1A5A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 xml:space="preserve">в абзаце тридцать восьмом цифры «75,549», «239,55» заменить </w:t>
      </w:r>
      <w:r w:rsidR="007E3C1A" w:rsidRPr="00024960">
        <w:rPr>
          <w:rFonts w:ascii="Times New Roman" w:hAnsi="Times New Roman"/>
          <w:sz w:val="28"/>
          <w:szCs w:val="28"/>
        </w:rPr>
        <w:t xml:space="preserve">соответственно </w:t>
      </w:r>
      <w:r w:rsidRPr="00024960">
        <w:rPr>
          <w:rFonts w:ascii="Times New Roman" w:hAnsi="Times New Roman"/>
          <w:sz w:val="28"/>
          <w:szCs w:val="28"/>
        </w:rPr>
        <w:t>цифрами «78,549», «2239,55»;</w:t>
      </w:r>
    </w:p>
    <w:p w:rsidR="00FD7D8B" w:rsidRPr="00024960" w:rsidRDefault="000B1A5A" w:rsidP="000B1A5A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 xml:space="preserve">в абзаце тридцать девятом цифры «95,929», «94,18» заменить </w:t>
      </w:r>
      <w:r w:rsidR="007E3C1A" w:rsidRPr="00024960">
        <w:rPr>
          <w:rFonts w:ascii="Times New Roman" w:hAnsi="Times New Roman"/>
          <w:sz w:val="28"/>
          <w:szCs w:val="28"/>
        </w:rPr>
        <w:t xml:space="preserve">соответственно </w:t>
      </w:r>
      <w:r w:rsidRPr="00024960">
        <w:rPr>
          <w:rFonts w:ascii="Times New Roman" w:hAnsi="Times New Roman"/>
          <w:sz w:val="28"/>
          <w:szCs w:val="28"/>
        </w:rPr>
        <w:t>цифрами «90,929», «39,3»;</w:t>
      </w:r>
    </w:p>
    <w:p w:rsidR="00381FCF" w:rsidRPr="00024960" w:rsidRDefault="00381FCF" w:rsidP="00C877A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 xml:space="preserve">дополнить новыми абзацами </w:t>
      </w:r>
      <w:r w:rsidR="004778E6" w:rsidRPr="00024960">
        <w:rPr>
          <w:rFonts w:ascii="Times New Roman" w:hAnsi="Times New Roman"/>
          <w:sz w:val="28"/>
          <w:szCs w:val="28"/>
        </w:rPr>
        <w:t>тридцать третьим</w:t>
      </w:r>
      <w:r w:rsidR="00C877A5">
        <w:rPr>
          <w:rFonts w:ascii="Times New Roman" w:hAnsi="Times New Roman"/>
          <w:sz w:val="28"/>
          <w:szCs w:val="28"/>
        </w:rPr>
        <w:t>,</w:t>
      </w:r>
      <w:r w:rsidRPr="00024960">
        <w:rPr>
          <w:rFonts w:ascii="Times New Roman" w:hAnsi="Times New Roman"/>
          <w:sz w:val="28"/>
          <w:szCs w:val="28"/>
        </w:rPr>
        <w:t xml:space="preserve"> </w:t>
      </w:r>
      <w:r w:rsidR="004778E6" w:rsidRPr="00024960">
        <w:rPr>
          <w:rFonts w:ascii="Times New Roman" w:hAnsi="Times New Roman"/>
          <w:sz w:val="28"/>
          <w:szCs w:val="28"/>
        </w:rPr>
        <w:t>тридцать четвертым</w:t>
      </w:r>
      <w:r w:rsidRPr="00024960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381FCF" w:rsidRPr="00024960" w:rsidRDefault="00381FCF" w:rsidP="00C877A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>«количество и протяженность уникальных искусственных сооружений 6 шт./2762,16 погонн</w:t>
      </w:r>
      <w:r w:rsidR="007E3C1A" w:rsidRPr="00024960">
        <w:rPr>
          <w:rFonts w:ascii="Times New Roman" w:hAnsi="Times New Roman"/>
          <w:sz w:val="28"/>
          <w:szCs w:val="28"/>
        </w:rPr>
        <w:t>ых</w:t>
      </w:r>
      <w:r w:rsidRPr="00024960">
        <w:rPr>
          <w:rFonts w:ascii="Times New Roman" w:hAnsi="Times New Roman"/>
          <w:sz w:val="28"/>
          <w:szCs w:val="28"/>
        </w:rPr>
        <w:t xml:space="preserve"> метра;</w:t>
      </w:r>
    </w:p>
    <w:p w:rsidR="00381FCF" w:rsidRPr="00024960" w:rsidRDefault="00381FCF" w:rsidP="00C877A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>доля уникальных искусственных дорожных сооружений, находящихся в предаварий</w:t>
      </w:r>
      <w:r w:rsidR="00060463" w:rsidRPr="00024960">
        <w:rPr>
          <w:rFonts w:ascii="Times New Roman" w:hAnsi="Times New Roman"/>
          <w:sz w:val="28"/>
          <w:szCs w:val="28"/>
        </w:rPr>
        <w:t>ном или аварийном состоянии, 3,4</w:t>
      </w:r>
      <w:r w:rsidRPr="00024960">
        <w:rPr>
          <w:rFonts w:ascii="Times New Roman" w:hAnsi="Times New Roman"/>
          <w:sz w:val="28"/>
          <w:szCs w:val="28"/>
        </w:rPr>
        <w:t>%;»;</w:t>
      </w:r>
    </w:p>
    <w:p w:rsidR="00A83F59" w:rsidRPr="00024960" w:rsidRDefault="00A83F59" w:rsidP="00C877A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>дополнить новым абзацем пятьдесят пятым следующего содержания:</w:t>
      </w:r>
    </w:p>
    <w:p w:rsidR="00A83F59" w:rsidRPr="00024960" w:rsidRDefault="00A83F59" w:rsidP="00C877A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 xml:space="preserve">«установка стационарных камер </w:t>
      </w:r>
      <w:proofErr w:type="spellStart"/>
      <w:r w:rsidRPr="00024960">
        <w:rPr>
          <w:rFonts w:ascii="Times New Roman" w:hAnsi="Times New Roman"/>
          <w:sz w:val="28"/>
          <w:szCs w:val="28"/>
        </w:rPr>
        <w:t>фотовидеофиксации</w:t>
      </w:r>
      <w:proofErr w:type="spellEnd"/>
      <w:r w:rsidRPr="00024960">
        <w:rPr>
          <w:rFonts w:ascii="Times New Roman" w:hAnsi="Times New Roman"/>
          <w:sz w:val="28"/>
          <w:szCs w:val="28"/>
        </w:rPr>
        <w:t xml:space="preserve"> нарушений правил дорожного движения на автомобильных дорогах федерального, регионального или межмуниципального, местного значения до </w:t>
      </w:r>
      <w:r w:rsidR="00A2088D" w:rsidRPr="00024960">
        <w:rPr>
          <w:rFonts w:ascii="Times New Roman" w:hAnsi="Times New Roman"/>
          <w:sz w:val="28"/>
          <w:szCs w:val="28"/>
        </w:rPr>
        <w:t>24</w:t>
      </w:r>
      <w:r w:rsidR="005F493F" w:rsidRPr="00024960">
        <w:rPr>
          <w:rFonts w:ascii="Times New Roman" w:hAnsi="Times New Roman"/>
          <w:sz w:val="28"/>
          <w:szCs w:val="28"/>
        </w:rPr>
        <w:t>3</w:t>
      </w:r>
      <w:r w:rsidRPr="00024960">
        <w:rPr>
          <w:rFonts w:ascii="Times New Roman" w:hAnsi="Times New Roman"/>
          <w:sz w:val="28"/>
          <w:szCs w:val="28"/>
        </w:rPr>
        <w:t xml:space="preserve"> шт./</w:t>
      </w:r>
      <w:r w:rsidR="00A2088D" w:rsidRPr="00024960">
        <w:rPr>
          <w:rFonts w:ascii="Times New Roman" w:hAnsi="Times New Roman"/>
          <w:sz w:val="28"/>
          <w:szCs w:val="28"/>
        </w:rPr>
        <w:t>311</w:t>
      </w:r>
      <w:r w:rsidRPr="00024960">
        <w:rPr>
          <w:rFonts w:ascii="Times New Roman" w:hAnsi="Times New Roman"/>
          <w:sz w:val="28"/>
          <w:szCs w:val="28"/>
        </w:rPr>
        <w:t>%;»;</w:t>
      </w:r>
    </w:p>
    <w:p w:rsidR="003F1FA7" w:rsidRPr="00024960" w:rsidRDefault="003F1FA7" w:rsidP="00C877A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 xml:space="preserve">в абзаце </w:t>
      </w:r>
      <w:r w:rsidR="004778E6" w:rsidRPr="00024960">
        <w:rPr>
          <w:rFonts w:ascii="Times New Roman" w:hAnsi="Times New Roman"/>
          <w:sz w:val="28"/>
          <w:szCs w:val="28"/>
        </w:rPr>
        <w:t>семьдесят девятом</w:t>
      </w:r>
      <w:r w:rsidRPr="00024960">
        <w:rPr>
          <w:rFonts w:ascii="Times New Roman" w:hAnsi="Times New Roman"/>
          <w:sz w:val="28"/>
          <w:szCs w:val="28"/>
        </w:rPr>
        <w:t xml:space="preserve"> цифры «157» заменить цифрами «8</w:t>
      </w:r>
      <w:r w:rsidR="005F493F" w:rsidRPr="00024960">
        <w:rPr>
          <w:rFonts w:ascii="Times New Roman" w:hAnsi="Times New Roman"/>
          <w:sz w:val="28"/>
          <w:szCs w:val="28"/>
        </w:rPr>
        <w:t>2</w:t>
      </w:r>
      <w:r w:rsidRPr="00024960">
        <w:rPr>
          <w:rFonts w:ascii="Times New Roman" w:hAnsi="Times New Roman"/>
          <w:sz w:val="28"/>
          <w:szCs w:val="28"/>
        </w:rPr>
        <w:t>»;</w:t>
      </w:r>
    </w:p>
    <w:p w:rsidR="00A2088D" w:rsidRPr="00024960" w:rsidRDefault="00A83F59" w:rsidP="00C877A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 xml:space="preserve">абзац </w:t>
      </w:r>
      <w:r w:rsidR="004778E6" w:rsidRPr="00024960">
        <w:rPr>
          <w:rFonts w:ascii="Times New Roman" w:hAnsi="Times New Roman"/>
          <w:sz w:val="28"/>
          <w:szCs w:val="28"/>
        </w:rPr>
        <w:t>восьмидесятый</w:t>
      </w:r>
      <w:r w:rsidRPr="00024960">
        <w:rPr>
          <w:rFonts w:ascii="Times New Roman" w:hAnsi="Times New Roman"/>
          <w:sz w:val="28"/>
          <w:szCs w:val="28"/>
        </w:rPr>
        <w:t xml:space="preserve"> </w:t>
      </w:r>
      <w:r w:rsidR="00170250" w:rsidRPr="00024960">
        <w:rPr>
          <w:rFonts w:ascii="Times New Roman" w:hAnsi="Times New Roman"/>
          <w:sz w:val="28"/>
          <w:szCs w:val="28"/>
        </w:rPr>
        <w:t>признать утратившим силу;</w:t>
      </w:r>
    </w:p>
    <w:p w:rsidR="003F1FA7" w:rsidRPr="00024960" w:rsidRDefault="003F1FA7" w:rsidP="00C877A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 xml:space="preserve">дополнить новым абзацем восемьдесят </w:t>
      </w:r>
      <w:r w:rsidR="004778E6" w:rsidRPr="00024960">
        <w:rPr>
          <w:rFonts w:ascii="Times New Roman" w:hAnsi="Times New Roman"/>
          <w:sz w:val="28"/>
          <w:szCs w:val="28"/>
        </w:rPr>
        <w:t>третьим</w:t>
      </w:r>
      <w:r w:rsidRPr="00024960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3F1FA7" w:rsidRPr="00024960" w:rsidRDefault="003F1FA7" w:rsidP="00C877A5">
      <w:pPr>
        <w:autoSpaceDE w:val="0"/>
        <w:autoSpaceDN w:val="0"/>
        <w:adjustRightInd w:val="0"/>
        <w:ind w:right="-108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 xml:space="preserve">«оборудование не менее 68 нерегулируемых пешеходных переходов </w:t>
      </w:r>
      <w:r w:rsidR="005F493F" w:rsidRPr="00024960">
        <w:rPr>
          <w:rFonts w:ascii="Times New Roman" w:hAnsi="Times New Roman"/>
          <w:sz w:val="28"/>
          <w:szCs w:val="28"/>
        </w:rPr>
        <w:t>(</w:t>
      </w:r>
      <w:r w:rsidRPr="00024960">
        <w:rPr>
          <w:rFonts w:ascii="Times New Roman" w:hAnsi="Times New Roman"/>
          <w:sz w:val="28"/>
          <w:szCs w:val="28"/>
        </w:rPr>
        <w:t>в рамках реализации регионального проекта «Дорожная сеть (Рязанская область)», направленного на достижение результатов реализации федерального проекта «Дорожная сеть» в рамках национального проекта «Безопасные и качественные автомобильные дороги»</w:t>
      </w:r>
      <w:r w:rsidR="005F493F" w:rsidRPr="00024960">
        <w:rPr>
          <w:rFonts w:ascii="Times New Roman" w:hAnsi="Times New Roman"/>
          <w:sz w:val="28"/>
          <w:szCs w:val="28"/>
        </w:rPr>
        <w:t>)</w:t>
      </w:r>
      <w:proofErr w:type="gramStart"/>
      <w:r w:rsidRPr="00024960">
        <w:rPr>
          <w:rFonts w:ascii="Times New Roman" w:hAnsi="Times New Roman"/>
          <w:sz w:val="28"/>
          <w:szCs w:val="28"/>
        </w:rPr>
        <w:t>;»</w:t>
      </w:r>
      <w:proofErr w:type="gramEnd"/>
      <w:r w:rsidRPr="00024960">
        <w:rPr>
          <w:rFonts w:ascii="Times New Roman" w:hAnsi="Times New Roman"/>
          <w:sz w:val="28"/>
          <w:szCs w:val="28"/>
        </w:rPr>
        <w:t>;</w:t>
      </w:r>
    </w:p>
    <w:p w:rsidR="005E22AD" w:rsidRPr="00024960" w:rsidRDefault="000E62D0" w:rsidP="00C51CBC">
      <w:pPr>
        <w:pStyle w:val="ConsPlusNormal"/>
        <w:spacing w:line="23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24960">
        <w:rPr>
          <w:rFonts w:ascii="Times New Roman" w:hAnsi="Times New Roman" w:cs="Times New Roman"/>
          <w:sz w:val="28"/>
          <w:szCs w:val="28"/>
        </w:rPr>
        <w:t>4</w:t>
      </w:r>
      <w:r w:rsidR="00485D24" w:rsidRPr="00024960">
        <w:rPr>
          <w:rFonts w:ascii="Times New Roman" w:hAnsi="Times New Roman" w:cs="Times New Roman"/>
          <w:sz w:val="28"/>
          <w:szCs w:val="28"/>
        </w:rPr>
        <w:t>)</w:t>
      </w:r>
      <w:r w:rsidR="00C9035F" w:rsidRPr="00024960">
        <w:rPr>
          <w:rFonts w:ascii="Times New Roman" w:hAnsi="Times New Roman" w:cs="Times New Roman"/>
          <w:sz w:val="28"/>
          <w:szCs w:val="28"/>
        </w:rPr>
        <w:t> </w:t>
      </w:r>
      <w:r w:rsidR="005E22AD" w:rsidRPr="00024960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223E08" w:rsidRPr="00024960">
        <w:rPr>
          <w:rFonts w:ascii="Times New Roman" w:hAnsi="Times New Roman" w:cs="Times New Roman"/>
          <w:sz w:val="28"/>
          <w:szCs w:val="28"/>
        </w:rPr>
        <w:t>№ 4 к государственной программе:</w:t>
      </w:r>
    </w:p>
    <w:p w:rsidR="007F2251" w:rsidRPr="00024960" w:rsidRDefault="00C877A5" w:rsidP="00C51CBC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7F2251" w:rsidRPr="00024960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sz w:val="28"/>
          <w:szCs w:val="28"/>
        </w:rPr>
        <w:t>ы</w:t>
      </w:r>
      <w:r w:rsidR="00C662C3" w:rsidRPr="00024960">
        <w:rPr>
          <w:rFonts w:ascii="Times New Roman" w:hAnsi="Times New Roman"/>
          <w:sz w:val="28"/>
          <w:szCs w:val="28"/>
        </w:rPr>
        <w:t xml:space="preserve"> 3 «Ресурсное обеспечение подпрограммы»</w:t>
      </w:r>
      <w:r>
        <w:rPr>
          <w:rFonts w:ascii="Times New Roman" w:hAnsi="Times New Roman"/>
          <w:sz w:val="28"/>
          <w:szCs w:val="28"/>
        </w:rPr>
        <w:t>, 4 «</w:t>
      </w:r>
      <w:r w:rsidRPr="00024960">
        <w:rPr>
          <w:rFonts w:ascii="Times New Roman" w:hAnsi="Times New Roman"/>
          <w:sz w:val="28"/>
          <w:szCs w:val="28"/>
        </w:rPr>
        <w:t>Механизм реализации подпрограммы</w:t>
      </w:r>
      <w:r>
        <w:rPr>
          <w:rFonts w:ascii="Times New Roman" w:hAnsi="Times New Roman"/>
          <w:sz w:val="28"/>
          <w:szCs w:val="28"/>
        </w:rPr>
        <w:t>»</w:t>
      </w:r>
      <w:r w:rsidR="00C51CBC" w:rsidRPr="00024960">
        <w:rPr>
          <w:rFonts w:ascii="Times New Roman" w:hAnsi="Times New Roman"/>
          <w:sz w:val="28"/>
          <w:szCs w:val="28"/>
        </w:rPr>
        <w:t xml:space="preserve"> </w:t>
      </w:r>
      <w:r w:rsidR="007F2251" w:rsidRPr="00024960">
        <w:rPr>
          <w:rFonts w:ascii="Times New Roman" w:hAnsi="Times New Roman"/>
          <w:sz w:val="28"/>
          <w:szCs w:val="28"/>
        </w:rPr>
        <w:t xml:space="preserve">изложить в следующей редакции: </w:t>
      </w:r>
    </w:p>
    <w:p w:rsidR="001147E6" w:rsidRPr="00024960" w:rsidRDefault="001147E6" w:rsidP="00C51CBC">
      <w:pPr>
        <w:autoSpaceDE w:val="0"/>
        <w:autoSpaceDN w:val="0"/>
        <w:adjustRightInd w:val="0"/>
        <w:spacing w:line="230" w:lineRule="auto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7F2251" w:rsidRPr="00024960" w:rsidRDefault="00663ECE" w:rsidP="00C51CBC">
      <w:pPr>
        <w:autoSpaceDE w:val="0"/>
        <w:autoSpaceDN w:val="0"/>
        <w:adjustRightInd w:val="0"/>
        <w:spacing w:line="23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>«</w:t>
      </w:r>
      <w:r w:rsidR="007F2251" w:rsidRPr="00024960">
        <w:rPr>
          <w:rFonts w:ascii="Times New Roman" w:hAnsi="Times New Roman"/>
          <w:sz w:val="28"/>
          <w:szCs w:val="28"/>
        </w:rPr>
        <w:t>3. Ресурсное обеспечение подпрограммы</w:t>
      </w:r>
    </w:p>
    <w:p w:rsidR="007F2251" w:rsidRPr="00024960" w:rsidRDefault="007F2251" w:rsidP="00C51CBC">
      <w:pPr>
        <w:autoSpaceDE w:val="0"/>
        <w:autoSpaceDN w:val="0"/>
        <w:adjustRightInd w:val="0"/>
        <w:spacing w:line="230" w:lineRule="auto"/>
        <w:ind w:firstLine="708"/>
        <w:jc w:val="center"/>
        <w:rPr>
          <w:rFonts w:ascii="Times New Roman" w:hAnsi="Times New Roman"/>
          <w:sz w:val="16"/>
          <w:szCs w:val="16"/>
        </w:rPr>
      </w:pPr>
    </w:p>
    <w:p w:rsidR="007F2251" w:rsidRPr="00024960" w:rsidRDefault="007F2251" w:rsidP="00C51CBC">
      <w:pPr>
        <w:pStyle w:val="ConsPlusNormal"/>
        <w:spacing w:line="23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4960">
        <w:rPr>
          <w:rFonts w:ascii="Times New Roman" w:hAnsi="Times New Roman" w:cs="Times New Roman"/>
          <w:sz w:val="28"/>
          <w:szCs w:val="28"/>
        </w:rPr>
        <w:t>Главные распорядители, объемы и источники финансирования приведены в таблице:</w:t>
      </w:r>
    </w:p>
    <w:p w:rsidR="004778E6" w:rsidRPr="00024960" w:rsidRDefault="004778E6" w:rsidP="00C51CBC">
      <w:pPr>
        <w:pStyle w:val="ConsPlusNormal"/>
        <w:spacing w:line="23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1FA7" w:rsidRPr="00024960" w:rsidRDefault="003F1FA7" w:rsidP="00C51CBC">
      <w:pPr>
        <w:pStyle w:val="ConsPlusNormal"/>
        <w:spacing w:line="23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08E5" w:rsidRPr="00024960" w:rsidRDefault="001D08E5" w:rsidP="00C51CBC">
      <w:pPr>
        <w:pStyle w:val="ConsPlusNormal"/>
        <w:spacing w:line="230" w:lineRule="auto"/>
        <w:jc w:val="both"/>
        <w:rPr>
          <w:rFonts w:ascii="Times New Roman" w:hAnsi="Times New Roman" w:cs="Times New Roman"/>
          <w:sz w:val="4"/>
          <w:szCs w:val="4"/>
        </w:rPr>
      </w:pPr>
    </w:p>
    <w:tbl>
      <w:tblPr>
        <w:tblW w:w="9889" w:type="dxa"/>
        <w:jc w:val="right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1"/>
        <w:gridCol w:w="1080"/>
        <w:gridCol w:w="920"/>
        <w:gridCol w:w="741"/>
        <w:gridCol w:w="741"/>
        <w:gridCol w:w="742"/>
        <w:gridCol w:w="742"/>
        <w:gridCol w:w="742"/>
        <w:gridCol w:w="742"/>
        <w:gridCol w:w="742"/>
        <w:gridCol w:w="742"/>
        <w:gridCol w:w="742"/>
        <w:gridCol w:w="742"/>
      </w:tblGrid>
      <w:tr w:rsidR="00FD7D8B" w:rsidRPr="00024960" w:rsidTr="00F65A1B">
        <w:trPr>
          <w:trHeight w:val="137"/>
          <w:tblHeader/>
          <w:jc w:val="right"/>
        </w:trPr>
        <w:tc>
          <w:tcPr>
            <w:tcW w:w="471" w:type="dxa"/>
            <w:vMerge w:val="restart"/>
            <w:tcBorders>
              <w:bottom w:val="nil"/>
            </w:tcBorders>
            <w:shd w:val="clear" w:color="auto" w:fill="auto"/>
          </w:tcPr>
          <w:p w:rsidR="00FD7D8B" w:rsidRPr="00024960" w:rsidRDefault="00FD7D8B" w:rsidP="00C51CBC">
            <w:pPr>
              <w:pStyle w:val="ConsPlusNormal"/>
              <w:spacing w:line="230" w:lineRule="auto"/>
              <w:ind w:left="-57" w:right="-57" w:hanging="51"/>
              <w:jc w:val="center"/>
              <w:rPr>
                <w:rFonts w:ascii="Times New Roman" w:hAnsi="Times New Roman" w:cs="Times New Roman"/>
              </w:rPr>
            </w:pPr>
            <w:r w:rsidRPr="00024960">
              <w:rPr>
                <w:rFonts w:ascii="Times New Roman" w:hAnsi="Times New Roman" w:cs="Times New Roman"/>
              </w:rPr>
              <w:t>№</w:t>
            </w:r>
          </w:p>
          <w:p w:rsidR="00FD7D8B" w:rsidRPr="00024960" w:rsidRDefault="00FD7D8B" w:rsidP="00C51CBC">
            <w:pPr>
              <w:pStyle w:val="ConsPlusNormal"/>
              <w:spacing w:line="230" w:lineRule="auto"/>
              <w:ind w:left="-57" w:right="-57" w:hanging="51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24960">
              <w:rPr>
                <w:rFonts w:ascii="Times New Roman" w:hAnsi="Times New Roman" w:cs="Times New Roman"/>
              </w:rPr>
              <w:t>п</w:t>
            </w:r>
            <w:proofErr w:type="gramEnd"/>
            <w:r w:rsidRPr="00024960">
              <w:rPr>
                <w:rFonts w:ascii="Times New Roman" w:hAnsi="Times New Roman" w:cs="Times New Roman"/>
                <w:lang w:val="en-US"/>
              </w:rPr>
              <w:t>/</w:t>
            </w:r>
            <w:r w:rsidRPr="00024960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080" w:type="dxa"/>
            <w:vMerge w:val="restart"/>
            <w:tcBorders>
              <w:bottom w:val="nil"/>
            </w:tcBorders>
            <w:shd w:val="clear" w:color="auto" w:fill="auto"/>
          </w:tcPr>
          <w:p w:rsidR="00FD7D8B" w:rsidRPr="00024960" w:rsidRDefault="00FD7D8B" w:rsidP="00C51CBC">
            <w:pPr>
              <w:pStyle w:val="ConsPlusNormal"/>
              <w:spacing w:line="230" w:lineRule="auto"/>
              <w:ind w:left="-108" w:right="-57" w:firstLine="0"/>
              <w:jc w:val="center"/>
              <w:rPr>
                <w:rFonts w:ascii="Times New Roman" w:hAnsi="Times New Roman" w:cs="Times New Roman"/>
              </w:rPr>
            </w:pPr>
            <w:r w:rsidRPr="00024960">
              <w:rPr>
                <w:rFonts w:ascii="Times New Roman" w:hAnsi="Times New Roman" w:cs="Times New Roman"/>
              </w:rPr>
              <w:t xml:space="preserve">Главные </w:t>
            </w:r>
            <w:proofErr w:type="spellStart"/>
            <w:proofErr w:type="gramStart"/>
            <w:r w:rsidRPr="00024960">
              <w:rPr>
                <w:rFonts w:ascii="Times New Roman" w:hAnsi="Times New Roman" w:cs="Times New Roman"/>
              </w:rPr>
              <w:t>распоря-дители</w:t>
            </w:r>
            <w:proofErr w:type="spellEnd"/>
            <w:proofErr w:type="gramEnd"/>
          </w:p>
        </w:tc>
        <w:tc>
          <w:tcPr>
            <w:tcW w:w="920" w:type="dxa"/>
            <w:vMerge w:val="restart"/>
            <w:tcBorders>
              <w:bottom w:val="nil"/>
            </w:tcBorders>
            <w:shd w:val="clear" w:color="auto" w:fill="auto"/>
          </w:tcPr>
          <w:p w:rsidR="00FD7D8B" w:rsidRPr="00024960" w:rsidRDefault="00FD7D8B" w:rsidP="00C51CBC">
            <w:pPr>
              <w:pStyle w:val="ConsPlusNormal"/>
              <w:spacing w:line="230" w:lineRule="auto"/>
              <w:ind w:left="-57" w:right="-57" w:hanging="5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24960">
              <w:rPr>
                <w:rFonts w:ascii="Times New Roman" w:hAnsi="Times New Roman" w:cs="Times New Roman"/>
              </w:rPr>
              <w:t>Источ</w:t>
            </w:r>
            <w:proofErr w:type="spellEnd"/>
            <w:r w:rsidRPr="00024960">
              <w:rPr>
                <w:rFonts w:ascii="Times New Roman" w:hAnsi="Times New Roman" w:cs="Times New Roman"/>
              </w:rPr>
              <w:t>-ник</w:t>
            </w:r>
            <w:proofErr w:type="gramEnd"/>
            <w:r w:rsidRPr="000249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4960">
              <w:rPr>
                <w:rFonts w:ascii="Times New Roman" w:hAnsi="Times New Roman" w:cs="Times New Roman"/>
              </w:rPr>
              <w:t>финан-сирова-ния</w:t>
            </w:r>
            <w:proofErr w:type="spellEnd"/>
          </w:p>
        </w:tc>
        <w:tc>
          <w:tcPr>
            <w:tcW w:w="7418" w:type="dxa"/>
            <w:gridSpan w:val="10"/>
            <w:shd w:val="clear" w:color="auto" w:fill="auto"/>
            <w:vAlign w:val="center"/>
          </w:tcPr>
          <w:p w:rsidR="00FD7D8B" w:rsidRPr="00024960" w:rsidRDefault="00FD7D8B" w:rsidP="00C51CBC">
            <w:pPr>
              <w:widowControl w:val="0"/>
              <w:suppressLineNumbers/>
              <w:spacing w:line="230" w:lineRule="auto"/>
              <w:ind w:left="-55" w:right="-66"/>
              <w:jc w:val="center"/>
              <w:rPr>
                <w:rFonts w:ascii="Times New Roman" w:hAnsi="Times New Roman"/>
                <w:bCs/>
              </w:rPr>
            </w:pPr>
            <w:r w:rsidRPr="00024960">
              <w:rPr>
                <w:rFonts w:ascii="Times New Roman" w:hAnsi="Times New Roman"/>
              </w:rPr>
              <w:t>Объемы финансирования, тыс. рублей</w:t>
            </w:r>
          </w:p>
        </w:tc>
      </w:tr>
      <w:tr w:rsidR="00FD7D8B" w:rsidRPr="00024960" w:rsidTr="00F65A1B">
        <w:trPr>
          <w:trHeight w:val="137"/>
          <w:tblHeader/>
          <w:jc w:val="right"/>
        </w:trPr>
        <w:tc>
          <w:tcPr>
            <w:tcW w:w="47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FD7D8B" w:rsidRPr="00024960" w:rsidRDefault="00FD7D8B" w:rsidP="00C51CBC">
            <w:pPr>
              <w:widowControl w:val="0"/>
              <w:suppressLineNumbers/>
              <w:spacing w:line="230" w:lineRule="auto"/>
              <w:ind w:left="-55" w:right="-66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FD7D8B" w:rsidRPr="00024960" w:rsidRDefault="00FD7D8B" w:rsidP="00C51CBC">
            <w:pPr>
              <w:widowControl w:val="0"/>
              <w:suppressLineNumbers/>
              <w:spacing w:line="230" w:lineRule="auto"/>
              <w:ind w:left="-55" w:right="-66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2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FD7D8B" w:rsidRPr="00024960" w:rsidRDefault="00FD7D8B" w:rsidP="00C51CBC">
            <w:pPr>
              <w:widowControl w:val="0"/>
              <w:suppressLineNumbers/>
              <w:spacing w:line="230" w:lineRule="auto"/>
              <w:ind w:left="-55" w:right="-66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741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FD7D8B" w:rsidRPr="00024960" w:rsidRDefault="00FD7D8B" w:rsidP="00C51CBC">
            <w:pPr>
              <w:widowControl w:val="0"/>
              <w:suppressLineNumbers/>
              <w:spacing w:line="230" w:lineRule="auto"/>
              <w:ind w:left="-55" w:right="-66"/>
              <w:jc w:val="center"/>
              <w:rPr>
                <w:rFonts w:ascii="Times New Roman" w:hAnsi="Times New Roman"/>
                <w:bCs/>
              </w:rPr>
            </w:pPr>
            <w:r w:rsidRPr="00024960">
              <w:rPr>
                <w:rFonts w:ascii="Times New Roman" w:hAnsi="Times New Roman"/>
              </w:rPr>
              <w:t>всего</w:t>
            </w:r>
          </w:p>
        </w:tc>
        <w:tc>
          <w:tcPr>
            <w:tcW w:w="6677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7D8B" w:rsidRPr="00024960" w:rsidRDefault="00FD7D8B" w:rsidP="00C51CBC">
            <w:pPr>
              <w:widowControl w:val="0"/>
              <w:suppressLineNumbers/>
              <w:spacing w:line="230" w:lineRule="auto"/>
              <w:ind w:left="-55" w:right="-66"/>
              <w:jc w:val="center"/>
              <w:rPr>
                <w:rFonts w:ascii="Times New Roman" w:hAnsi="Times New Roman"/>
                <w:bCs/>
              </w:rPr>
            </w:pPr>
            <w:r w:rsidRPr="00024960">
              <w:rPr>
                <w:rFonts w:ascii="Times New Roman" w:hAnsi="Times New Roman"/>
              </w:rPr>
              <w:t>в том числе по годам</w:t>
            </w:r>
          </w:p>
        </w:tc>
      </w:tr>
      <w:tr w:rsidR="00FD7D8B" w:rsidRPr="00024960" w:rsidTr="00F65A1B">
        <w:trPr>
          <w:trHeight w:val="137"/>
          <w:tblHeader/>
          <w:jc w:val="right"/>
        </w:trPr>
        <w:tc>
          <w:tcPr>
            <w:tcW w:w="47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FD7D8B" w:rsidRPr="00024960" w:rsidRDefault="00FD7D8B" w:rsidP="00C51CBC">
            <w:pPr>
              <w:widowControl w:val="0"/>
              <w:suppressLineNumbers/>
              <w:spacing w:line="230" w:lineRule="auto"/>
              <w:ind w:left="-55" w:right="-66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FD7D8B" w:rsidRPr="00024960" w:rsidRDefault="00FD7D8B" w:rsidP="00C51CBC">
            <w:pPr>
              <w:widowControl w:val="0"/>
              <w:suppressLineNumbers/>
              <w:spacing w:line="230" w:lineRule="auto"/>
              <w:ind w:left="-55" w:right="-66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2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FD7D8B" w:rsidRPr="00024960" w:rsidRDefault="00FD7D8B" w:rsidP="00C51CBC">
            <w:pPr>
              <w:widowControl w:val="0"/>
              <w:suppressLineNumbers/>
              <w:spacing w:line="230" w:lineRule="auto"/>
              <w:ind w:left="-55" w:right="-66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741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FD7D8B" w:rsidRPr="00024960" w:rsidRDefault="00FD7D8B" w:rsidP="00C51CBC">
            <w:pPr>
              <w:widowControl w:val="0"/>
              <w:suppressLineNumbers/>
              <w:spacing w:line="230" w:lineRule="auto"/>
              <w:ind w:left="-55" w:right="-66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741" w:type="dxa"/>
            <w:tcBorders>
              <w:bottom w:val="nil"/>
            </w:tcBorders>
            <w:shd w:val="clear" w:color="auto" w:fill="auto"/>
            <w:vAlign w:val="center"/>
          </w:tcPr>
          <w:p w:rsidR="00FD7D8B" w:rsidRPr="00024960" w:rsidRDefault="00FD7D8B" w:rsidP="00C51CBC">
            <w:pPr>
              <w:widowControl w:val="0"/>
              <w:suppressLineNumbers/>
              <w:spacing w:line="230" w:lineRule="auto"/>
              <w:jc w:val="center"/>
              <w:rPr>
                <w:rFonts w:ascii="Times New Roman" w:hAnsi="Times New Roman"/>
                <w:spacing w:val="-6"/>
              </w:rPr>
            </w:pPr>
            <w:r w:rsidRPr="00024960">
              <w:rPr>
                <w:rFonts w:ascii="Times New Roman" w:hAnsi="Times New Roman"/>
                <w:spacing w:val="-6"/>
              </w:rPr>
              <w:t>2016</w:t>
            </w:r>
          </w:p>
        </w:tc>
        <w:tc>
          <w:tcPr>
            <w:tcW w:w="742" w:type="dxa"/>
            <w:tcBorders>
              <w:bottom w:val="nil"/>
            </w:tcBorders>
            <w:shd w:val="clear" w:color="auto" w:fill="auto"/>
            <w:vAlign w:val="center"/>
          </w:tcPr>
          <w:p w:rsidR="00FD7D8B" w:rsidRPr="00024960" w:rsidRDefault="00FD7D8B" w:rsidP="00C51CBC">
            <w:pPr>
              <w:widowControl w:val="0"/>
              <w:suppressLineNumbers/>
              <w:spacing w:line="230" w:lineRule="auto"/>
              <w:jc w:val="center"/>
              <w:rPr>
                <w:rFonts w:ascii="Times New Roman" w:hAnsi="Times New Roman"/>
                <w:spacing w:val="-6"/>
              </w:rPr>
            </w:pPr>
            <w:r w:rsidRPr="00024960">
              <w:rPr>
                <w:rFonts w:ascii="Times New Roman" w:hAnsi="Times New Roman"/>
                <w:spacing w:val="-6"/>
              </w:rPr>
              <w:t>2017</w:t>
            </w:r>
          </w:p>
        </w:tc>
        <w:tc>
          <w:tcPr>
            <w:tcW w:w="742" w:type="dxa"/>
            <w:tcBorders>
              <w:bottom w:val="nil"/>
            </w:tcBorders>
            <w:shd w:val="clear" w:color="auto" w:fill="auto"/>
            <w:vAlign w:val="center"/>
          </w:tcPr>
          <w:p w:rsidR="00FD7D8B" w:rsidRPr="00024960" w:rsidRDefault="00FD7D8B" w:rsidP="00C51CBC">
            <w:pPr>
              <w:widowControl w:val="0"/>
              <w:suppressLineNumbers/>
              <w:spacing w:line="230" w:lineRule="auto"/>
              <w:jc w:val="center"/>
              <w:rPr>
                <w:rFonts w:ascii="Times New Roman" w:hAnsi="Times New Roman"/>
                <w:spacing w:val="-6"/>
              </w:rPr>
            </w:pPr>
            <w:r w:rsidRPr="00024960">
              <w:rPr>
                <w:rFonts w:ascii="Times New Roman" w:hAnsi="Times New Roman"/>
                <w:spacing w:val="-6"/>
              </w:rPr>
              <w:t>2018</w:t>
            </w:r>
          </w:p>
        </w:tc>
        <w:tc>
          <w:tcPr>
            <w:tcW w:w="742" w:type="dxa"/>
            <w:tcBorders>
              <w:bottom w:val="nil"/>
            </w:tcBorders>
            <w:shd w:val="clear" w:color="auto" w:fill="auto"/>
            <w:vAlign w:val="center"/>
          </w:tcPr>
          <w:p w:rsidR="00FD7D8B" w:rsidRPr="00024960" w:rsidRDefault="00FD7D8B" w:rsidP="00C51CBC">
            <w:pPr>
              <w:widowControl w:val="0"/>
              <w:suppressLineNumbers/>
              <w:spacing w:line="230" w:lineRule="auto"/>
              <w:jc w:val="center"/>
              <w:rPr>
                <w:rFonts w:ascii="Times New Roman" w:hAnsi="Times New Roman"/>
                <w:spacing w:val="-6"/>
              </w:rPr>
            </w:pPr>
            <w:r w:rsidRPr="00024960">
              <w:rPr>
                <w:rFonts w:ascii="Times New Roman" w:hAnsi="Times New Roman"/>
                <w:spacing w:val="-6"/>
              </w:rPr>
              <w:t>2019</w:t>
            </w:r>
          </w:p>
        </w:tc>
        <w:tc>
          <w:tcPr>
            <w:tcW w:w="742" w:type="dxa"/>
            <w:tcBorders>
              <w:bottom w:val="nil"/>
            </w:tcBorders>
            <w:shd w:val="clear" w:color="auto" w:fill="auto"/>
            <w:vAlign w:val="center"/>
          </w:tcPr>
          <w:p w:rsidR="00FD7D8B" w:rsidRPr="00024960" w:rsidRDefault="00FD7D8B" w:rsidP="00C51CBC">
            <w:pPr>
              <w:widowControl w:val="0"/>
              <w:suppressLineNumbers/>
              <w:spacing w:line="230" w:lineRule="auto"/>
              <w:ind w:left="-55" w:right="-66"/>
              <w:jc w:val="center"/>
              <w:rPr>
                <w:rFonts w:ascii="Times New Roman" w:hAnsi="Times New Roman"/>
                <w:spacing w:val="-6"/>
              </w:rPr>
            </w:pPr>
            <w:r w:rsidRPr="00024960">
              <w:rPr>
                <w:rFonts w:ascii="Times New Roman" w:hAnsi="Times New Roman"/>
                <w:spacing w:val="-6"/>
              </w:rPr>
              <w:t>2020</w:t>
            </w:r>
          </w:p>
        </w:tc>
        <w:tc>
          <w:tcPr>
            <w:tcW w:w="742" w:type="dxa"/>
            <w:tcBorders>
              <w:bottom w:val="nil"/>
            </w:tcBorders>
            <w:shd w:val="clear" w:color="auto" w:fill="auto"/>
            <w:vAlign w:val="center"/>
          </w:tcPr>
          <w:p w:rsidR="00FD7D8B" w:rsidRPr="00024960" w:rsidRDefault="00FD7D8B" w:rsidP="00C51CBC">
            <w:pPr>
              <w:widowControl w:val="0"/>
              <w:suppressLineNumbers/>
              <w:spacing w:line="230" w:lineRule="auto"/>
              <w:ind w:left="-55" w:right="-66"/>
              <w:jc w:val="center"/>
              <w:rPr>
                <w:rFonts w:ascii="Times New Roman" w:hAnsi="Times New Roman"/>
                <w:spacing w:val="-6"/>
              </w:rPr>
            </w:pPr>
            <w:r w:rsidRPr="00024960">
              <w:rPr>
                <w:rFonts w:ascii="Times New Roman" w:hAnsi="Times New Roman"/>
                <w:spacing w:val="-6"/>
              </w:rPr>
              <w:t>2021</w:t>
            </w:r>
          </w:p>
        </w:tc>
        <w:tc>
          <w:tcPr>
            <w:tcW w:w="742" w:type="dxa"/>
            <w:tcBorders>
              <w:bottom w:val="nil"/>
            </w:tcBorders>
            <w:vAlign w:val="center"/>
          </w:tcPr>
          <w:p w:rsidR="00FD7D8B" w:rsidRPr="00024960" w:rsidRDefault="00FD7D8B" w:rsidP="00C51CBC">
            <w:pPr>
              <w:widowControl w:val="0"/>
              <w:suppressLineNumbers/>
              <w:spacing w:line="230" w:lineRule="auto"/>
              <w:ind w:left="-55" w:right="-66"/>
              <w:jc w:val="center"/>
              <w:rPr>
                <w:rFonts w:ascii="Times New Roman" w:hAnsi="Times New Roman"/>
                <w:spacing w:val="-6"/>
              </w:rPr>
            </w:pPr>
            <w:r w:rsidRPr="00024960">
              <w:rPr>
                <w:rFonts w:ascii="Times New Roman" w:hAnsi="Times New Roman"/>
                <w:spacing w:val="-6"/>
              </w:rPr>
              <w:t>2022</w:t>
            </w:r>
          </w:p>
        </w:tc>
        <w:tc>
          <w:tcPr>
            <w:tcW w:w="742" w:type="dxa"/>
            <w:tcBorders>
              <w:bottom w:val="nil"/>
            </w:tcBorders>
            <w:vAlign w:val="center"/>
          </w:tcPr>
          <w:p w:rsidR="00FD7D8B" w:rsidRPr="00024960" w:rsidRDefault="00FD7D8B" w:rsidP="00C51CBC">
            <w:pPr>
              <w:widowControl w:val="0"/>
              <w:suppressLineNumbers/>
              <w:spacing w:line="230" w:lineRule="auto"/>
              <w:ind w:left="-55" w:right="-66"/>
              <w:jc w:val="center"/>
              <w:rPr>
                <w:rFonts w:ascii="Times New Roman" w:hAnsi="Times New Roman"/>
                <w:spacing w:val="-6"/>
              </w:rPr>
            </w:pPr>
            <w:r w:rsidRPr="00024960">
              <w:rPr>
                <w:rFonts w:ascii="Times New Roman" w:hAnsi="Times New Roman"/>
                <w:spacing w:val="-6"/>
              </w:rPr>
              <w:t>2023</w:t>
            </w:r>
          </w:p>
        </w:tc>
        <w:tc>
          <w:tcPr>
            <w:tcW w:w="742" w:type="dxa"/>
            <w:tcBorders>
              <w:bottom w:val="nil"/>
            </w:tcBorders>
            <w:vAlign w:val="center"/>
          </w:tcPr>
          <w:p w:rsidR="00FD7D8B" w:rsidRPr="00024960" w:rsidRDefault="00FD7D8B" w:rsidP="00C51CBC">
            <w:pPr>
              <w:widowControl w:val="0"/>
              <w:suppressLineNumbers/>
              <w:spacing w:line="230" w:lineRule="auto"/>
              <w:ind w:left="-55" w:right="-66"/>
              <w:jc w:val="center"/>
              <w:rPr>
                <w:rFonts w:ascii="Times New Roman" w:hAnsi="Times New Roman"/>
                <w:spacing w:val="-6"/>
              </w:rPr>
            </w:pPr>
            <w:r w:rsidRPr="00024960">
              <w:rPr>
                <w:rFonts w:ascii="Times New Roman" w:hAnsi="Times New Roman"/>
                <w:spacing w:val="-6"/>
              </w:rPr>
              <w:t>2024</w:t>
            </w:r>
          </w:p>
        </w:tc>
      </w:tr>
    </w:tbl>
    <w:p w:rsidR="00FD7D8B" w:rsidRPr="00024960" w:rsidRDefault="00FD7D8B" w:rsidP="00FD7D8B">
      <w:pPr>
        <w:rPr>
          <w:rFonts w:ascii="Times New Roman" w:hAnsi="Times New Roman"/>
          <w:sz w:val="2"/>
          <w:szCs w:val="2"/>
        </w:rPr>
      </w:pPr>
    </w:p>
    <w:tbl>
      <w:tblPr>
        <w:tblW w:w="988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2"/>
        <w:gridCol w:w="1079"/>
        <w:gridCol w:w="927"/>
        <w:gridCol w:w="743"/>
        <w:gridCol w:w="742"/>
        <w:gridCol w:w="742"/>
        <w:gridCol w:w="742"/>
        <w:gridCol w:w="742"/>
        <w:gridCol w:w="742"/>
        <w:gridCol w:w="742"/>
        <w:gridCol w:w="742"/>
        <w:gridCol w:w="742"/>
        <w:gridCol w:w="742"/>
      </w:tblGrid>
      <w:tr w:rsidR="00FD7D8B" w:rsidRPr="00024960" w:rsidTr="001D08E5">
        <w:trPr>
          <w:trHeight w:val="137"/>
          <w:tblHeader/>
          <w:jc w:val="right"/>
        </w:trPr>
        <w:tc>
          <w:tcPr>
            <w:tcW w:w="4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7D8B" w:rsidRPr="00024960" w:rsidRDefault="00FD7D8B" w:rsidP="00F65A1B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</w:rPr>
            </w:pPr>
            <w:r w:rsidRPr="00024960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7D8B" w:rsidRPr="00024960" w:rsidRDefault="00FD7D8B" w:rsidP="00F65A1B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</w:rPr>
            </w:pPr>
            <w:r w:rsidRPr="00024960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D7D8B" w:rsidRPr="00024960" w:rsidRDefault="00FD7D8B" w:rsidP="00F65A1B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</w:rPr>
            </w:pPr>
            <w:r w:rsidRPr="00024960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FD7D8B" w:rsidRPr="00024960" w:rsidRDefault="00FD7D8B" w:rsidP="00F65A1B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</w:rPr>
            </w:pPr>
            <w:r w:rsidRPr="00024960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FD7D8B" w:rsidRPr="00024960" w:rsidRDefault="00FD7D8B" w:rsidP="00F65A1B">
            <w:pPr>
              <w:widowControl w:val="0"/>
              <w:suppressLineNumbers/>
              <w:ind w:right="-66"/>
              <w:jc w:val="center"/>
              <w:rPr>
                <w:rFonts w:ascii="Times New Roman" w:hAnsi="Times New Roman"/>
                <w:bCs/>
              </w:rPr>
            </w:pPr>
            <w:r w:rsidRPr="00024960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FD7D8B" w:rsidRPr="00024960" w:rsidRDefault="00FD7D8B" w:rsidP="00F65A1B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</w:rPr>
            </w:pPr>
            <w:r w:rsidRPr="00024960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FD7D8B" w:rsidRPr="00024960" w:rsidRDefault="00FD7D8B" w:rsidP="00F65A1B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</w:rPr>
            </w:pPr>
            <w:r w:rsidRPr="00024960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FD7D8B" w:rsidRPr="00024960" w:rsidRDefault="00FD7D8B" w:rsidP="00F65A1B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</w:rPr>
            </w:pPr>
            <w:r w:rsidRPr="00024960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FD7D8B" w:rsidRPr="00024960" w:rsidRDefault="00FD7D8B" w:rsidP="00F65A1B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</w:rPr>
            </w:pPr>
            <w:r w:rsidRPr="00024960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FD7D8B" w:rsidRPr="00024960" w:rsidRDefault="00FD7D8B" w:rsidP="00F65A1B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</w:rPr>
            </w:pPr>
            <w:r w:rsidRPr="00024960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742" w:type="dxa"/>
          </w:tcPr>
          <w:p w:rsidR="00FD7D8B" w:rsidRPr="00024960" w:rsidRDefault="00FD7D8B" w:rsidP="00F65A1B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</w:rPr>
            </w:pPr>
            <w:r w:rsidRPr="00024960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742" w:type="dxa"/>
          </w:tcPr>
          <w:p w:rsidR="00FD7D8B" w:rsidRPr="00024960" w:rsidRDefault="00FD7D8B" w:rsidP="00F65A1B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</w:rPr>
            </w:pPr>
            <w:r w:rsidRPr="00024960"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742" w:type="dxa"/>
          </w:tcPr>
          <w:p w:rsidR="00FD7D8B" w:rsidRPr="00024960" w:rsidRDefault="00FD7D8B" w:rsidP="00F65A1B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</w:rPr>
            </w:pPr>
            <w:r w:rsidRPr="00024960">
              <w:rPr>
                <w:rFonts w:ascii="Times New Roman" w:hAnsi="Times New Roman"/>
                <w:bCs/>
              </w:rPr>
              <w:t>13</w:t>
            </w:r>
          </w:p>
        </w:tc>
      </w:tr>
      <w:tr w:rsidR="00FD7D8B" w:rsidRPr="00024960" w:rsidTr="00B43B55">
        <w:trPr>
          <w:trHeight w:val="1685"/>
          <w:jc w:val="right"/>
        </w:trPr>
        <w:tc>
          <w:tcPr>
            <w:tcW w:w="462" w:type="dxa"/>
            <w:tcBorders>
              <w:bottom w:val="nil"/>
            </w:tcBorders>
            <w:shd w:val="clear" w:color="auto" w:fill="auto"/>
          </w:tcPr>
          <w:p w:rsidR="00FD7D8B" w:rsidRPr="00024960" w:rsidRDefault="00FD7D8B" w:rsidP="00FD7D8B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</w:rPr>
            </w:pPr>
            <w:r w:rsidRPr="00024960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1079" w:type="dxa"/>
            <w:tcBorders>
              <w:bottom w:val="nil"/>
            </w:tcBorders>
            <w:shd w:val="clear" w:color="auto" w:fill="auto"/>
          </w:tcPr>
          <w:p w:rsidR="00FD7D8B" w:rsidRPr="00024960" w:rsidRDefault="00FD7D8B" w:rsidP="00FD7D8B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  <w:r w:rsidRPr="00024960">
              <w:rPr>
                <w:rFonts w:ascii="Times New Roman" w:hAnsi="Times New Roman" w:cs="Times New Roman"/>
              </w:rPr>
              <w:t>Минтранс Рязанской области</w:t>
            </w:r>
          </w:p>
          <w:p w:rsidR="00FD7D8B" w:rsidRPr="00024960" w:rsidRDefault="00FD7D8B" w:rsidP="00FD7D8B">
            <w:pPr>
              <w:widowControl w:val="0"/>
              <w:suppressLineNumbers/>
              <w:ind w:left="-55" w:right="-66"/>
              <w:rPr>
                <w:rFonts w:ascii="Times New Roman" w:hAnsi="Times New Roman"/>
                <w:bCs/>
              </w:rPr>
            </w:pPr>
          </w:p>
        </w:tc>
        <w:tc>
          <w:tcPr>
            <w:tcW w:w="927" w:type="dxa"/>
            <w:shd w:val="clear" w:color="auto" w:fill="auto"/>
          </w:tcPr>
          <w:p w:rsidR="00FD7D8B" w:rsidRPr="00024960" w:rsidRDefault="00FD7D8B" w:rsidP="000E62D0">
            <w:pPr>
              <w:pStyle w:val="ConsPlusNormal"/>
              <w:spacing w:line="228" w:lineRule="auto"/>
              <w:ind w:left="-55" w:right="-108" w:firstLine="0"/>
              <w:rPr>
                <w:rFonts w:ascii="Times New Roman" w:hAnsi="Times New Roman" w:cs="Times New Roman"/>
              </w:rPr>
            </w:pPr>
            <w:r w:rsidRPr="00024960">
              <w:rPr>
                <w:rFonts w:ascii="Times New Roman" w:hAnsi="Times New Roman" w:cs="Times New Roman"/>
              </w:rPr>
              <w:t xml:space="preserve">всего по </w:t>
            </w:r>
            <w:proofErr w:type="spellStart"/>
            <w:proofErr w:type="gramStart"/>
            <w:r w:rsidRPr="00024960">
              <w:rPr>
                <w:rFonts w:ascii="Times New Roman" w:hAnsi="Times New Roman" w:cs="Times New Roman"/>
              </w:rPr>
              <w:t>подпрог-рамме</w:t>
            </w:r>
            <w:proofErr w:type="spellEnd"/>
            <w:proofErr w:type="gramEnd"/>
            <w:r w:rsidRPr="00024960">
              <w:rPr>
                <w:rFonts w:ascii="Times New Roman" w:hAnsi="Times New Roman" w:cs="Times New Roman"/>
              </w:rPr>
              <w:t xml:space="preserve">, </w:t>
            </w:r>
          </w:p>
          <w:p w:rsidR="00FD7D8B" w:rsidRPr="00024960" w:rsidRDefault="00FD7D8B" w:rsidP="000E62D0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  <w:bCs/>
              </w:rPr>
            </w:pPr>
            <w:r w:rsidRPr="00024960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43" w:type="dxa"/>
            <w:shd w:val="clear" w:color="auto" w:fill="auto"/>
            <w:textDirection w:val="btLr"/>
            <w:vAlign w:val="center"/>
          </w:tcPr>
          <w:p w:rsidR="00FD7D8B" w:rsidRPr="00024960" w:rsidRDefault="0022118B" w:rsidP="0030291E">
            <w:pPr>
              <w:widowControl w:val="0"/>
              <w:suppressLineNumbers/>
              <w:spacing w:line="245" w:lineRule="auto"/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65140490,09006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024960" w:rsidRDefault="00FD7D8B" w:rsidP="0030291E">
            <w:pPr>
              <w:widowControl w:val="0"/>
              <w:suppressLineNumbers/>
              <w:spacing w:line="245" w:lineRule="auto"/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5003886,16219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024960" w:rsidRDefault="00FD7D8B" w:rsidP="0030291E">
            <w:pPr>
              <w:widowControl w:val="0"/>
              <w:suppressLineNumbers/>
              <w:spacing w:line="245" w:lineRule="auto"/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5575889,0127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024960" w:rsidRDefault="00FD7D8B" w:rsidP="0030291E">
            <w:pPr>
              <w:widowControl w:val="0"/>
              <w:suppressLineNumbers/>
              <w:spacing w:line="245" w:lineRule="auto"/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5312357,31397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024960" w:rsidRDefault="000E62D0" w:rsidP="0030291E">
            <w:pPr>
              <w:widowControl w:val="0"/>
              <w:suppressLineNumbers/>
              <w:spacing w:line="245" w:lineRule="auto"/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7038851,46016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024960" w:rsidRDefault="0022118B" w:rsidP="0030291E">
            <w:pPr>
              <w:widowControl w:val="0"/>
              <w:suppressLineNumbers/>
              <w:spacing w:line="245" w:lineRule="auto"/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8544660,01856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024960" w:rsidRDefault="000E62D0" w:rsidP="0030291E">
            <w:pPr>
              <w:widowControl w:val="0"/>
              <w:suppressLineNumbers/>
              <w:spacing w:line="245" w:lineRule="auto"/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10338858,8147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024960" w:rsidRDefault="000E62D0" w:rsidP="0030291E">
            <w:pPr>
              <w:widowControl w:val="0"/>
              <w:suppressLineNumbers/>
              <w:spacing w:line="245" w:lineRule="auto"/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11177824,30778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024960" w:rsidRDefault="00FD7D8B" w:rsidP="0030291E">
            <w:pPr>
              <w:widowControl w:val="0"/>
              <w:suppressLineNumbers/>
              <w:spacing w:line="245" w:lineRule="auto"/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7427031,5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024960" w:rsidRDefault="00FD7D8B" w:rsidP="0030291E">
            <w:pPr>
              <w:widowControl w:val="0"/>
              <w:suppressLineNumbers/>
              <w:spacing w:line="245" w:lineRule="auto"/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472</w:t>
            </w:r>
            <w:r w:rsidR="003961C3" w:rsidRPr="00024960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131,5</w:t>
            </w:r>
          </w:p>
        </w:tc>
      </w:tr>
      <w:tr w:rsidR="00FD7D8B" w:rsidRPr="00024960" w:rsidTr="00B43B55">
        <w:trPr>
          <w:trHeight w:val="1566"/>
          <w:jc w:val="right"/>
        </w:trPr>
        <w:tc>
          <w:tcPr>
            <w:tcW w:w="462" w:type="dxa"/>
            <w:tcBorders>
              <w:top w:val="nil"/>
              <w:bottom w:val="nil"/>
            </w:tcBorders>
            <w:shd w:val="clear" w:color="auto" w:fill="auto"/>
          </w:tcPr>
          <w:p w:rsidR="00FD7D8B" w:rsidRPr="00024960" w:rsidRDefault="00FD7D8B" w:rsidP="00FD7D8B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  <w:shd w:val="clear" w:color="auto" w:fill="auto"/>
          </w:tcPr>
          <w:p w:rsidR="00FD7D8B" w:rsidRPr="00024960" w:rsidRDefault="00FD7D8B" w:rsidP="00FD7D8B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0E62D0" w:rsidRPr="00024960" w:rsidRDefault="00FD7D8B" w:rsidP="0030291E">
            <w:pPr>
              <w:pStyle w:val="ConsPlusNormal"/>
              <w:spacing w:line="228" w:lineRule="auto"/>
              <w:ind w:left="-55" w:right="-108" w:firstLine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24960">
              <w:rPr>
                <w:rFonts w:ascii="Times New Roman" w:hAnsi="Times New Roman" w:cs="Times New Roman"/>
              </w:rPr>
              <w:t>бюд-жетные</w:t>
            </w:r>
            <w:proofErr w:type="spellEnd"/>
            <w:proofErr w:type="gramEnd"/>
            <w:r w:rsidRPr="000249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4960">
              <w:rPr>
                <w:rFonts w:ascii="Times New Roman" w:hAnsi="Times New Roman" w:cs="Times New Roman"/>
              </w:rPr>
              <w:t>ассигно-вания</w:t>
            </w:r>
            <w:proofErr w:type="spellEnd"/>
            <w:r w:rsidRPr="000249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4960">
              <w:rPr>
                <w:rFonts w:ascii="Times New Roman" w:hAnsi="Times New Roman" w:cs="Times New Roman"/>
              </w:rPr>
              <w:t>дорож-ного</w:t>
            </w:r>
            <w:proofErr w:type="spellEnd"/>
            <w:r w:rsidRPr="00024960">
              <w:rPr>
                <w:rFonts w:ascii="Times New Roman" w:hAnsi="Times New Roman" w:cs="Times New Roman"/>
              </w:rPr>
              <w:t xml:space="preserve"> фонда</w:t>
            </w:r>
          </w:p>
        </w:tc>
        <w:tc>
          <w:tcPr>
            <w:tcW w:w="743" w:type="dxa"/>
            <w:shd w:val="clear" w:color="auto" w:fill="auto"/>
            <w:textDirection w:val="btLr"/>
            <w:vAlign w:val="center"/>
          </w:tcPr>
          <w:p w:rsidR="00FD7D8B" w:rsidRPr="00024960" w:rsidRDefault="007F47A9" w:rsidP="00F65A1B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63510486,99948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024960" w:rsidRDefault="00FD7D8B" w:rsidP="0030291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4549313,20277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024960" w:rsidRDefault="00FD7D8B" w:rsidP="0030291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5413690,8127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024960" w:rsidRDefault="00FD7D8B" w:rsidP="0030291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5165416,28319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024960" w:rsidRDefault="000E62D0" w:rsidP="0030291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6890598,84471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024960" w:rsidRDefault="007F47A9" w:rsidP="00F65A1B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8385601,00311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024960" w:rsidRDefault="000E62D0" w:rsidP="00F65A1B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10215946,73057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024960" w:rsidRDefault="000E62D0" w:rsidP="00F65A1B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11056367,12243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024960" w:rsidRDefault="00FD7D8B" w:rsidP="00F65A1B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7269726,5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024960" w:rsidRDefault="00FD7D8B" w:rsidP="00F65A1B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4563826,5</w:t>
            </w:r>
          </w:p>
        </w:tc>
      </w:tr>
      <w:tr w:rsidR="00FD7D8B" w:rsidRPr="00024960" w:rsidTr="00B43B55">
        <w:trPr>
          <w:trHeight w:val="1623"/>
          <w:jc w:val="right"/>
        </w:trPr>
        <w:tc>
          <w:tcPr>
            <w:tcW w:w="462" w:type="dxa"/>
            <w:tcBorders>
              <w:top w:val="nil"/>
              <w:bottom w:val="nil"/>
            </w:tcBorders>
            <w:shd w:val="clear" w:color="auto" w:fill="auto"/>
          </w:tcPr>
          <w:p w:rsidR="00FD7D8B" w:rsidRPr="00024960" w:rsidRDefault="00FD7D8B" w:rsidP="00FD7D8B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  <w:shd w:val="clear" w:color="auto" w:fill="auto"/>
          </w:tcPr>
          <w:p w:rsidR="00FD7D8B" w:rsidRPr="00024960" w:rsidRDefault="00FD7D8B" w:rsidP="00FD7D8B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27" w:type="dxa"/>
            <w:shd w:val="clear" w:color="auto" w:fill="auto"/>
          </w:tcPr>
          <w:p w:rsidR="00FD7D8B" w:rsidRPr="00024960" w:rsidRDefault="00FD7D8B" w:rsidP="00F65A1B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24960">
              <w:rPr>
                <w:rFonts w:ascii="Times New Roman" w:hAnsi="Times New Roman" w:cs="Times New Roman"/>
              </w:rPr>
              <w:t>област</w:t>
            </w:r>
            <w:proofErr w:type="spellEnd"/>
            <w:r w:rsidRPr="00024960">
              <w:rPr>
                <w:rFonts w:ascii="Times New Roman" w:hAnsi="Times New Roman" w:cs="Times New Roman"/>
              </w:rPr>
              <w:t>-ной</w:t>
            </w:r>
            <w:proofErr w:type="gramEnd"/>
            <w:r w:rsidRPr="00024960">
              <w:rPr>
                <w:rFonts w:ascii="Times New Roman" w:hAnsi="Times New Roman" w:cs="Times New Roman"/>
              </w:rPr>
              <w:t xml:space="preserve"> бюджет,</w:t>
            </w:r>
          </w:p>
          <w:p w:rsidR="00FD7D8B" w:rsidRPr="00024960" w:rsidRDefault="00FD7D8B" w:rsidP="00F65A1B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</w:rPr>
            </w:pPr>
            <w:r w:rsidRPr="00024960">
              <w:rPr>
                <w:rFonts w:ascii="Times New Roman" w:hAnsi="Times New Roman" w:cs="Times New Roman"/>
              </w:rPr>
              <w:t xml:space="preserve">из них: </w:t>
            </w:r>
          </w:p>
          <w:p w:rsidR="000E62D0" w:rsidRPr="00024960" w:rsidRDefault="000E62D0" w:rsidP="00F65A1B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</w:rPr>
            </w:pPr>
          </w:p>
          <w:p w:rsidR="00FD7D8B" w:rsidRPr="00024960" w:rsidRDefault="00FD7D8B" w:rsidP="00F65A1B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</w:rPr>
            </w:pPr>
          </w:p>
          <w:p w:rsidR="00FD7D8B" w:rsidRPr="00024960" w:rsidRDefault="00FD7D8B" w:rsidP="00F65A1B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  <w:shd w:val="clear" w:color="auto" w:fill="auto"/>
            <w:textDirection w:val="btLr"/>
            <w:vAlign w:val="center"/>
          </w:tcPr>
          <w:p w:rsidR="00FD7D8B" w:rsidRPr="00024960" w:rsidRDefault="0022118B" w:rsidP="0030291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49516493,19289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024960" w:rsidRDefault="00FD7D8B" w:rsidP="0030291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3937219,66219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024960" w:rsidRDefault="00FD7D8B" w:rsidP="0030291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4640781,3327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024960" w:rsidRDefault="00FD7D8B" w:rsidP="0030291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4257421,8968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024960" w:rsidRDefault="000E62D0" w:rsidP="0030291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4295140,76016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024960" w:rsidRDefault="0022118B" w:rsidP="00F65A1B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6899305,21856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024960" w:rsidRDefault="000E62D0" w:rsidP="00F65A1B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8250210,0147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024960" w:rsidRDefault="000E62D0" w:rsidP="00F65A1B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9318151,30778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024960" w:rsidRDefault="00FD7D8B" w:rsidP="00F65A1B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3877131,5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024960" w:rsidRDefault="00FD7D8B" w:rsidP="00F65A1B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4041131,5</w:t>
            </w:r>
          </w:p>
        </w:tc>
      </w:tr>
      <w:tr w:rsidR="00FD7D8B" w:rsidRPr="00024960" w:rsidTr="007F47A9">
        <w:trPr>
          <w:trHeight w:val="137"/>
          <w:jc w:val="right"/>
        </w:trPr>
        <w:tc>
          <w:tcPr>
            <w:tcW w:w="462" w:type="dxa"/>
            <w:tcBorders>
              <w:top w:val="nil"/>
              <w:bottom w:val="nil"/>
            </w:tcBorders>
            <w:shd w:val="clear" w:color="auto" w:fill="auto"/>
          </w:tcPr>
          <w:p w:rsidR="00FD7D8B" w:rsidRPr="00024960" w:rsidRDefault="00FD7D8B" w:rsidP="00FD7D8B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  <w:shd w:val="clear" w:color="auto" w:fill="auto"/>
          </w:tcPr>
          <w:p w:rsidR="00FD7D8B" w:rsidRPr="00024960" w:rsidRDefault="00FD7D8B" w:rsidP="00FD7D8B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27" w:type="dxa"/>
            <w:shd w:val="clear" w:color="auto" w:fill="auto"/>
          </w:tcPr>
          <w:p w:rsidR="00FD7D8B" w:rsidRPr="00024960" w:rsidRDefault="00FD7D8B" w:rsidP="0030291E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24960">
              <w:rPr>
                <w:rFonts w:ascii="Times New Roman" w:hAnsi="Times New Roman" w:cs="Times New Roman"/>
              </w:rPr>
              <w:t>бюд-жетные</w:t>
            </w:r>
            <w:proofErr w:type="spellEnd"/>
            <w:proofErr w:type="gramEnd"/>
            <w:r w:rsidRPr="000249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4960">
              <w:rPr>
                <w:rFonts w:ascii="Times New Roman" w:hAnsi="Times New Roman" w:cs="Times New Roman"/>
              </w:rPr>
              <w:t>ассигно-вания</w:t>
            </w:r>
            <w:proofErr w:type="spellEnd"/>
            <w:r w:rsidRPr="000249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4960">
              <w:rPr>
                <w:rFonts w:ascii="Times New Roman" w:hAnsi="Times New Roman" w:cs="Times New Roman"/>
              </w:rPr>
              <w:t>дорож-ного</w:t>
            </w:r>
            <w:proofErr w:type="spellEnd"/>
            <w:r w:rsidRPr="00024960">
              <w:rPr>
                <w:rFonts w:ascii="Times New Roman" w:hAnsi="Times New Roman" w:cs="Times New Roman"/>
              </w:rPr>
              <w:t xml:space="preserve"> фонда</w:t>
            </w:r>
          </w:p>
          <w:p w:rsidR="0030291E" w:rsidRPr="00024960" w:rsidRDefault="0030291E" w:rsidP="0030291E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  <w:shd w:val="clear" w:color="auto" w:fill="auto"/>
            <w:textDirection w:val="btLr"/>
            <w:vAlign w:val="center"/>
          </w:tcPr>
          <w:p w:rsidR="00FD7D8B" w:rsidRPr="00024960" w:rsidRDefault="007F47A9" w:rsidP="0030291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48186490,10231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024960" w:rsidRDefault="00FD7D8B" w:rsidP="0030291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3782646,70277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024960" w:rsidRDefault="00FD7D8B" w:rsidP="0030291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4478583,1327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024960" w:rsidRDefault="00FD7D8B" w:rsidP="0030291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4110480,86602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024960" w:rsidRDefault="00FD7D8B" w:rsidP="0030291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4146888,14471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024960" w:rsidRDefault="007F47A9" w:rsidP="0030291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6740246,20311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024960" w:rsidRDefault="000E62D0" w:rsidP="0030291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8127297,93057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024960" w:rsidRDefault="000E62D0" w:rsidP="0030291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9196694,12243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024960" w:rsidRDefault="00FD7D8B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3719826,5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024960" w:rsidRDefault="00FD7D8B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3883826,5</w:t>
            </w:r>
          </w:p>
        </w:tc>
      </w:tr>
      <w:tr w:rsidR="00FD7D8B" w:rsidRPr="00024960" w:rsidTr="007F47A9">
        <w:trPr>
          <w:trHeight w:val="1651"/>
          <w:jc w:val="right"/>
        </w:trPr>
        <w:tc>
          <w:tcPr>
            <w:tcW w:w="462" w:type="dxa"/>
            <w:tcBorders>
              <w:top w:val="nil"/>
              <w:bottom w:val="nil"/>
            </w:tcBorders>
            <w:shd w:val="clear" w:color="auto" w:fill="auto"/>
          </w:tcPr>
          <w:p w:rsidR="00FD7D8B" w:rsidRPr="00024960" w:rsidRDefault="00FD7D8B" w:rsidP="00FD7D8B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  <w:shd w:val="clear" w:color="auto" w:fill="auto"/>
          </w:tcPr>
          <w:p w:rsidR="00FD7D8B" w:rsidRPr="00024960" w:rsidRDefault="00FD7D8B" w:rsidP="00FD7D8B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27" w:type="dxa"/>
            <w:shd w:val="clear" w:color="auto" w:fill="auto"/>
          </w:tcPr>
          <w:p w:rsidR="00FD7D8B" w:rsidRPr="00024960" w:rsidRDefault="00FD7D8B" w:rsidP="00F65A1B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24960">
              <w:rPr>
                <w:rFonts w:ascii="Times New Roman" w:hAnsi="Times New Roman" w:cs="Times New Roman"/>
              </w:rPr>
              <w:t>феде-ральный</w:t>
            </w:r>
            <w:proofErr w:type="spellEnd"/>
            <w:proofErr w:type="gramEnd"/>
            <w:r w:rsidRPr="00024960">
              <w:rPr>
                <w:rFonts w:ascii="Times New Roman" w:hAnsi="Times New Roman" w:cs="Times New Roman"/>
              </w:rPr>
              <w:t xml:space="preserve"> бюджет,        из них:</w:t>
            </w:r>
          </w:p>
          <w:p w:rsidR="00FD7D8B" w:rsidRPr="00024960" w:rsidRDefault="00FD7D8B" w:rsidP="00F65A1B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</w:rPr>
            </w:pPr>
          </w:p>
          <w:p w:rsidR="00FD7D8B" w:rsidRPr="00024960" w:rsidRDefault="00FD7D8B" w:rsidP="00F65A1B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</w:rPr>
            </w:pPr>
          </w:p>
          <w:p w:rsidR="00FD7D8B" w:rsidRPr="00024960" w:rsidRDefault="00FD7D8B" w:rsidP="00F65A1B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  <w:shd w:val="clear" w:color="auto" w:fill="auto"/>
            <w:textDirection w:val="btLr"/>
            <w:vAlign w:val="center"/>
          </w:tcPr>
          <w:p w:rsidR="00FD7D8B" w:rsidRPr="00024960" w:rsidRDefault="000E62D0" w:rsidP="0030291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15623996,89717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024960" w:rsidRDefault="00FD7D8B" w:rsidP="0030291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1066666,5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024960" w:rsidRDefault="00FD7D8B" w:rsidP="0030291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935107,68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024960" w:rsidRDefault="00FD7D8B" w:rsidP="0030291E">
            <w:pPr>
              <w:widowControl w:val="0"/>
              <w:suppressLineNumbers/>
              <w:spacing w:line="245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1054935,41717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024960" w:rsidRDefault="000E62D0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2743710,7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024960" w:rsidRDefault="000E62D0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1645354,8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024960" w:rsidRDefault="000E62D0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2088648,8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024960" w:rsidRDefault="000E62D0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1859673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024960" w:rsidRDefault="00FD7D8B" w:rsidP="00F65A1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024960">
              <w:rPr>
                <w:rFonts w:ascii="Times New Roman" w:hAnsi="Times New Roman"/>
              </w:rPr>
              <w:t>3549900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024960" w:rsidRDefault="00FD7D8B" w:rsidP="00F65A1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680000</w:t>
            </w:r>
          </w:p>
        </w:tc>
      </w:tr>
      <w:tr w:rsidR="00FD7D8B" w:rsidRPr="00024960" w:rsidTr="007F47A9">
        <w:trPr>
          <w:trHeight w:val="137"/>
          <w:jc w:val="right"/>
        </w:trPr>
        <w:tc>
          <w:tcPr>
            <w:tcW w:w="462" w:type="dxa"/>
            <w:tcBorders>
              <w:top w:val="nil"/>
            </w:tcBorders>
            <w:shd w:val="clear" w:color="auto" w:fill="auto"/>
          </w:tcPr>
          <w:p w:rsidR="00FD7D8B" w:rsidRPr="00024960" w:rsidRDefault="00FD7D8B" w:rsidP="00FD7D8B">
            <w:pPr>
              <w:widowControl w:val="0"/>
              <w:suppressLineNumbers/>
              <w:ind w:left="-55" w:right="-6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79" w:type="dxa"/>
            <w:tcBorders>
              <w:top w:val="nil"/>
            </w:tcBorders>
            <w:shd w:val="clear" w:color="auto" w:fill="auto"/>
          </w:tcPr>
          <w:p w:rsidR="00FD7D8B" w:rsidRPr="00024960" w:rsidRDefault="00FD7D8B" w:rsidP="00FD7D8B">
            <w:pPr>
              <w:pStyle w:val="ConsPlusNormal"/>
              <w:spacing w:line="228" w:lineRule="auto"/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27" w:type="dxa"/>
            <w:shd w:val="clear" w:color="auto" w:fill="auto"/>
          </w:tcPr>
          <w:p w:rsidR="00FD7D8B" w:rsidRPr="00024960" w:rsidRDefault="00FD7D8B" w:rsidP="00F65A1B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24960">
              <w:rPr>
                <w:rFonts w:ascii="Times New Roman" w:hAnsi="Times New Roman" w:cs="Times New Roman"/>
              </w:rPr>
              <w:t>бюд-жетные</w:t>
            </w:r>
            <w:proofErr w:type="spellEnd"/>
            <w:proofErr w:type="gramEnd"/>
            <w:r w:rsidRPr="000249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4960">
              <w:rPr>
                <w:rFonts w:ascii="Times New Roman" w:hAnsi="Times New Roman" w:cs="Times New Roman"/>
              </w:rPr>
              <w:t>ассигно-вания</w:t>
            </w:r>
            <w:proofErr w:type="spellEnd"/>
            <w:r w:rsidRPr="000249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4960">
              <w:rPr>
                <w:rFonts w:ascii="Times New Roman" w:hAnsi="Times New Roman" w:cs="Times New Roman"/>
              </w:rPr>
              <w:t>дорож-ного</w:t>
            </w:r>
            <w:proofErr w:type="spellEnd"/>
            <w:r w:rsidRPr="00024960">
              <w:rPr>
                <w:rFonts w:ascii="Times New Roman" w:hAnsi="Times New Roman" w:cs="Times New Roman"/>
              </w:rPr>
              <w:t xml:space="preserve"> фонда </w:t>
            </w:r>
          </w:p>
          <w:p w:rsidR="00FD7D8B" w:rsidRPr="00024960" w:rsidRDefault="00FD7D8B" w:rsidP="00F65A1B">
            <w:pPr>
              <w:pStyle w:val="ConsPlusNormal"/>
              <w:spacing w:line="228" w:lineRule="auto"/>
              <w:ind w:left="-55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  <w:shd w:val="clear" w:color="auto" w:fill="auto"/>
            <w:textDirection w:val="btLr"/>
            <w:vAlign w:val="center"/>
          </w:tcPr>
          <w:p w:rsidR="00FD7D8B" w:rsidRPr="00024960" w:rsidRDefault="000E62D0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15323996,89717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024960" w:rsidRDefault="00FD7D8B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766666,5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024960" w:rsidRDefault="00FD7D8B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935107,68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024960" w:rsidRDefault="00FD7D8B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1054935,41717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024960" w:rsidRDefault="000E62D0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2743710,7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024960" w:rsidRDefault="000E62D0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1645354,8</w:t>
            </w: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FD7D8B" w:rsidRPr="00024960" w:rsidRDefault="000E62D0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2088648,8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024960" w:rsidRDefault="000E62D0" w:rsidP="00F65A1B">
            <w:pPr>
              <w:widowControl w:val="0"/>
              <w:suppressLineNumbers/>
              <w:spacing w:line="245" w:lineRule="auto"/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24960">
              <w:rPr>
                <w:rFonts w:ascii="Times New Roman" w:hAnsi="Times New Roman"/>
                <w:bCs/>
                <w:sz w:val="22"/>
                <w:szCs w:val="22"/>
              </w:rPr>
              <w:t>1859673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024960" w:rsidRDefault="00FD7D8B" w:rsidP="00F65A1B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024960">
              <w:rPr>
                <w:rFonts w:ascii="Times New Roman" w:hAnsi="Times New Roman"/>
              </w:rPr>
              <w:t>3549900</w:t>
            </w:r>
          </w:p>
        </w:tc>
        <w:tc>
          <w:tcPr>
            <w:tcW w:w="742" w:type="dxa"/>
            <w:textDirection w:val="btLr"/>
            <w:vAlign w:val="center"/>
          </w:tcPr>
          <w:p w:rsidR="00FD7D8B" w:rsidRPr="00024960" w:rsidRDefault="00FD7D8B" w:rsidP="00F65A1B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680000</w:t>
            </w:r>
          </w:p>
        </w:tc>
      </w:tr>
    </w:tbl>
    <w:p w:rsidR="003F1FA7" w:rsidRPr="00024960" w:rsidRDefault="003F1FA7" w:rsidP="009019EE">
      <w:pPr>
        <w:ind w:firstLine="709"/>
        <w:jc w:val="both"/>
        <w:rPr>
          <w:rFonts w:ascii="Times New Roman" w:hAnsi="Times New Roman"/>
          <w:sz w:val="10"/>
          <w:szCs w:val="10"/>
        </w:rPr>
      </w:pPr>
    </w:p>
    <w:p w:rsidR="007F2251" w:rsidRPr="00024960" w:rsidRDefault="007F2251" w:rsidP="009019E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>Объемы финансирования подпрограммы подлежат уточнению при изменении объемов средств, выделяемых из областного или федерального бюджета.</w:t>
      </w:r>
    </w:p>
    <w:p w:rsidR="00261937" w:rsidRPr="00024960" w:rsidRDefault="00261937" w:rsidP="00261937">
      <w:pPr>
        <w:tabs>
          <w:tab w:val="left" w:pos="1418"/>
        </w:tabs>
        <w:autoSpaceDE w:val="0"/>
        <w:autoSpaceDN w:val="0"/>
        <w:adjustRightInd w:val="0"/>
        <w:spacing w:line="230" w:lineRule="auto"/>
        <w:jc w:val="center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>4. Механизм реализации подпрограммы</w:t>
      </w:r>
    </w:p>
    <w:p w:rsidR="00261937" w:rsidRPr="00024960" w:rsidRDefault="00261937" w:rsidP="00261937">
      <w:pPr>
        <w:tabs>
          <w:tab w:val="left" w:pos="1418"/>
        </w:tabs>
        <w:autoSpaceDE w:val="0"/>
        <w:autoSpaceDN w:val="0"/>
        <w:adjustRightInd w:val="0"/>
        <w:spacing w:line="230" w:lineRule="auto"/>
        <w:jc w:val="center"/>
        <w:rPr>
          <w:rFonts w:ascii="Times New Roman" w:hAnsi="Times New Roman"/>
          <w:sz w:val="28"/>
          <w:szCs w:val="28"/>
        </w:rPr>
      </w:pPr>
    </w:p>
    <w:p w:rsidR="00261937" w:rsidRPr="00024960" w:rsidRDefault="00261937" w:rsidP="00DC2AD5">
      <w:pPr>
        <w:tabs>
          <w:tab w:val="left" w:pos="1418"/>
        </w:tabs>
        <w:autoSpaceDE w:val="0"/>
        <w:autoSpaceDN w:val="0"/>
        <w:adjustRightInd w:val="0"/>
        <w:spacing w:line="23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>4.1.</w:t>
      </w:r>
      <w:r w:rsidR="00DC2AD5" w:rsidRPr="00024960">
        <w:rPr>
          <w:rFonts w:ascii="Times New Roman" w:hAnsi="Times New Roman"/>
          <w:sz w:val="28"/>
          <w:szCs w:val="28"/>
        </w:rPr>
        <w:t xml:space="preserve"> </w:t>
      </w:r>
      <w:r w:rsidRPr="00024960">
        <w:rPr>
          <w:rFonts w:ascii="Times New Roman" w:hAnsi="Times New Roman"/>
          <w:sz w:val="28"/>
          <w:szCs w:val="28"/>
        </w:rPr>
        <w:t>Главный распорядитель бюджетных средств обеспечивает:</w:t>
      </w:r>
    </w:p>
    <w:p w:rsidR="00261937" w:rsidRPr="000249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>- результативность, адресность и целевой характер использования бюджетных средств;</w:t>
      </w:r>
    </w:p>
    <w:p w:rsidR="00261937" w:rsidRPr="000249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>- соблюдение получателями субсидий условий, целей и порядка, установленных при их предоставлении.</w:t>
      </w:r>
    </w:p>
    <w:p w:rsidR="00261937" w:rsidRPr="000249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 xml:space="preserve">С целью своевременной координации действий исполнителей подпрограммы и обеспечения реализации подпрограммы заказчиком Программы министерство промышленности и экономического развития Рязанской области осуществляет </w:t>
      </w:r>
      <w:proofErr w:type="gramStart"/>
      <w:r w:rsidRPr="0002496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24960">
        <w:rPr>
          <w:rFonts w:ascii="Times New Roman" w:hAnsi="Times New Roman"/>
          <w:sz w:val="28"/>
          <w:szCs w:val="28"/>
        </w:rPr>
        <w:t xml:space="preserve"> исполнением подпрограммы.</w:t>
      </w:r>
    </w:p>
    <w:p w:rsidR="00261937" w:rsidRPr="000249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>Внутренний финансовый контроль и государственный финансовый контроль осуществляются в соответствии с положениями бюджетного законодательства.</w:t>
      </w:r>
    </w:p>
    <w:p w:rsidR="00261937" w:rsidRPr="000249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 xml:space="preserve">Текущее управление реализацией подпрограммы осуществляется Минтрансом Рязанской области </w:t>
      </w:r>
      <w:r w:rsidR="00C877A5">
        <w:rPr>
          <w:rFonts w:ascii="Times New Roman" w:hAnsi="Times New Roman"/>
          <w:sz w:val="28"/>
          <w:szCs w:val="28"/>
        </w:rPr>
        <w:t>–</w:t>
      </w:r>
      <w:r w:rsidRPr="00024960">
        <w:rPr>
          <w:rFonts w:ascii="Times New Roman" w:hAnsi="Times New Roman"/>
          <w:sz w:val="28"/>
          <w:szCs w:val="28"/>
        </w:rPr>
        <w:t xml:space="preserve"> заказчиком</w:t>
      </w:r>
      <w:r w:rsidR="00C877A5">
        <w:rPr>
          <w:rFonts w:ascii="Times New Roman" w:hAnsi="Times New Roman"/>
          <w:sz w:val="28"/>
          <w:szCs w:val="28"/>
        </w:rPr>
        <w:t xml:space="preserve"> </w:t>
      </w:r>
      <w:r w:rsidRPr="00024960">
        <w:rPr>
          <w:rFonts w:ascii="Times New Roman" w:hAnsi="Times New Roman"/>
          <w:sz w:val="28"/>
          <w:szCs w:val="28"/>
        </w:rPr>
        <w:t>Программы.</w:t>
      </w:r>
    </w:p>
    <w:p w:rsidR="00261937" w:rsidRPr="000249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>Заказчик Программы несет ответственность за ее реализацию, достижение конечного результата и эффективное использование финансовых средств, выделяемых на выполнение подпрограммы.</w:t>
      </w:r>
    </w:p>
    <w:p w:rsidR="00261937" w:rsidRPr="000249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>Исполнители Программы осуществляют следующие функции при реализации подпрограммы:</w:t>
      </w:r>
    </w:p>
    <w:p w:rsidR="00261937" w:rsidRPr="000249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>- исполняют программные мероприятия;</w:t>
      </w:r>
    </w:p>
    <w:p w:rsidR="00261937" w:rsidRPr="000249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 xml:space="preserve">- заключают соглашения с муниципальными образованиями </w:t>
      </w:r>
      <w:r w:rsidR="00D632F5" w:rsidRPr="00024960">
        <w:rPr>
          <w:rFonts w:ascii="Times New Roman" w:hAnsi="Times New Roman"/>
          <w:sz w:val="28"/>
          <w:szCs w:val="28"/>
        </w:rPr>
        <w:t xml:space="preserve">Рязанской области </w:t>
      </w:r>
      <w:r w:rsidRPr="00024960">
        <w:rPr>
          <w:rFonts w:ascii="Times New Roman" w:hAnsi="Times New Roman"/>
          <w:sz w:val="28"/>
          <w:szCs w:val="28"/>
        </w:rPr>
        <w:t>о предоставлении субсидий на реализацию мероприятий подпрограммы;</w:t>
      </w:r>
    </w:p>
    <w:p w:rsidR="00261937" w:rsidRPr="000249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>- осуществляют закупку товаров, работ, услуг в целях реализации мероприятий подпрограммы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261937" w:rsidRPr="000249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>- в течение всего срока действия государственного контракта, договора контролируют выполнение работ подрядными организациями, осуществляют приемку выполненных работ;</w:t>
      </w:r>
    </w:p>
    <w:p w:rsidR="00261937" w:rsidRPr="000249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>- осуществляют иные функции в пределах своих полномочий.</w:t>
      </w:r>
    </w:p>
    <w:p w:rsidR="00261937" w:rsidRPr="000249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 xml:space="preserve">4.2. </w:t>
      </w:r>
      <w:proofErr w:type="gramStart"/>
      <w:r w:rsidRPr="00024960">
        <w:rPr>
          <w:rFonts w:ascii="Times New Roman" w:hAnsi="Times New Roman"/>
          <w:sz w:val="28"/>
          <w:szCs w:val="28"/>
        </w:rPr>
        <w:t xml:space="preserve">Реализация мероприятия, указанного в подпункте 3.1.1 таблицы № 1 раздела 5 «Система программных мероприятий» настоящей подпрограммы, (далее </w:t>
      </w:r>
      <w:r w:rsidR="00C877A5">
        <w:rPr>
          <w:rFonts w:ascii="Times New Roman" w:hAnsi="Times New Roman"/>
          <w:sz w:val="28"/>
          <w:szCs w:val="28"/>
        </w:rPr>
        <w:t>–</w:t>
      </w:r>
      <w:r w:rsidRPr="00024960">
        <w:rPr>
          <w:rFonts w:ascii="Times New Roman" w:hAnsi="Times New Roman"/>
          <w:sz w:val="28"/>
          <w:szCs w:val="28"/>
        </w:rPr>
        <w:t xml:space="preserve"> таблица</w:t>
      </w:r>
      <w:r w:rsidR="00C877A5">
        <w:rPr>
          <w:rFonts w:ascii="Times New Roman" w:hAnsi="Times New Roman"/>
          <w:sz w:val="28"/>
          <w:szCs w:val="28"/>
        </w:rPr>
        <w:t xml:space="preserve"> </w:t>
      </w:r>
      <w:r w:rsidRPr="00024960">
        <w:rPr>
          <w:rFonts w:ascii="Times New Roman" w:hAnsi="Times New Roman"/>
          <w:sz w:val="28"/>
          <w:szCs w:val="28"/>
        </w:rPr>
        <w:t>№ 1 раздел</w:t>
      </w:r>
      <w:r w:rsidR="00C877A5">
        <w:rPr>
          <w:rFonts w:ascii="Times New Roman" w:hAnsi="Times New Roman"/>
          <w:sz w:val="28"/>
          <w:szCs w:val="28"/>
        </w:rPr>
        <w:t>а</w:t>
      </w:r>
      <w:r w:rsidRPr="00024960">
        <w:rPr>
          <w:rFonts w:ascii="Times New Roman" w:hAnsi="Times New Roman"/>
          <w:sz w:val="28"/>
          <w:szCs w:val="28"/>
        </w:rPr>
        <w:t xml:space="preserve"> 5) осуществляется в соответствии с </w:t>
      </w:r>
      <w:r w:rsidR="00157BD9" w:rsidRPr="00024960">
        <w:rPr>
          <w:rFonts w:ascii="Times New Roman" w:hAnsi="Times New Roman"/>
          <w:sz w:val="28"/>
          <w:szCs w:val="28"/>
        </w:rPr>
        <w:t xml:space="preserve">настоящим разделом и с учетом </w:t>
      </w:r>
      <w:r w:rsidRPr="00024960">
        <w:rPr>
          <w:rFonts w:ascii="Times New Roman" w:hAnsi="Times New Roman"/>
          <w:sz w:val="28"/>
          <w:szCs w:val="28"/>
        </w:rPr>
        <w:t xml:space="preserve">Правил предоставления и распределения иных межбюджетных трансфертов на финансовое обеспечение дорожной деятельности в рамках </w:t>
      </w:r>
      <w:r w:rsidR="0087347B" w:rsidRPr="00024960">
        <w:rPr>
          <w:rFonts w:ascii="Times New Roman" w:hAnsi="Times New Roman"/>
          <w:sz w:val="28"/>
          <w:szCs w:val="28"/>
        </w:rPr>
        <w:t>ведомственной</w:t>
      </w:r>
      <w:r w:rsidRPr="00024960">
        <w:rPr>
          <w:rFonts w:ascii="Times New Roman" w:hAnsi="Times New Roman"/>
          <w:sz w:val="28"/>
          <w:szCs w:val="28"/>
        </w:rPr>
        <w:t xml:space="preserve"> </w:t>
      </w:r>
      <w:r w:rsidR="0087347B" w:rsidRPr="00024960">
        <w:rPr>
          <w:rFonts w:ascii="Times New Roman" w:hAnsi="Times New Roman"/>
          <w:sz w:val="28"/>
          <w:szCs w:val="28"/>
        </w:rPr>
        <w:t xml:space="preserve">целевой программы </w:t>
      </w:r>
      <w:r w:rsidRPr="00024960">
        <w:rPr>
          <w:rFonts w:ascii="Times New Roman" w:hAnsi="Times New Roman"/>
          <w:sz w:val="28"/>
          <w:szCs w:val="28"/>
        </w:rPr>
        <w:t>«Содействие развитию автомобильных дорог регионального, межмуниципального и местного значения» государственной программы Российской Федерации «Развитие</w:t>
      </w:r>
      <w:proofErr w:type="gramEnd"/>
      <w:r w:rsidRPr="00024960">
        <w:rPr>
          <w:rFonts w:ascii="Times New Roman" w:hAnsi="Times New Roman"/>
          <w:sz w:val="28"/>
          <w:szCs w:val="28"/>
        </w:rPr>
        <w:t xml:space="preserve"> транспортной системы», утвержденны</w:t>
      </w:r>
      <w:r w:rsidR="006666E7" w:rsidRPr="00024960">
        <w:rPr>
          <w:rFonts w:ascii="Times New Roman" w:hAnsi="Times New Roman"/>
          <w:sz w:val="28"/>
          <w:szCs w:val="28"/>
        </w:rPr>
        <w:t>х</w:t>
      </w:r>
      <w:r w:rsidRPr="00024960">
        <w:rPr>
          <w:rFonts w:ascii="Times New Roman" w:hAnsi="Times New Roman"/>
          <w:sz w:val="28"/>
          <w:szCs w:val="28"/>
        </w:rPr>
        <w:t xml:space="preserve"> </w:t>
      </w:r>
      <w:r w:rsidR="00C877A5">
        <w:rPr>
          <w:rFonts w:ascii="Times New Roman" w:hAnsi="Times New Roman"/>
          <w:sz w:val="28"/>
          <w:szCs w:val="28"/>
        </w:rPr>
        <w:t>п</w:t>
      </w:r>
      <w:r w:rsidRPr="00024960">
        <w:rPr>
          <w:rFonts w:ascii="Times New Roman" w:hAnsi="Times New Roman"/>
          <w:sz w:val="28"/>
          <w:szCs w:val="28"/>
        </w:rPr>
        <w:t>остановлением Правительства Российской Федерации от 20</w:t>
      </w:r>
      <w:r w:rsidR="0087347B" w:rsidRPr="00024960">
        <w:rPr>
          <w:rFonts w:ascii="Times New Roman" w:hAnsi="Times New Roman"/>
          <w:sz w:val="28"/>
          <w:szCs w:val="28"/>
        </w:rPr>
        <w:t> </w:t>
      </w:r>
      <w:r w:rsidRPr="00024960">
        <w:rPr>
          <w:rFonts w:ascii="Times New Roman" w:hAnsi="Times New Roman"/>
          <w:sz w:val="28"/>
          <w:szCs w:val="28"/>
        </w:rPr>
        <w:t>апреля 2016</w:t>
      </w:r>
      <w:r w:rsidR="00C877A5">
        <w:rPr>
          <w:rFonts w:ascii="Times New Roman" w:hAnsi="Times New Roman"/>
          <w:sz w:val="28"/>
          <w:szCs w:val="28"/>
        </w:rPr>
        <w:t xml:space="preserve"> г.</w:t>
      </w:r>
      <w:r w:rsidRPr="00024960">
        <w:rPr>
          <w:rFonts w:ascii="Times New Roman" w:hAnsi="Times New Roman"/>
          <w:sz w:val="28"/>
          <w:szCs w:val="28"/>
        </w:rPr>
        <w:t xml:space="preserve"> № 329.</w:t>
      </w:r>
    </w:p>
    <w:p w:rsidR="0087347B" w:rsidRPr="00024960" w:rsidRDefault="00A34F07" w:rsidP="00247376">
      <w:pPr>
        <w:tabs>
          <w:tab w:val="left" w:pos="1418"/>
        </w:tabs>
        <w:autoSpaceDE w:val="0"/>
        <w:autoSpaceDN w:val="0"/>
        <w:adjustRightInd w:val="0"/>
        <w:spacing w:line="23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 xml:space="preserve">4.3. </w:t>
      </w:r>
      <w:r w:rsidR="0087347B" w:rsidRPr="00024960">
        <w:rPr>
          <w:rFonts w:ascii="Times New Roman" w:hAnsi="Times New Roman"/>
          <w:sz w:val="28"/>
          <w:szCs w:val="28"/>
        </w:rPr>
        <w:t>Реализация мероприятий, указанных в подпунктах 4.1, 4.5, 4.6, 4.7, 7.3, 7.4, 8.1 таблицы № 1 раздела 5, осуществляется путем предоставления субсидий бюджетам муниципальных образований Рязанской области из областного бюджета.</w:t>
      </w:r>
    </w:p>
    <w:p w:rsidR="00A34F07" w:rsidRPr="00024960" w:rsidRDefault="00157BD9" w:rsidP="00247376">
      <w:pPr>
        <w:tabs>
          <w:tab w:val="left" w:pos="1418"/>
        </w:tabs>
        <w:autoSpaceDE w:val="0"/>
        <w:autoSpaceDN w:val="0"/>
        <w:adjustRightInd w:val="0"/>
        <w:spacing w:line="23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>Предоставление и распределение указанных субсидий бюджетам муниципальных образований Рязанской области регулируются положениями настоящего раздела</w:t>
      </w:r>
      <w:r w:rsidR="00A34F07" w:rsidRPr="00024960">
        <w:rPr>
          <w:rFonts w:ascii="Times New Roman" w:hAnsi="Times New Roman"/>
          <w:sz w:val="28"/>
          <w:szCs w:val="28"/>
        </w:rPr>
        <w:t>.</w:t>
      </w:r>
    </w:p>
    <w:p w:rsidR="00D91F52" w:rsidRPr="00024960" w:rsidRDefault="00A34F07" w:rsidP="007523AC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 xml:space="preserve">Субсидии местным бюджетам предоставляются в </w:t>
      </w:r>
      <w:proofErr w:type="gramStart"/>
      <w:r w:rsidRPr="00024960">
        <w:rPr>
          <w:rFonts w:ascii="Times New Roman" w:hAnsi="Times New Roman"/>
          <w:sz w:val="28"/>
          <w:szCs w:val="28"/>
        </w:rPr>
        <w:t>пределах</w:t>
      </w:r>
      <w:proofErr w:type="gramEnd"/>
      <w:r w:rsidRPr="00024960">
        <w:rPr>
          <w:rFonts w:ascii="Times New Roman" w:hAnsi="Times New Roman"/>
          <w:sz w:val="28"/>
          <w:szCs w:val="28"/>
        </w:rPr>
        <w:t xml:space="preserve"> доведенных до главного распорядителя бюджетных средств лимитов бюджетных обязательств.</w:t>
      </w:r>
    </w:p>
    <w:p w:rsidR="006666E7" w:rsidRPr="000C6FCF" w:rsidRDefault="00D91F52" w:rsidP="007523AC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C6FCF">
        <w:rPr>
          <w:rFonts w:ascii="Times New Roman" w:hAnsi="Times New Roman"/>
          <w:sz w:val="28"/>
          <w:szCs w:val="28"/>
        </w:rPr>
        <w:t xml:space="preserve">4.4. </w:t>
      </w:r>
      <w:r w:rsidR="0087347B" w:rsidRPr="000C6FCF">
        <w:rPr>
          <w:rFonts w:ascii="Times New Roman" w:hAnsi="Times New Roman"/>
          <w:sz w:val="28"/>
          <w:szCs w:val="28"/>
        </w:rPr>
        <w:t xml:space="preserve">В целях реализации </w:t>
      </w:r>
      <w:r w:rsidR="007523AC" w:rsidRPr="000C6FCF">
        <w:rPr>
          <w:rFonts w:ascii="Times New Roman" w:hAnsi="Times New Roman"/>
          <w:bCs/>
          <w:sz w:val="28"/>
          <w:szCs w:val="28"/>
        </w:rPr>
        <w:t>отдельных мероприятий настоящей подпрограммы применяются следующие понятия</w:t>
      </w:r>
      <w:r w:rsidR="006666E7" w:rsidRPr="000C6FCF">
        <w:rPr>
          <w:rFonts w:ascii="Times New Roman" w:hAnsi="Times New Roman"/>
          <w:sz w:val="28"/>
          <w:szCs w:val="28"/>
        </w:rPr>
        <w:t>:</w:t>
      </w:r>
    </w:p>
    <w:p w:rsidR="006666E7" w:rsidRPr="00024960" w:rsidRDefault="007523AC" w:rsidP="007523A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4.4.1. Для целей мероприятия, указанного в подпункте 4.6 таблицы № 1 раздела 5</w:t>
      </w:r>
      <w:r w:rsidR="00C877A5">
        <w:rPr>
          <w:rFonts w:ascii="Times New Roman" w:hAnsi="Times New Roman"/>
          <w:sz w:val="28"/>
          <w:szCs w:val="28"/>
        </w:rPr>
        <w:t>:</w:t>
      </w:r>
    </w:p>
    <w:p w:rsidR="006666E7" w:rsidRPr="00024960" w:rsidRDefault="006666E7" w:rsidP="007523A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 xml:space="preserve">сельские территории </w:t>
      </w:r>
      <w:r w:rsidR="00C877A5">
        <w:rPr>
          <w:rFonts w:ascii="Times New Roman" w:hAnsi="Times New Roman"/>
          <w:sz w:val="28"/>
          <w:szCs w:val="28"/>
        </w:rPr>
        <w:t>–</w:t>
      </w:r>
      <w:r w:rsidRPr="00024960">
        <w:rPr>
          <w:rFonts w:ascii="Times New Roman" w:hAnsi="Times New Roman"/>
          <w:sz w:val="28"/>
          <w:szCs w:val="28"/>
        </w:rPr>
        <w:t xml:space="preserve"> сельские</w:t>
      </w:r>
      <w:r w:rsidR="00C877A5">
        <w:rPr>
          <w:rFonts w:ascii="Times New Roman" w:hAnsi="Times New Roman"/>
          <w:sz w:val="28"/>
          <w:szCs w:val="28"/>
        </w:rPr>
        <w:t xml:space="preserve"> </w:t>
      </w:r>
      <w:r w:rsidRPr="00024960">
        <w:rPr>
          <w:rFonts w:ascii="Times New Roman" w:hAnsi="Times New Roman"/>
          <w:sz w:val="28"/>
          <w:szCs w:val="28"/>
        </w:rPr>
        <w:t>поселения или сельские поселения и межселенные территории, объединенные общей территорией в границах муниципального района, сельские населенные пункты, рабочие поселки, входящие в состав городских округов (за исключением городского округа город Рязань).</w:t>
      </w:r>
    </w:p>
    <w:p w:rsidR="006666E7" w:rsidRPr="00024960" w:rsidRDefault="006666E7" w:rsidP="007523A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>Перечень таких сельских населенных пунктов и рабочих поселков на территории Рязанской области определяется Правительством Рязанской области;</w:t>
      </w:r>
    </w:p>
    <w:p w:rsidR="006666E7" w:rsidRPr="00024960" w:rsidRDefault="006666E7" w:rsidP="007523A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24960">
        <w:rPr>
          <w:rFonts w:ascii="Times New Roman" w:hAnsi="Times New Roman"/>
          <w:sz w:val="28"/>
          <w:szCs w:val="28"/>
        </w:rPr>
        <w:t xml:space="preserve">общественно значимые объекты сельских населенных пунктов </w:t>
      </w:r>
      <w:r w:rsidR="00C877A5">
        <w:rPr>
          <w:rFonts w:ascii="Times New Roman" w:hAnsi="Times New Roman"/>
          <w:sz w:val="28"/>
          <w:szCs w:val="28"/>
        </w:rPr>
        <w:t>–</w:t>
      </w:r>
      <w:r w:rsidRPr="00024960">
        <w:rPr>
          <w:rFonts w:ascii="Times New Roman" w:hAnsi="Times New Roman"/>
          <w:sz w:val="28"/>
          <w:szCs w:val="28"/>
        </w:rPr>
        <w:t xml:space="preserve"> расположенные</w:t>
      </w:r>
      <w:r w:rsidR="00C877A5">
        <w:rPr>
          <w:rFonts w:ascii="Times New Roman" w:hAnsi="Times New Roman"/>
          <w:sz w:val="28"/>
          <w:szCs w:val="28"/>
        </w:rPr>
        <w:t xml:space="preserve"> </w:t>
      </w:r>
      <w:r w:rsidRPr="00024960">
        <w:rPr>
          <w:rFonts w:ascii="Times New Roman" w:hAnsi="Times New Roman"/>
          <w:sz w:val="28"/>
          <w:szCs w:val="28"/>
        </w:rPr>
        <w:t>в сельском населенном пункте здания (строения, сооружения), в которых размещены обособленные подразделения организаций почтовой связи, органы государственной власти или органы местного самоуправления, школы, детские сады, больницы, поликлиники, фельдшерско-акушерские пункты или офисы врачей общей практики, учреждения культурно-досугового типа или объекты культурного наследия, здания (строения, сооружения) автобусных и железнодорожных вокзалов (станций), речных вокзалов (портов), а</w:t>
      </w:r>
      <w:proofErr w:type="gramEnd"/>
      <w:r w:rsidRPr="00024960">
        <w:rPr>
          <w:rFonts w:ascii="Times New Roman" w:hAnsi="Times New Roman"/>
          <w:sz w:val="28"/>
          <w:szCs w:val="28"/>
        </w:rPr>
        <w:t xml:space="preserve"> также железнодорожные платформы, пассажирские причалы на внутреннем водном транспорте и объекты торговли.</w:t>
      </w:r>
    </w:p>
    <w:p w:rsidR="006666E7" w:rsidRPr="00024960" w:rsidRDefault="006666E7" w:rsidP="007523A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>Приоритетность общественно значимых объектов сельских населенных пунктов определяется распоряжением Правительством Рязанской области от 17 декабря 2019 г. № 598-р;</w:t>
      </w:r>
    </w:p>
    <w:p w:rsidR="006666E7" w:rsidRPr="00024960" w:rsidRDefault="006666E7" w:rsidP="007523A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 xml:space="preserve">объекты производства и переработки продукции </w:t>
      </w:r>
      <w:r w:rsidR="00C877A5">
        <w:rPr>
          <w:rFonts w:ascii="Times New Roman" w:hAnsi="Times New Roman"/>
          <w:sz w:val="28"/>
          <w:szCs w:val="28"/>
        </w:rPr>
        <w:t>–</w:t>
      </w:r>
      <w:r w:rsidRPr="00024960">
        <w:rPr>
          <w:rFonts w:ascii="Times New Roman" w:hAnsi="Times New Roman"/>
          <w:sz w:val="28"/>
          <w:szCs w:val="28"/>
        </w:rPr>
        <w:t xml:space="preserve"> объекты</w:t>
      </w:r>
      <w:r w:rsidR="00C877A5">
        <w:rPr>
          <w:rFonts w:ascii="Times New Roman" w:hAnsi="Times New Roman"/>
          <w:sz w:val="28"/>
          <w:szCs w:val="28"/>
        </w:rPr>
        <w:t xml:space="preserve"> </w:t>
      </w:r>
      <w:r w:rsidRPr="00024960">
        <w:rPr>
          <w:rFonts w:ascii="Times New Roman" w:hAnsi="Times New Roman"/>
          <w:sz w:val="28"/>
          <w:szCs w:val="28"/>
        </w:rPr>
        <w:t>капитального строительства, используемые или планируемые к использованию для производства, хранения и переработки продукции всех отраслей экономики, введенные в эксплуатацию или планируемые к вводу в эксплуатацию в году предоставления субсидии, построенные (реконструированные, модернизированные) на сельских территориях.</w:t>
      </w:r>
    </w:p>
    <w:p w:rsidR="000E00D7" w:rsidRPr="00024960" w:rsidRDefault="007523AC" w:rsidP="007523AC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4.4.2. Для целей мероприятия, указанного в подпункте 4.7 таблицы № 1 раздела 5 под сельскими территориями понимаются:</w:t>
      </w:r>
    </w:p>
    <w:p w:rsidR="00D91F52" w:rsidRPr="00024960" w:rsidRDefault="00D91F52" w:rsidP="007523A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>сельские поселения или сельские поселения и межселенные территории, объединенные общей территорией в границах муниципального района;</w:t>
      </w:r>
    </w:p>
    <w:p w:rsidR="00D91F52" w:rsidRPr="00024960" w:rsidRDefault="00D91F52" w:rsidP="007523A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>сельские населенные пункты, входящие в состав городских поселений, муниципальных округов, городских округов (за</w:t>
      </w:r>
      <w:r w:rsidR="003F1FA7" w:rsidRPr="00024960">
        <w:rPr>
          <w:rFonts w:ascii="Times New Roman" w:hAnsi="Times New Roman"/>
          <w:sz w:val="28"/>
          <w:szCs w:val="28"/>
        </w:rPr>
        <w:t xml:space="preserve"> исключением городского округа</w:t>
      </w:r>
      <w:r w:rsidRPr="00024960">
        <w:rPr>
          <w:rFonts w:ascii="Times New Roman" w:hAnsi="Times New Roman"/>
          <w:sz w:val="28"/>
          <w:szCs w:val="28"/>
        </w:rPr>
        <w:t xml:space="preserve"> город Рязань);</w:t>
      </w:r>
    </w:p>
    <w:p w:rsidR="00D91F52" w:rsidRPr="00024960" w:rsidRDefault="00D91F52" w:rsidP="007523A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>рабочие поселки, наделенные статусом городских поселений;</w:t>
      </w:r>
    </w:p>
    <w:p w:rsidR="00D91F52" w:rsidRPr="00024960" w:rsidRDefault="00D91F52" w:rsidP="007523A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>рабочие поселки, входящие в состав городских поселений, муниципальных округов, городских округов (за исключением городского округа город Рязань).</w:t>
      </w:r>
    </w:p>
    <w:p w:rsidR="00D91F52" w:rsidRPr="00024960" w:rsidRDefault="00D91F52" w:rsidP="007523A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>Перечень таких сельских населенных пунктов и рабочих поселков на территории Рязанской области определяется П</w:t>
      </w:r>
      <w:r w:rsidR="00C877A5">
        <w:rPr>
          <w:rFonts w:ascii="Times New Roman" w:hAnsi="Times New Roman"/>
          <w:sz w:val="28"/>
          <w:szCs w:val="28"/>
        </w:rPr>
        <w:t>равительством Рязанской области.</w:t>
      </w:r>
    </w:p>
    <w:p w:rsidR="0014011D" w:rsidRPr="00024960" w:rsidRDefault="007523AC" w:rsidP="00D91F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6FCF">
        <w:rPr>
          <w:rFonts w:ascii="Times New Roman" w:hAnsi="Times New Roman"/>
          <w:sz w:val="28"/>
          <w:szCs w:val="28"/>
        </w:rPr>
        <w:t xml:space="preserve">4.4.3. Для целей мероприятия, указанного в подпункте 8.1 таблицы № 1 раздела 5 </w:t>
      </w:r>
      <w:r w:rsidR="00C877A5">
        <w:rPr>
          <w:rFonts w:ascii="Times New Roman" w:hAnsi="Times New Roman"/>
          <w:sz w:val="28"/>
          <w:szCs w:val="28"/>
        </w:rPr>
        <w:t xml:space="preserve">под </w:t>
      </w:r>
      <w:proofErr w:type="gramStart"/>
      <w:r w:rsidRPr="000C6FCF">
        <w:rPr>
          <w:rFonts w:ascii="Times New Roman" w:hAnsi="Times New Roman"/>
          <w:sz w:val="28"/>
          <w:szCs w:val="28"/>
        </w:rPr>
        <w:t>городскими агломерациями, включающими города с населением свыше 300 тысяч человек понимаются</w:t>
      </w:r>
      <w:proofErr w:type="gramEnd"/>
      <w:r w:rsidRPr="000C6FCF">
        <w:rPr>
          <w:rFonts w:ascii="Times New Roman" w:hAnsi="Times New Roman"/>
          <w:sz w:val="28"/>
          <w:szCs w:val="28"/>
        </w:rPr>
        <w:t xml:space="preserve"> агломерации, образованные городами с численностью населения свыше 300</w:t>
      </w:r>
      <w:r>
        <w:rPr>
          <w:rFonts w:ascii="Times New Roman" w:hAnsi="Times New Roman"/>
          <w:sz w:val="28"/>
          <w:szCs w:val="28"/>
        </w:rPr>
        <w:t xml:space="preserve"> тысяч человек по состоянию на 31</w:t>
      </w:r>
      <w:r w:rsidR="00C877A5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декабря 2017 года.</w:t>
      </w:r>
    </w:p>
    <w:p w:rsidR="00A34F07" w:rsidRPr="00024960" w:rsidRDefault="00D632F5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 xml:space="preserve">4.5. Мероприятия, указанные </w:t>
      </w:r>
      <w:proofErr w:type="gramStart"/>
      <w:r w:rsidRPr="00024960">
        <w:rPr>
          <w:rFonts w:ascii="Times New Roman" w:hAnsi="Times New Roman"/>
          <w:sz w:val="28"/>
          <w:szCs w:val="28"/>
        </w:rPr>
        <w:t>в</w:t>
      </w:r>
      <w:proofErr w:type="gramEnd"/>
      <w:r w:rsidRPr="00024960">
        <w:rPr>
          <w:rFonts w:ascii="Times New Roman" w:hAnsi="Times New Roman"/>
          <w:sz w:val="28"/>
          <w:szCs w:val="28"/>
        </w:rPr>
        <w:t>:</w:t>
      </w:r>
    </w:p>
    <w:p w:rsidR="007E3C1A" w:rsidRPr="00024960" w:rsidRDefault="007E3C1A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24960">
        <w:rPr>
          <w:rFonts w:ascii="Times New Roman" w:hAnsi="Times New Roman"/>
          <w:sz w:val="28"/>
          <w:szCs w:val="28"/>
        </w:rPr>
        <w:t>подпункт</w:t>
      </w:r>
      <w:r w:rsidR="00D91F52" w:rsidRPr="00024960">
        <w:rPr>
          <w:rFonts w:ascii="Times New Roman" w:hAnsi="Times New Roman"/>
          <w:sz w:val="28"/>
          <w:szCs w:val="28"/>
        </w:rPr>
        <w:t>ах</w:t>
      </w:r>
      <w:r w:rsidRPr="00024960">
        <w:rPr>
          <w:rFonts w:ascii="Times New Roman" w:hAnsi="Times New Roman"/>
          <w:sz w:val="28"/>
          <w:szCs w:val="28"/>
        </w:rPr>
        <w:t xml:space="preserve"> 4.6</w:t>
      </w:r>
      <w:r w:rsidR="00D91F52" w:rsidRPr="00024960">
        <w:rPr>
          <w:rFonts w:ascii="Times New Roman" w:hAnsi="Times New Roman"/>
          <w:sz w:val="28"/>
          <w:szCs w:val="28"/>
        </w:rPr>
        <w:t>, 4.7</w:t>
      </w:r>
      <w:r w:rsidRPr="00024960">
        <w:rPr>
          <w:rFonts w:ascii="Times New Roman" w:hAnsi="Times New Roman"/>
          <w:sz w:val="28"/>
          <w:szCs w:val="28"/>
        </w:rPr>
        <w:t xml:space="preserve"> таблицы № 1 раздела 5, реализу</w:t>
      </w:r>
      <w:r w:rsidR="00D632F5" w:rsidRPr="00024960">
        <w:rPr>
          <w:rFonts w:ascii="Times New Roman" w:hAnsi="Times New Roman"/>
          <w:sz w:val="28"/>
          <w:szCs w:val="28"/>
        </w:rPr>
        <w:t>ю</w:t>
      </w:r>
      <w:r w:rsidRPr="00024960">
        <w:rPr>
          <w:rFonts w:ascii="Times New Roman" w:hAnsi="Times New Roman"/>
          <w:sz w:val="28"/>
          <w:szCs w:val="28"/>
        </w:rPr>
        <w:t xml:space="preserve">тся </w:t>
      </w:r>
      <w:r w:rsidR="00157BD9" w:rsidRPr="00024960">
        <w:rPr>
          <w:rFonts w:ascii="Times New Roman" w:hAnsi="Times New Roman"/>
          <w:sz w:val="28"/>
          <w:szCs w:val="28"/>
        </w:rPr>
        <w:t xml:space="preserve">в соответствии с настоящим разделом и </w:t>
      </w:r>
      <w:r w:rsidRPr="00024960">
        <w:rPr>
          <w:rFonts w:ascii="Times New Roman" w:hAnsi="Times New Roman"/>
          <w:sz w:val="28"/>
          <w:szCs w:val="28"/>
        </w:rPr>
        <w:t xml:space="preserve">с учетом Правил предоставления и распределения субсидий из федерального бюджета бюджетам субъектов Российской Федерации на развитие транспортной инфраструктуры на сельских территориях (приложение № 9 к государственной программе Российской Федерации «Комплексное развитие сельских территорий», утвержденной </w:t>
      </w:r>
      <w:r w:rsidR="00C877A5">
        <w:rPr>
          <w:rFonts w:ascii="Times New Roman" w:hAnsi="Times New Roman"/>
          <w:sz w:val="28"/>
          <w:szCs w:val="28"/>
        </w:rPr>
        <w:t>п</w:t>
      </w:r>
      <w:r w:rsidRPr="00024960">
        <w:rPr>
          <w:rFonts w:ascii="Times New Roman" w:hAnsi="Times New Roman"/>
          <w:sz w:val="28"/>
          <w:szCs w:val="28"/>
        </w:rPr>
        <w:t>остановлением Правительства Российской Федерации от 31.05.2019 № 696);</w:t>
      </w:r>
      <w:proofErr w:type="gramEnd"/>
    </w:p>
    <w:p w:rsidR="0068307A" w:rsidRPr="00024960" w:rsidRDefault="0087347B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24960">
        <w:rPr>
          <w:rFonts w:ascii="Times New Roman" w:hAnsi="Times New Roman"/>
          <w:sz w:val="28"/>
          <w:szCs w:val="28"/>
        </w:rPr>
        <w:t>подпункте</w:t>
      </w:r>
      <w:r w:rsidR="00247376" w:rsidRPr="00024960">
        <w:rPr>
          <w:rFonts w:ascii="Times New Roman" w:hAnsi="Times New Roman"/>
          <w:sz w:val="28"/>
          <w:szCs w:val="28"/>
        </w:rPr>
        <w:t xml:space="preserve"> 7.4 таблицы № 1 раздела 5, реализу</w:t>
      </w:r>
      <w:r w:rsidR="00D632F5" w:rsidRPr="00024960">
        <w:rPr>
          <w:rFonts w:ascii="Times New Roman" w:hAnsi="Times New Roman"/>
          <w:sz w:val="28"/>
          <w:szCs w:val="28"/>
        </w:rPr>
        <w:t>е</w:t>
      </w:r>
      <w:r w:rsidR="00247376" w:rsidRPr="00024960">
        <w:rPr>
          <w:rFonts w:ascii="Times New Roman" w:hAnsi="Times New Roman"/>
          <w:sz w:val="28"/>
          <w:szCs w:val="28"/>
        </w:rPr>
        <w:t xml:space="preserve">тся </w:t>
      </w:r>
      <w:r w:rsidR="00157BD9" w:rsidRPr="00024960">
        <w:rPr>
          <w:rFonts w:ascii="Times New Roman" w:hAnsi="Times New Roman"/>
          <w:sz w:val="28"/>
          <w:szCs w:val="28"/>
        </w:rPr>
        <w:t xml:space="preserve">в соответствии с настоящим разделом и с </w:t>
      </w:r>
      <w:r w:rsidR="007E3C1A" w:rsidRPr="00024960">
        <w:rPr>
          <w:rFonts w:ascii="Times New Roman" w:hAnsi="Times New Roman"/>
          <w:sz w:val="28"/>
          <w:szCs w:val="28"/>
        </w:rPr>
        <w:t>учетом</w:t>
      </w:r>
      <w:r w:rsidR="00247376" w:rsidRPr="00024960">
        <w:rPr>
          <w:rFonts w:ascii="Times New Roman" w:hAnsi="Times New Roman"/>
          <w:sz w:val="28"/>
          <w:szCs w:val="28"/>
        </w:rPr>
        <w:t xml:space="preserve"> </w:t>
      </w:r>
      <w:hyperlink r:id="rId14" w:history="1">
        <w:r w:rsidR="00247376" w:rsidRPr="00024960">
          <w:rPr>
            <w:rFonts w:ascii="Times New Roman" w:hAnsi="Times New Roman"/>
            <w:sz w:val="28"/>
            <w:szCs w:val="28"/>
          </w:rPr>
          <w:t>Правил</w:t>
        </w:r>
      </w:hyperlink>
      <w:r w:rsidR="00247376" w:rsidRPr="00024960">
        <w:rPr>
          <w:rFonts w:ascii="Times New Roman" w:hAnsi="Times New Roman"/>
          <w:sz w:val="28"/>
          <w:szCs w:val="28"/>
        </w:rPr>
        <w:t xml:space="preserve"> предоставления и распределения иных межбюджетных трансфертов из федерального бюджета бюджетам субъектов Российской Федерации на финансовое обеспечение дорожной деятельности в рамках реализации национального проекта «Безопасные и качественные автомобильные дороги», утвержденны</w:t>
      </w:r>
      <w:r w:rsidRPr="00024960">
        <w:rPr>
          <w:rFonts w:ascii="Times New Roman" w:hAnsi="Times New Roman"/>
          <w:sz w:val="28"/>
          <w:szCs w:val="28"/>
        </w:rPr>
        <w:t>х</w:t>
      </w:r>
      <w:r w:rsidR="00247376" w:rsidRPr="00024960">
        <w:rPr>
          <w:rFonts w:ascii="Times New Roman" w:hAnsi="Times New Roman"/>
          <w:sz w:val="28"/>
          <w:szCs w:val="28"/>
        </w:rPr>
        <w:t xml:space="preserve"> </w:t>
      </w:r>
      <w:r w:rsidR="00C877A5">
        <w:rPr>
          <w:rFonts w:ascii="Times New Roman" w:hAnsi="Times New Roman"/>
          <w:sz w:val="28"/>
          <w:szCs w:val="28"/>
        </w:rPr>
        <w:t>п</w:t>
      </w:r>
      <w:r w:rsidR="00247376" w:rsidRPr="00024960">
        <w:rPr>
          <w:rFonts w:ascii="Times New Roman" w:hAnsi="Times New Roman"/>
          <w:sz w:val="28"/>
          <w:szCs w:val="28"/>
        </w:rPr>
        <w:t>остановлением Правительства Российской Федерации от 27.02.2019 № 193</w:t>
      </w:r>
      <w:r w:rsidR="0068307A" w:rsidRPr="00024960">
        <w:rPr>
          <w:rFonts w:ascii="Times New Roman" w:hAnsi="Times New Roman"/>
          <w:sz w:val="28"/>
          <w:szCs w:val="28"/>
        </w:rPr>
        <w:t>;</w:t>
      </w:r>
      <w:proofErr w:type="gramEnd"/>
    </w:p>
    <w:p w:rsidR="00247376" w:rsidRPr="00024960" w:rsidRDefault="0068307A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24960">
        <w:rPr>
          <w:rFonts w:ascii="Times New Roman" w:hAnsi="Times New Roman"/>
          <w:sz w:val="28"/>
          <w:szCs w:val="28"/>
        </w:rPr>
        <w:t xml:space="preserve">подпункте 8.1 таблицы № 1 раздела 5, реализуется </w:t>
      </w:r>
      <w:r w:rsidR="00157BD9" w:rsidRPr="00024960">
        <w:rPr>
          <w:rFonts w:ascii="Times New Roman" w:hAnsi="Times New Roman"/>
          <w:sz w:val="28"/>
          <w:szCs w:val="28"/>
        </w:rPr>
        <w:t xml:space="preserve">в соответствии с настоящим разделом и с </w:t>
      </w:r>
      <w:r w:rsidR="0087347B" w:rsidRPr="00024960">
        <w:rPr>
          <w:rFonts w:ascii="Times New Roman" w:hAnsi="Times New Roman"/>
          <w:sz w:val="28"/>
          <w:szCs w:val="28"/>
        </w:rPr>
        <w:t xml:space="preserve">учетом </w:t>
      </w:r>
      <w:r w:rsidRPr="00024960">
        <w:rPr>
          <w:rFonts w:ascii="Times New Roman" w:hAnsi="Times New Roman"/>
          <w:sz w:val="28"/>
          <w:szCs w:val="28"/>
        </w:rPr>
        <w:t>Правил предоставления и распределения в 2020-2024 годах иных межбюджетных трансфертов из федерального бюджета бюджетам субъектов Российской Федерации в целях внедрения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человек, в рамках федерального проекта «Общесистемные</w:t>
      </w:r>
      <w:proofErr w:type="gramEnd"/>
      <w:r w:rsidRPr="00024960">
        <w:rPr>
          <w:rFonts w:ascii="Times New Roman" w:hAnsi="Times New Roman"/>
          <w:sz w:val="28"/>
          <w:szCs w:val="28"/>
        </w:rPr>
        <w:t xml:space="preserve"> меры развития дорожного хозяйства» государственной программы Российской Федерации «Развитие транспортной системы», </w:t>
      </w:r>
      <w:proofErr w:type="gramStart"/>
      <w:r w:rsidRPr="00024960">
        <w:rPr>
          <w:rFonts w:ascii="Times New Roman" w:hAnsi="Times New Roman"/>
          <w:sz w:val="28"/>
          <w:szCs w:val="28"/>
        </w:rPr>
        <w:t>утвержденны</w:t>
      </w:r>
      <w:r w:rsidR="00C877A5">
        <w:rPr>
          <w:rFonts w:ascii="Times New Roman" w:hAnsi="Times New Roman"/>
          <w:sz w:val="28"/>
          <w:szCs w:val="28"/>
        </w:rPr>
        <w:t>х</w:t>
      </w:r>
      <w:proofErr w:type="gramEnd"/>
      <w:r w:rsidRPr="00024960">
        <w:rPr>
          <w:rFonts w:ascii="Times New Roman" w:hAnsi="Times New Roman"/>
          <w:sz w:val="28"/>
          <w:szCs w:val="28"/>
        </w:rPr>
        <w:t xml:space="preserve"> </w:t>
      </w:r>
      <w:r w:rsidR="00C877A5">
        <w:rPr>
          <w:rFonts w:ascii="Times New Roman" w:hAnsi="Times New Roman"/>
          <w:sz w:val="28"/>
          <w:szCs w:val="28"/>
        </w:rPr>
        <w:t>п</w:t>
      </w:r>
      <w:r w:rsidRPr="00024960">
        <w:rPr>
          <w:rFonts w:ascii="Times New Roman" w:hAnsi="Times New Roman"/>
          <w:sz w:val="28"/>
          <w:szCs w:val="28"/>
        </w:rPr>
        <w:t>остановлением Правительства Российской</w:t>
      </w:r>
      <w:r w:rsidR="00D632F5" w:rsidRPr="00024960">
        <w:rPr>
          <w:rFonts w:ascii="Times New Roman" w:hAnsi="Times New Roman"/>
          <w:sz w:val="28"/>
          <w:szCs w:val="28"/>
        </w:rPr>
        <w:t xml:space="preserve"> Федерации от 21.12.2019 № 1762</w:t>
      </w:r>
      <w:r w:rsidR="00C877A5">
        <w:rPr>
          <w:rFonts w:ascii="Times New Roman" w:hAnsi="Times New Roman"/>
          <w:sz w:val="28"/>
          <w:szCs w:val="28"/>
        </w:rPr>
        <w:t>.</w:t>
      </w:r>
    </w:p>
    <w:p w:rsidR="00D91F52" w:rsidRPr="00024960" w:rsidRDefault="00D91F52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>4.6</w:t>
      </w:r>
      <w:r w:rsidR="00261937" w:rsidRPr="00024960">
        <w:rPr>
          <w:rFonts w:ascii="Times New Roman" w:hAnsi="Times New Roman"/>
          <w:sz w:val="28"/>
          <w:szCs w:val="28"/>
        </w:rPr>
        <w:t>.</w:t>
      </w:r>
      <w:r w:rsidR="00EA1CD8" w:rsidRPr="00024960">
        <w:rPr>
          <w:rFonts w:ascii="Times New Roman" w:hAnsi="Times New Roman"/>
          <w:sz w:val="28"/>
          <w:szCs w:val="28"/>
        </w:rPr>
        <w:t> </w:t>
      </w:r>
      <w:r w:rsidR="00261937" w:rsidRPr="00024960">
        <w:rPr>
          <w:rFonts w:ascii="Times New Roman" w:hAnsi="Times New Roman"/>
          <w:sz w:val="28"/>
          <w:szCs w:val="28"/>
        </w:rPr>
        <w:t>Субсидии бюджетам муниципальных образований Рязанской области пред</w:t>
      </w:r>
      <w:r w:rsidR="00C877A5">
        <w:rPr>
          <w:rFonts w:ascii="Times New Roman" w:hAnsi="Times New Roman"/>
          <w:sz w:val="28"/>
          <w:szCs w:val="28"/>
        </w:rPr>
        <w:t>о</w:t>
      </w:r>
      <w:r w:rsidR="00261937" w:rsidRPr="00024960">
        <w:rPr>
          <w:rFonts w:ascii="Times New Roman" w:hAnsi="Times New Roman"/>
          <w:sz w:val="28"/>
          <w:szCs w:val="28"/>
        </w:rPr>
        <w:t>ставляются в целях</w:t>
      </w:r>
      <w:r w:rsidRPr="00024960">
        <w:rPr>
          <w:rFonts w:ascii="Times New Roman" w:hAnsi="Times New Roman"/>
          <w:sz w:val="28"/>
          <w:szCs w:val="28"/>
        </w:rPr>
        <w:t>:</w:t>
      </w:r>
    </w:p>
    <w:p w:rsidR="00261937" w:rsidRPr="000249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>проектирования и строительства (реконструкции)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(для мероприятия</w:t>
      </w:r>
      <w:r w:rsidR="006666E7" w:rsidRPr="00024960">
        <w:rPr>
          <w:rFonts w:ascii="Times New Roman" w:hAnsi="Times New Roman"/>
          <w:sz w:val="28"/>
          <w:szCs w:val="28"/>
        </w:rPr>
        <w:t>, указанного в</w:t>
      </w:r>
      <w:r w:rsidRPr="00024960">
        <w:rPr>
          <w:rFonts w:ascii="Times New Roman" w:hAnsi="Times New Roman"/>
          <w:sz w:val="28"/>
          <w:szCs w:val="28"/>
        </w:rPr>
        <w:t xml:space="preserve"> подпункт</w:t>
      </w:r>
      <w:r w:rsidR="006666E7" w:rsidRPr="00024960">
        <w:rPr>
          <w:rFonts w:ascii="Times New Roman" w:hAnsi="Times New Roman"/>
          <w:sz w:val="28"/>
          <w:szCs w:val="28"/>
        </w:rPr>
        <w:t>е</w:t>
      </w:r>
      <w:r w:rsidRPr="00024960">
        <w:rPr>
          <w:rFonts w:ascii="Times New Roman" w:hAnsi="Times New Roman"/>
          <w:sz w:val="28"/>
          <w:szCs w:val="28"/>
        </w:rPr>
        <w:t xml:space="preserve"> 4.1 таблицы № 1 раздела 5);</w:t>
      </w:r>
    </w:p>
    <w:p w:rsidR="00261937" w:rsidRPr="000249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 xml:space="preserve">строительства (реконструкции), капитального ремонта, ремонта и </w:t>
      </w:r>
      <w:proofErr w:type="gramStart"/>
      <w:r w:rsidRPr="00024960">
        <w:rPr>
          <w:rFonts w:ascii="Times New Roman" w:hAnsi="Times New Roman"/>
          <w:sz w:val="28"/>
          <w:szCs w:val="28"/>
        </w:rPr>
        <w:t>содержания</w:t>
      </w:r>
      <w:proofErr w:type="gramEnd"/>
      <w:r w:rsidRPr="00024960">
        <w:rPr>
          <w:rFonts w:ascii="Times New Roman" w:hAnsi="Times New Roman"/>
          <w:sz w:val="28"/>
          <w:szCs w:val="28"/>
        </w:rPr>
        <w:t xml:space="preserve"> автомобильных дорог общего пользования местного значения и искусственных сооружений на них (для мероприятия</w:t>
      </w:r>
      <w:r w:rsidR="006666E7" w:rsidRPr="00024960">
        <w:rPr>
          <w:rFonts w:ascii="Times New Roman" w:hAnsi="Times New Roman"/>
          <w:sz w:val="28"/>
          <w:szCs w:val="28"/>
        </w:rPr>
        <w:t>, указанного в</w:t>
      </w:r>
      <w:r w:rsidRPr="00024960">
        <w:rPr>
          <w:rFonts w:ascii="Times New Roman" w:hAnsi="Times New Roman"/>
          <w:sz w:val="28"/>
          <w:szCs w:val="28"/>
        </w:rPr>
        <w:t xml:space="preserve"> подпункт</w:t>
      </w:r>
      <w:r w:rsidR="006666E7" w:rsidRPr="00024960">
        <w:rPr>
          <w:rFonts w:ascii="Times New Roman" w:hAnsi="Times New Roman"/>
          <w:sz w:val="28"/>
          <w:szCs w:val="28"/>
        </w:rPr>
        <w:t>е</w:t>
      </w:r>
      <w:r w:rsidR="00C877A5">
        <w:rPr>
          <w:rFonts w:ascii="Times New Roman" w:hAnsi="Times New Roman"/>
          <w:sz w:val="28"/>
          <w:szCs w:val="28"/>
        </w:rPr>
        <w:t> </w:t>
      </w:r>
      <w:r w:rsidRPr="00024960">
        <w:rPr>
          <w:rFonts w:ascii="Times New Roman" w:hAnsi="Times New Roman"/>
          <w:sz w:val="28"/>
          <w:szCs w:val="28"/>
        </w:rPr>
        <w:t>4.5 таблицы № 1 раздела 5);</w:t>
      </w:r>
    </w:p>
    <w:p w:rsidR="00261937" w:rsidRPr="000249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 xml:space="preserve">строительства и </w:t>
      </w:r>
      <w:proofErr w:type="gramStart"/>
      <w:r w:rsidRPr="00024960">
        <w:rPr>
          <w:rFonts w:ascii="Times New Roman" w:hAnsi="Times New Roman"/>
          <w:sz w:val="28"/>
          <w:szCs w:val="28"/>
        </w:rPr>
        <w:t>реконструкции</w:t>
      </w:r>
      <w:proofErr w:type="gramEnd"/>
      <w:r w:rsidRPr="00024960">
        <w:rPr>
          <w:rFonts w:ascii="Times New Roman" w:hAnsi="Times New Roman"/>
          <w:sz w:val="28"/>
          <w:szCs w:val="28"/>
        </w:rPr>
        <w:t xml:space="preserve"> 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 (для мероприятия</w:t>
      </w:r>
      <w:r w:rsidR="006666E7" w:rsidRPr="00024960">
        <w:rPr>
          <w:rFonts w:ascii="Times New Roman" w:hAnsi="Times New Roman"/>
          <w:sz w:val="28"/>
          <w:szCs w:val="28"/>
        </w:rPr>
        <w:t>, указанного в</w:t>
      </w:r>
      <w:r w:rsidRPr="00024960">
        <w:rPr>
          <w:rFonts w:ascii="Times New Roman" w:hAnsi="Times New Roman"/>
          <w:sz w:val="28"/>
          <w:szCs w:val="28"/>
        </w:rPr>
        <w:t xml:space="preserve"> подпункт</w:t>
      </w:r>
      <w:r w:rsidR="006666E7" w:rsidRPr="00024960">
        <w:rPr>
          <w:rFonts w:ascii="Times New Roman" w:hAnsi="Times New Roman"/>
          <w:sz w:val="28"/>
          <w:szCs w:val="28"/>
        </w:rPr>
        <w:t>е</w:t>
      </w:r>
      <w:r w:rsidRPr="00024960">
        <w:rPr>
          <w:rFonts w:ascii="Times New Roman" w:hAnsi="Times New Roman"/>
          <w:sz w:val="28"/>
          <w:szCs w:val="28"/>
        </w:rPr>
        <w:t xml:space="preserve"> 4.6 таблицы № 1 раздела 5);</w:t>
      </w:r>
    </w:p>
    <w:p w:rsidR="00D91F52" w:rsidRPr="00024960" w:rsidRDefault="00D91F52" w:rsidP="00261937">
      <w:pPr>
        <w:autoSpaceDE w:val="0"/>
        <w:autoSpaceDN w:val="0"/>
        <w:adjustRightInd w:val="0"/>
        <w:spacing w:line="228" w:lineRule="auto"/>
        <w:ind w:right="-102"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 xml:space="preserve">строительства (реконструкции), капитального ремонта и </w:t>
      </w:r>
      <w:proofErr w:type="gramStart"/>
      <w:r w:rsidRPr="00024960">
        <w:rPr>
          <w:rFonts w:ascii="Times New Roman" w:hAnsi="Times New Roman"/>
          <w:sz w:val="28"/>
          <w:szCs w:val="28"/>
        </w:rPr>
        <w:t>ремонта</w:t>
      </w:r>
      <w:proofErr w:type="gramEnd"/>
      <w:r w:rsidRPr="00024960">
        <w:rPr>
          <w:rFonts w:ascii="Times New Roman" w:hAnsi="Times New Roman"/>
          <w:sz w:val="28"/>
          <w:szCs w:val="28"/>
        </w:rPr>
        <w:t xml:space="preserve"> автомобильных дорог общего пользования местного значения, ведущих от сети автомобильных дорог общего пользования к объектам, расположенным (планируемым к созданию) в сельских населенных пунктах (для мероприятия</w:t>
      </w:r>
      <w:r w:rsidR="006666E7" w:rsidRPr="00024960">
        <w:rPr>
          <w:rFonts w:ascii="Times New Roman" w:hAnsi="Times New Roman"/>
          <w:sz w:val="28"/>
          <w:szCs w:val="28"/>
        </w:rPr>
        <w:t>, указанного в</w:t>
      </w:r>
      <w:r w:rsidRPr="00024960">
        <w:rPr>
          <w:rFonts w:ascii="Times New Roman" w:hAnsi="Times New Roman"/>
          <w:sz w:val="28"/>
          <w:szCs w:val="28"/>
        </w:rPr>
        <w:t xml:space="preserve"> подпункт</w:t>
      </w:r>
      <w:r w:rsidR="006666E7" w:rsidRPr="00024960">
        <w:rPr>
          <w:rFonts w:ascii="Times New Roman" w:hAnsi="Times New Roman"/>
          <w:sz w:val="28"/>
          <w:szCs w:val="28"/>
        </w:rPr>
        <w:t>е</w:t>
      </w:r>
      <w:r w:rsidRPr="00024960">
        <w:rPr>
          <w:rFonts w:ascii="Times New Roman" w:hAnsi="Times New Roman"/>
          <w:sz w:val="28"/>
          <w:szCs w:val="28"/>
        </w:rPr>
        <w:t xml:space="preserve"> 4.7 таблицы № 1 раздела 5);</w:t>
      </w:r>
    </w:p>
    <w:p w:rsidR="00261937" w:rsidRPr="000249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24960">
        <w:rPr>
          <w:rFonts w:ascii="Times New Roman" w:hAnsi="Times New Roman"/>
          <w:sz w:val="28"/>
          <w:szCs w:val="28"/>
        </w:rPr>
        <w:t xml:space="preserve">реконструкции, капитального ремонта, ремонта и содержания социально значимых объектов </w:t>
      </w:r>
      <w:r w:rsidR="00C877A5">
        <w:rPr>
          <w:rFonts w:ascii="Times New Roman" w:hAnsi="Times New Roman"/>
          <w:sz w:val="28"/>
          <w:szCs w:val="28"/>
        </w:rPr>
        <w:t>–</w:t>
      </w:r>
      <w:r w:rsidRPr="00024960">
        <w:rPr>
          <w:rFonts w:ascii="Times New Roman" w:hAnsi="Times New Roman"/>
          <w:sz w:val="28"/>
          <w:szCs w:val="28"/>
        </w:rPr>
        <w:t xml:space="preserve"> автомобильных</w:t>
      </w:r>
      <w:r w:rsidR="00C877A5">
        <w:rPr>
          <w:rFonts w:ascii="Times New Roman" w:hAnsi="Times New Roman"/>
          <w:sz w:val="28"/>
          <w:szCs w:val="28"/>
        </w:rPr>
        <w:t xml:space="preserve"> </w:t>
      </w:r>
      <w:r w:rsidRPr="00024960">
        <w:rPr>
          <w:rFonts w:ascii="Times New Roman" w:hAnsi="Times New Roman"/>
          <w:sz w:val="28"/>
          <w:szCs w:val="28"/>
        </w:rPr>
        <w:t>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Федерации, Правительства Российской Федерации, Губернатора Рязанской области и Правительства Рязанской области, содержащих указание на их реализацию (для мероприятия</w:t>
      </w:r>
      <w:r w:rsidR="006666E7" w:rsidRPr="00024960">
        <w:rPr>
          <w:rFonts w:ascii="Times New Roman" w:hAnsi="Times New Roman"/>
          <w:sz w:val="28"/>
          <w:szCs w:val="28"/>
        </w:rPr>
        <w:t>, указанного в</w:t>
      </w:r>
      <w:r w:rsidRPr="00024960">
        <w:rPr>
          <w:rFonts w:ascii="Times New Roman" w:hAnsi="Times New Roman"/>
          <w:sz w:val="28"/>
          <w:szCs w:val="28"/>
        </w:rPr>
        <w:t xml:space="preserve"> подпункт</w:t>
      </w:r>
      <w:r w:rsidR="006666E7" w:rsidRPr="00024960">
        <w:rPr>
          <w:rFonts w:ascii="Times New Roman" w:hAnsi="Times New Roman"/>
          <w:sz w:val="28"/>
          <w:szCs w:val="28"/>
        </w:rPr>
        <w:t>е</w:t>
      </w:r>
      <w:r w:rsidRPr="00024960">
        <w:rPr>
          <w:rFonts w:ascii="Times New Roman" w:hAnsi="Times New Roman"/>
          <w:sz w:val="28"/>
          <w:szCs w:val="28"/>
        </w:rPr>
        <w:t xml:space="preserve"> 7.3 таблицы № 1 раздела 5);</w:t>
      </w:r>
      <w:proofErr w:type="gramEnd"/>
    </w:p>
    <w:p w:rsidR="00261937" w:rsidRDefault="00D632F5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 xml:space="preserve">реализации </w:t>
      </w:r>
      <w:r w:rsidR="00261937" w:rsidRPr="00024960">
        <w:rPr>
          <w:rFonts w:ascii="Times New Roman" w:hAnsi="Times New Roman"/>
          <w:sz w:val="28"/>
          <w:szCs w:val="28"/>
        </w:rPr>
        <w:t xml:space="preserve">отдельных мероприятий по модернизации дорожной инфраструктуры в городских агломерациях, </w:t>
      </w:r>
      <w:proofErr w:type="gramStart"/>
      <w:r w:rsidR="00261937" w:rsidRPr="00024960">
        <w:rPr>
          <w:rFonts w:ascii="Times New Roman" w:hAnsi="Times New Roman"/>
          <w:sz w:val="28"/>
          <w:szCs w:val="28"/>
        </w:rPr>
        <w:t>осуществляем</w:t>
      </w:r>
      <w:r w:rsidR="0087347B" w:rsidRPr="00024960">
        <w:rPr>
          <w:rFonts w:ascii="Times New Roman" w:hAnsi="Times New Roman"/>
          <w:sz w:val="28"/>
          <w:szCs w:val="28"/>
        </w:rPr>
        <w:t>ых</w:t>
      </w:r>
      <w:proofErr w:type="gramEnd"/>
      <w:r w:rsidR="00261937" w:rsidRPr="00024960">
        <w:rPr>
          <w:rFonts w:ascii="Times New Roman" w:hAnsi="Times New Roman"/>
          <w:sz w:val="28"/>
          <w:szCs w:val="28"/>
        </w:rPr>
        <w:t xml:space="preserve"> в том числе во исполнение указаний, поручений или актов Президента Российской Федерации и (или) Правительства Российской Федерации (для мероприятия</w:t>
      </w:r>
      <w:r w:rsidR="006666E7" w:rsidRPr="00024960">
        <w:rPr>
          <w:rFonts w:ascii="Times New Roman" w:hAnsi="Times New Roman"/>
          <w:sz w:val="28"/>
          <w:szCs w:val="28"/>
        </w:rPr>
        <w:t>, указанного в</w:t>
      </w:r>
      <w:r w:rsidR="00261937" w:rsidRPr="00024960">
        <w:rPr>
          <w:rFonts w:ascii="Times New Roman" w:hAnsi="Times New Roman"/>
          <w:sz w:val="28"/>
          <w:szCs w:val="28"/>
        </w:rPr>
        <w:t xml:space="preserve"> подпункт</w:t>
      </w:r>
      <w:r w:rsidR="006666E7" w:rsidRPr="00024960">
        <w:rPr>
          <w:rFonts w:ascii="Times New Roman" w:hAnsi="Times New Roman"/>
          <w:sz w:val="28"/>
          <w:szCs w:val="28"/>
        </w:rPr>
        <w:t>е</w:t>
      </w:r>
      <w:r w:rsidR="00261937" w:rsidRPr="00024960">
        <w:rPr>
          <w:rFonts w:ascii="Times New Roman" w:hAnsi="Times New Roman"/>
          <w:sz w:val="28"/>
          <w:szCs w:val="28"/>
        </w:rPr>
        <w:t xml:space="preserve"> 7.4 таблицы № 1 раздела 5);</w:t>
      </w:r>
    </w:p>
    <w:p w:rsidR="00261937" w:rsidRPr="000249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24960">
        <w:rPr>
          <w:rFonts w:ascii="Times New Roman" w:hAnsi="Times New Roman"/>
          <w:sz w:val="28"/>
          <w:szCs w:val="28"/>
        </w:rPr>
        <w:t xml:space="preserve">капитального ремонта, ремонта и содержания социально значимых объектов </w:t>
      </w:r>
      <w:r w:rsidR="00C877A5">
        <w:rPr>
          <w:rFonts w:ascii="Times New Roman" w:hAnsi="Times New Roman"/>
          <w:sz w:val="28"/>
          <w:szCs w:val="28"/>
        </w:rPr>
        <w:t>–</w:t>
      </w:r>
      <w:r w:rsidRPr="00024960">
        <w:rPr>
          <w:rFonts w:ascii="Times New Roman" w:hAnsi="Times New Roman"/>
          <w:sz w:val="28"/>
          <w:szCs w:val="28"/>
        </w:rPr>
        <w:t xml:space="preserve"> автомобильных</w:t>
      </w:r>
      <w:r w:rsidR="00C877A5">
        <w:rPr>
          <w:rFonts w:ascii="Times New Roman" w:hAnsi="Times New Roman"/>
          <w:sz w:val="28"/>
          <w:szCs w:val="28"/>
        </w:rPr>
        <w:t xml:space="preserve"> </w:t>
      </w:r>
      <w:r w:rsidRPr="00024960">
        <w:rPr>
          <w:rFonts w:ascii="Times New Roman" w:hAnsi="Times New Roman"/>
          <w:sz w:val="28"/>
          <w:szCs w:val="28"/>
        </w:rPr>
        <w:t>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Федерации, Правительства Российской Федерации, Губернатора Рязанской области и Правительства Рязанской области, содержащих указание на их реализацию (для мероприятия</w:t>
      </w:r>
      <w:r w:rsidR="006666E7" w:rsidRPr="00024960">
        <w:rPr>
          <w:rFonts w:ascii="Times New Roman" w:hAnsi="Times New Roman"/>
          <w:sz w:val="28"/>
          <w:szCs w:val="28"/>
        </w:rPr>
        <w:t>, указанного в</w:t>
      </w:r>
      <w:r w:rsidRPr="00024960">
        <w:rPr>
          <w:rFonts w:ascii="Times New Roman" w:hAnsi="Times New Roman"/>
          <w:sz w:val="28"/>
          <w:szCs w:val="28"/>
        </w:rPr>
        <w:t xml:space="preserve"> подпункт</w:t>
      </w:r>
      <w:r w:rsidR="006666E7" w:rsidRPr="00024960">
        <w:rPr>
          <w:rFonts w:ascii="Times New Roman" w:hAnsi="Times New Roman"/>
          <w:sz w:val="28"/>
          <w:szCs w:val="28"/>
        </w:rPr>
        <w:t>е</w:t>
      </w:r>
      <w:r w:rsidRPr="00024960">
        <w:rPr>
          <w:rFonts w:ascii="Times New Roman" w:hAnsi="Times New Roman"/>
          <w:sz w:val="28"/>
          <w:szCs w:val="28"/>
        </w:rPr>
        <w:t xml:space="preserve"> 8.1 таблицы № 1 раздела 5).</w:t>
      </w:r>
      <w:proofErr w:type="gramEnd"/>
    </w:p>
    <w:p w:rsidR="00FB5FFE" w:rsidRPr="00024960" w:rsidRDefault="00D91F52" w:rsidP="00D91F5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 xml:space="preserve">4.7. Предоставление субсидий бюджетам </w:t>
      </w:r>
      <w:r w:rsidR="00D632F5" w:rsidRPr="00024960">
        <w:rPr>
          <w:rFonts w:ascii="Times New Roman" w:hAnsi="Times New Roman"/>
          <w:sz w:val="28"/>
          <w:szCs w:val="28"/>
        </w:rPr>
        <w:t xml:space="preserve">муниципальных образований </w:t>
      </w:r>
      <w:r w:rsidRPr="00024960">
        <w:rPr>
          <w:rFonts w:ascii="Times New Roman" w:hAnsi="Times New Roman"/>
          <w:sz w:val="28"/>
          <w:szCs w:val="28"/>
        </w:rPr>
        <w:t>Рязанской области на реализацию мероприятий, указанных в подпунктах 4.1, 4.5, 4.6, 4.7, 7.3, 7.4, 8.1 таблицы № 1 раздела 5, осуществляется при соблюдении следующих условий:</w:t>
      </w:r>
    </w:p>
    <w:p w:rsidR="00D632F5" w:rsidRPr="00024960" w:rsidRDefault="00FB5FFE" w:rsidP="00D632F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 xml:space="preserve">- условия, предусмотренные абзацами вторым, третьим подпункта 2 пункта 4 </w:t>
      </w:r>
      <w:r w:rsidR="00D632F5" w:rsidRPr="00024960">
        <w:rPr>
          <w:rFonts w:ascii="Times New Roman" w:hAnsi="Times New Roman"/>
          <w:sz w:val="28"/>
          <w:szCs w:val="28"/>
        </w:rPr>
        <w:t xml:space="preserve">Правил, устанавливающих общие требования к формированию, предоставлению и распределению субсидий из областного бюджета местным бюджетам, утвержденных </w:t>
      </w:r>
      <w:r w:rsidR="00C877A5">
        <w:rPr>
          <w:rFonts w:ascii="Times New Roman" w:hAnsi="Times New Roman"/>
          <w:sz w:val="28"/>
          <w:szCs w:val="28"/>
        </w:rPr>
        <w:t>п</w:t>
      </w:r>
      <w:r w:rsidR="00D632F5" w:rsidRPr="00024960">
        <w:rPr>
          <w:rFonts w:ascii="Times New Roman" w:hAnsi="Times New Roman"/>
          <w:sz w:val="28"/>
          <w:szCs w:val="28"/>
        </w:rPr>
        <w:t xml:space="preserve">остановлением Правительства Рязанской области от 26.11.2019 № 377 (далее </w:t>
      </w:r>
      <w:r w:rsidR="00C877A5">
        <w:rPr>
          <w:rFonts w:ascii="Times New Roman" w:hAnsi="Times New Roman"/>
          <w:sz w:val="28"/>
          <w:szCs w:val="28"/>
        </w:rPr>
        <w:t>–</w:t>
      </w:r>
      <w:r w:rsidR="00D632F5" w:rsidRPr="00024960">
        <w:rPr>
          <w:rFonts w:ascii="Times New Roman" w:hAnsi="Times New Roman"/>
          <w:sz w:val="28"/>
          <w:szCs w:val="28"/>
        </w:rPr>
        <w:t xml:space="preserve"> Правила</w:t>
      </w:r>
      <w:r w:rsidR="00C877A5">
        <w:rPr>
          <w:rFonts w:ascii="Times New Roman" w:hAnsi="Times New Roman"/>
          <w:sz w:val="28"/>
          <w:szCs w:val="28"/>
        </w:rPr>
        <w:t xml:space="preserve"> </w:t>
      </w:r>
      <w:r w:rsidR="00D632F5" w:rsidRPr="00024960">
        <w:rPr>
          <w:rFonts w:ascii="Times New Roman" w:hAnsi="Times New Roman"/>
          <w:sz w:val="28"/>
          <w:szCs w:val="28"/>
        </w:rPr>
        <w:t>№ 377);</w:t>
      </w:r>
    </w:p>
    <w:p w:rsidR="00FB5FFE" w:rsidRPr="00024960" w:rsidRDefault="00FB5FFE" w:rsidP="00FB5FF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>- централизация закупок в соответствии с распоряжением Правительства Рязанской области от 25.04.2017 № 178-р, за исключением закупок:</w:t>
      </w:r>
    </w:p>
    <w:p w:rsidR="00FB5FFE" w:rsidRPr="00024960" w:rsidRDefault="00FB5FFE" w:rsidP="00FB5FF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>в отношении объектов, на строительство (реконструкцию) которых муниципальные контракты заключены до даты размещения извещения (информации) о начале проведения отбора муниципальных образований для предоставления субсидий;</w:t>
      </w:r>
    </w:p>
    <w:p w:rsidR="00FB5FFE" w:rsidRPr="00024960" w:rsidRDefault="00FB5FFE" w:rsidP="00FB5FF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 xml:space="preserve">муниципальные </w:t>
      </w:r>
      <w:proofErr w:type="gramStart"/>
      <w:r w:rsidRPr="00024960">
        <w:rPr>
          <w:rFonts w:ascii="Times New Roman" w:hAnsi="Times New Roman"/>
          <w:sz w:val="28"/>
          <w:szCs w:val="28"/>
        </w:rPr>
        <w:t>контракты</w:t>
      </w:r>
      <w:proofErr w:type="gramEnd"/>
      <w:r w:rsidRPr="00024960">
        <w:rPr>
          <w:rFonts w:ascii="Times New Roman" w:hAnsi="Times New Roman"/>
          <w:sz w:val="28"/>
          <w:szCs w:val="28"/>
        </w:rPr>
        <w:t xml:space="preserve"> по которым заключаются в соответствии с частью 1 статьи 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FB5FFE" w:rsidRPr="00574760" w:rsidRDefault="00FB5FFE" w:rsidP="00FB5FF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 xml:space="preserve">- наличие заявки на участие в конкурсном отборе (отборе) о предоставлении субсидии на соответствующий финансовый год, содержащей информацию о прогнозируемом объеме расходного обязательства муниципального образования Рязанской области (общей стоимости соответствующих мероприятий, в том числе за счет средств местного бюджета). Форма заявки на участие в конкурсном отборе (отборе) </w:t>
      </w:r>
      <w:r w:rsidRPr="00574760">
        <w:rPr>
          <w:rFonts w:ascii="Times New Roman" w:hAnsi="Times New Roman"/>
          <w:sz w:val="28"/>
          <w:szCs w:val="28"/>
        </w:rPr>
        <w:t xml:space="preserve">утверждается постановлением </w:t>
      </w:r>
      <w:r w:rsidR="00C877A5">
        <w:rPr>
          <w:rFonts w:ascii="Times New Roman" w:hAnsi="Times New Roman"/>
          <w:sz w:val="28"/>
          <w:szCs w:val="28"/>
        </w:rPr>
        <w:t xml:space="preserve">Минтранса </w:t>
      </w:r>
      <w:r w:rsidRPr="00574760">
        <w:rPr>
          <w:rFonts w:ascii="Times New Roman" w:hAnsi="Times New Roman"/>
          <w:sz w:val="28"/>
          <w:szCs w:val="28"/>
        </w:rPr>
        <w:t>Рязанской области;</w:t>
      </w:r>
    </w:p>
    <w:p w:rsidR="00FB5FFE" w:rsidRPr="00574760" w:rsidRDefault="00FB5FFE" w:rsidP="00D91F5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 xml:space="preserve">- наличие утвержденной в установленном порядке муниципальной </w:t>
      </w:r>
      <w:r w:rsidRPr="00C230D3">
        <w:rPr>
          <w:rFonts w:ascii="Times New Roman" w:hAnsi="Times New Roman"/>
          <w:sz w:val="28"/>
          <w:szCs w:val="28"/>
        </w:rPr>
        <w:t xml:space="preserve">программы, </w:t>
      </w:r>
      <w:r w:rsidR="0087347B" w:rsidRPr="00C230D3">
        <w:rPr>
          <w:rFonts w:ascii="Times New Roman" w:hAnsi="Times New Roman"/>
          <w:sz w:val="28"/>
          <w:szCs w:val="28"/>
        </w:rPr>
        <w:t xml:space="preserve">предусматривающей мероприятия, </w:t>
      </w:r>
      <w:r w:rsidR="005D2281" w:rsidRPr="00C230D3">
        <w:rPr>
          <w:rFonts w:ascii="Times New Roman" w:hAnsi="Times New Roman"/>
          <w:sz w:val="28"/>
          <w:szCs w:val="28"/>
        </w:rPr>
        <w:t>соответствующие</w:t>
      </w:r>
      <w:r w:rsidR="0087347B" w:rsidRPr="00C230D3">
        <w:rPr>
          <w:rFonts w:ascii="Times New Roman" w:hAnsi="Times New Roman"/>
          <w:sz w:val="28"/>
          <w:szCs w:val="28"/>
        </w:rPr>
        <w:t xml:space="preserve"> цел</w:t>
      </w:r>
      <w:r w:rsidR="005D2281" w:rsidRPr="00C230D3">
        <w:rPr>
          <w:rFonts w:ascii="Times New Roman" w:hAnsi="Times New Roman"/>
          <w:sz w:val="28"/>
          <w:szCs w:val="28"/>
        </w:rPr>
        <w:t xml:space="preserve">ям </w:t>
      </w:r>
      <w:r w:rsidR="00D632F5" w:rsidRPr="00C230D3">
        <w:rPr>
          <w:rFonts w:ascii="Times New Roman" w:hAnsi="Times New Roman"/>
          <w:sz w:val="28"/>
          <w:szCs w:val="28"/>
        </w:rPr>
        <w:t xml:space="preserve">предоставления субсидий из областного бюджета, </w:t>
      </w:r>
      <w:r w:rsidR="0087347B" w:rsidRPr="00C230D3">
        <w:rPr>
          <w:rFonts w:ascii="Times New Roman" w:hAnsi="Times New Roman"/>
          <w:sz w:val="28"/>
          <w:szCs w:val="28"/>
        </w:rPr>
        <w:t>предусмотренны</w:t>
      </w:r>
      <w:r w:rsidR="005D2281" w:rsidRPr="00C230D3">
        <w:rPr>
          <w:rFonts w:ascii="Times New Roman" w:hAnsi="Times New Roman"/>
          <w:sz w:val="28"/>
          <w:szCs w:val="28"/>
        </w:rPr>
        <w:t>м</w:t>
      </w:r>
      <w:r w:rsidR="005D2281" w:rsidRPr="005D2281">
        <w:rPr>
          <w:rFonts w:ascii="Times New Roman" w:hAnsi="Times New Roman"/>
          <w:sz w:val="28"/>
          <w:szCs w:val="28"/>
        </w:rPr>
        <w:t xml:space="preserve"> </w:t>
      </w:r>
      <w:r w:rsidRPr="005D2281">
        <w:rPr>
          <w:rFonts w:ascii="Times New Roman" w:hAnsi="Times New Roman"/>
          <w:sz w:val="28"/>
          <w:szCs w:val="28"/>
        </w:rPr>
        <w:t>пункт</w:t>
      </w:r>
      <w:r w:rsidR="0087347B" w:rsidRPr="005D2281">
        <w:rPr>
          <w:rFonts w:ascii="Times New Roman" w:hAnsi="Times New Roman"/>
          <w:sz w:val="28"/>
          <w:szCs w:val="28"/>
        </w:rPr>
        <w:t>ом</w:t>
      </w:r>
      <w:r w:rsidR="00C877A5">
        <w:rPr>
          <w:rFonts w:ascii="Times New Roman" w:hAnsi="Times New Roman"/>
          <w:sz w:val="28"/>
          <w:szCs w:val="28"/>
        </w:rPr>
        <w:t> </w:t>
      </w:r>
      <w:r w:rsidRPr="005D2281">
        <w:rPr>
          <w:rFonts w:ascii="Times New Roman" w:hAnsi="Times New Roman"/>
          <w:sz w:val="28"/>
          <w:szCs w:val="28"/>
        </w:rPr>
        <w:t xml:space="preserve">4.6 </w:t>
      </w:r>
      <w:r w:rsidR="0087347B" w:rsidRPr="005D2281">
        <w:rPr>
          <w:rFonts w:ascii="Times New Roman" w:hAnsi="Times New Roman"/>
          <w:sz w:val="28"/>
          <w:szCs w:val="28"/>
        </w:rPr>
        <w:t xml:space="preserve">настоящего раздела </w:t>
      </w:r>
      <w:r w:rsidRPr="005D2281">
        <w:rPr>
          <w:rFonts w:ascii="Times New Roman" w:hAnsi="Times New Roman"/>
          <w:sz w:val="28"/>
          <w:szCs w:val="28"/>
        </w:rPr>
        <w:t xml:space="preserve">(далее </w:t>
      </w:r>
      <w:r w:rsidR="00C877A5">
        <w:rPr>
          <w:rFonts w:ascii="Times New Roman" w:hAnsi="Times New Roman"/>
          <w:sz w:val="28"/>
          <w:szCs w:val="28"/>
        </w:rPr>
        <w:t>–</w:t>
      </w:r>
      <w:r w:rsidRPr="005D2281">
        <w:rPr>
          <w:rFonts w:ascii="Times New Roman" w:hAnsi="Times New Roman"/>
          <w:sz w:val="28"/>
          <w:szCs w:val="28"/>
        </w:rPr>
        <w:t xml:space="preserve"> муниципальная</w:t>
      </w:r>
      <w:r w:rsidR="00C877A5">
        <w:rPr>
          <w:rFonts w:ascii="Times New Roman" w:hAnsi="Times New Roman"/>
          <w:sz w:val="28"/>
          <w:szCs w:val="28"/>
        </w:rPr>
        <w:t xml:space="preserve"> </w:t>
      </w:r>
      <w:r w:rsidRPr="005D2281">
        <w:rPr>
          <w:rFonts w:ascii="Times New Roman" w:hAnsi="Times New Roman"/>
          <w:sz w:val="28"/>
          <w:szCs w:val="28"/>
        </w:rPr>
        <w:t>программа);</w:t>
      </w:r>
    </w:p>
    <w:p w:rsidR="00FB5FFE" w:rsidRPr="00574760" w:rsidRDefault="00FB5FFE" w:rsidP="00FB5FF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74760">
        <w:rPr>
          <w:rFonts w:ascii="Times New Roman" w:hAnsi="Times New Roman"/>
          <w:sz w:val="28"/>
          <w:szCs w:val="28"/>
        </w:rPr>
        <w:t>- наличие утвержденной проектной документации на</w:t>
      </w:r>
      <w:r w:rsidR="00D632F5" w:rsidRPr="00574760">
        <w:rPr>
          <w:rFonts w:ascii="Times New Roman" w:hAnsi="Times New Roman"/>
          <w:sz w:val="28"/>
          <w:szCs w:val="28"/>
        </w:rPr>
        <w:t xml:space="preserve"> </w:t>
      </w:r>
      <w:r w:rsidR="006D3EE2" w:rsidRPr="00574760">
        <w:rPr>
          <w:rFonts w:ascii="Times New Roman" w:hAnsi="Times New Roman"/>
          <w:sz w:val="28"/>
          <w:szCs w:val="28"/>
        </w:rPr>
        <w:t xml:space="preserve">объекты </w:t>
      </w:r>
      <w:r w:rsidR="00D632F5" w:rsidRPr="00574760">
        <w:rPr>
          <w:rFonts w:ascii="Times New Roman" w:hAnsi="Times New Roman"/>
          <w:sz w:val="28"/>
          <w:szCs w:val="28"/>
        </w:rPr>
        <w:t>строительств</w:t>
      </w:r>
      <w:r w:rsidR="006D3EE2" w:rsidRPr="00574760">
        <w:rPr>
          <w:rFonts w:ascii="Times New Roman" w:hAnsi="Times New Roman"/>
          <w:sz w:val="28"/>
          <w:szCs w:val="28"/>
        </w:rPr>
        <w:t>а</w:t>
      </w:r>
      <w:r w:rsidR="00D632F5" w:rsidRPr="00574760">
        <w:rPr>
          <w:rFonts w:ascii="Times New Roman" w:hAnsi="Times New Roman"/>
          <w:sz w:val="28"/>
          <w:szCs w:val="28"/>
        </w:rPr>
        <w:t xml:space="preserve"> (реконструкци</w:t>
      </w:r>
      <w:r w:rsidR="006D3EE2" w:rsidRPr="00574760">
        <w:rPr>
          <w:rFonts w:ascii="Times New Roman" w:hAnsi="Times New Roman"/>
          <w:sz w:val="28"/>
          <w:szCs w:val="28"/>
        </w:rPr>
        <w:t>и</w:t>
      </w:r>
      <w:r w:rsidR="00D632F5" w:rsidRPr="00574760">
        <w:rPr>
          <w:rFonts w:ascii="Times New Roman" w:hAnsi="Times New Roman"/>
          <w:sz w:val="28"/>
          <w:szCs w:val="28"/>
        </w:rPr>
        <w:t>), капитальн</w:t>
      </w:r>
      <w:r w:rsidR="006D3EE2" w:rsidRPr="00574760">
        <w:rPr>
          <w:rFonts w:ascii="Times New Roman" w:hAnsi="Times New Roman"/>
          <w:sz w:val="28"/>
          <w:szCs w:val="28"/>
        </w:rPr>
        <w:t>ого</w:t>
      </w:r>
      <w:r w:rsidR="00D632F5" w:rsidRPr="00574760">
        <w:rPr>
          <w:rFonts w:ascii="Times New Roman" w:hAnsi="Times New Roman"/>
          <w:sz w:val="28"/>
          <w:szCs w:val="28"/>
        </w:rPr>
        <w:t xml:space="preserve"> ремонт</w:t>
      </w:r>
      <w:r w:rsidR="006D3EE2" w:rsidRPr="00574760">
        <w:rPr>
          <w:rFonts w:ascii="Times New Roman" w:hAnsi="Times New Roman"/>
          <w:sz w:val="28"/>
          <w:szCs w:val="28"/>
        </w:rPr>
        <w:t>а</w:t>
      </w:r>
      <w:r w:rsidRPr="00574760">
        <w:rPr>
          <w:rFonts w:ascii="Times New Roman" w:hAnsi="Times New Roman"/>
          <w:sz w:val="28"/>
          <w:szCs w:val="28"/>
        </w:rPr>
        <w:t xml:space="preserve"> </w:t>
      </w:r>
      <w:r w:rsidR="006D3EE2" w:rsidRPr="00574760">
        <w:rPr>
          <w:rFonts w:ascii="Times New Roman" w:hAnsi="Times New Roman"/>
          <w:sz w:val="28"/>
          <w:szCs w:val="28"/>
        </w:rPr>
        <w:t>автомобильных дорог общего пользования местного значения</w:t>
      </w:r>
      <w:r w:rsidR="00C464E5" w:rsidRPr="00574760">
        <w:rPr>
          <w:rFonts w:ascii="Times New Roman" w:hAnsi="Times New Roman"/>
          <w:sz w:val="28"/>
          <w:szCs w:val="28"/>
        </w:rPr>
        <w:t>,</w:t>
      </w:r>
      <w:r w:rsidRPr="00574760">
        <w:rPr>
          <w:rFonts w:ascii="Times New Roman" w:hAnsi="Times New Roman"/>
          <w:sz w:val="28"/>
          <w:szCs w:val="28"/>
        </w:rPr>
        <w:t xml:space="preserve"> имеющей положительное заключение государственной экспертизы и положительное заключение о достоверности определения сметной стоимости </w:t>
      </w:r>
      <w:r w:rsidR="00D632F5" w:rsidRPr="00574760">
        <w:rPr>
          <w:rFonts w:ascii="Times New Roman" w:hAnsi="Times New Roman"/>
          <w:sz w:val="28"/>
          <w:szCs w:val="28"/>
        </w:rPr>
        <w:t xml:space="preserve">строительства (реконструкции), капитального ремонта </w:t>
      </w:r>
      <w:r w:rsidR="00C464E5" w:rsidRPr="00574760">
        <w:rPr>
          <w:rFonts w:ascii="Times New Roman" w:hAnsi="Times New Roman"/>
          <w:sz w:val="28"/>
          <w:szCs w:val="28"/>
        </w:rPr>
        <w:t>объектов капитального строительства</w:t>
      </w:r>
      <w:r w:rsidR="00261937" w:rsidRPr="00574760">
        <w:rPr>
          <w:rFonts w:ascii="Times New Roman" w:hAnsi="Times New Roman"/>
          <w:sz w:val="28"/>
          <w:szCs w:val="28"/>
        </w:rPr>
        <w:t xml:space="preserve"> </w:t>
      </w:r>
      <w:r w:rsidRPr="00574760">
        <w:rPr>
          <w:rFonts w:ascii="Times New Roman" w:hAnsi="Times New Roman"/>
          <w:sz w:val="28"/>
          <w:szCs w:val="28"/>
        </w:rPr>
        <w:t>в случаях, предусмотренных законодательством Российской Федерации о градостроительной деятельности (для мероприятий</w:t>
      </w:r>
      <w:r w:rsidR="00A06696" w:rsidRPr="00574760">
        <w:rPr>
          <w:rFonts w:ascii="Times New Roman" w:hAnsi="Times New Roman"/>
          <w:sz w:val="28"/>
          <w:szCs w:val="28"/>
        </w:rPr>
        <w:t>, указанных в</w:t>
      </w:r>
      <w:r w:rsidRPr="00574760">
        <w:rPr>
          <w:rFonts w:ascii="Times New Roman" w:hAnsi="Times New Roman"/>
          <w:sz w:val="28"/>
          <w:szCs w:val="28"/>
        </w:rPr>
        <w:t xml:space="preserve"> подпункт</w:t>
      </w:r>
      <w:r w:rsidR="00A06696" w:rsidRPr="00574760">
        <w:rPr>
          <w:rFonts w:ascii="Times New Roman" w:hAnsi="Times New Roman"/>
          <w:sz w:val="28"/>
          <w:szCs w:val="28"/>
        </w:rPr>
        <w:t>ах</w:t>
      </w:r>
      <w:r w:rsidRPr="00574760">
        <w:rPr>
          <w:rFonts w:ascii="Times New Roman" w:hAnsi="Times New Roman"/>
          <w:sz w:val="28"/>
          <w:szCs w:val="28"/>
        </w:rPr>
        <w:t xml:space="preserve"> 4.1, 4.5, 4.6, 4.7</w:t>
      </w:r>
      <w:r w:rsidR="0087347B" w:rsidRPr="00574760">
        <w:rPr>
          <w:rFonts w:ascii="Times New Roman" w:hAnsi="Times New Roman"/>
          <w:sz w:val="28"/>
          <w:szCs w:val="28"/>
        </w:rPr>
        <w:t xml:space="preserve">, 7.3, </w:t>
      </w:r>
      <w:r w:rsidR="007523AC" w:rsidRPr="00574760">
        <w:rPr>
          <w:rFonts w:ascii="Times New Roman" w:hAnsi="Times New Roman"/>
          <w:sz w:val="28"/>
          <w:szCs w:val="28"/>
        </w:rPr>
        <w:t>7.</w:t>
      </w:r>
      <w:r w:rsidR="007B0FEA" w:rsidRPr="00574760">
        <w:rPr>
          <w:rFonts w:ascii="Times New Roman" w:hAnsi="Times New Roman"/>
          <w:sz w:val="28"/>
          <w:szCs w:val="28"/>
        </w:rPr>
        <w:t>4</w:t>
      </w:r>
      <w:r w:rsidR="007523AC" w:rsidRPr="00574760">
        <w:rPr>
          <w:rFonts w:ascii="Times New Roman" w:hAnsi="Times New Roman"/>
          <w:sz w:val="28"/>
          <w:szCs w:val="28"/>
        </w:rPr>
        <w:t xml:space="preserve">, </w:t>
      </w:r>
      <w:r w:rsidR="0087347B" w:rsidRPr="00574760">
        <w:rPr>
          <w:rFonts w:ascii="Times New Roman" w:hAnsi="Times New Roman"/>
          <w:sz w:val="28"/>
          <w:szCs w:val="28"/>
        </w:rPr>
        <w:t>8.1</w:t>
      </w:r>
      <w:r w:rsidRPr="00574760">
        <w:rPr>
          <w:rFonts w:ascii="Times New Roman" w:hAnsi="Times New Roman"/>
          <w:sz w:val="28"/>
          <w:szCs w:val="28"/>
        </w:rPr>
        <w:t xml:space="preserve"> таблицы № 1 раздела</w:t>
      </w:r>
      <w:proofErr w:type="gramEnd"/>
      <w:r w:rsidRPr="0057476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74760">
        <w:rPr>
          <w:rFonts w:ascii="Times New Roman" w:hAnsi="Times New Roman"/>
          <w:sz w:val="28"/>
          <w:szCs w:val="28"/>
        </w:rPr>
        <w:t>5</w:t>
      </w:r>
      <w:r w:rsidR="00A06696" w:rsidRPr="00574760">
        <w:rPr>
          <w:rFonts w:ascii="Times New Roman" w:hAnsi="Times New Roman"/>
          <w:sz w:val="28"/>
          <w:szCs w:val="28"/>
        </w:rPr>
        <w:t>,</w:t>
      </w:r>
      <w:r w:rsidR="0087347B" w:rsidRPr="00574760">
        <w:rPr>
          <w:rFonts w:ascii="Times New Roman" w:hAnsi="Times New Roman"/>
          <w:sz w:val="28"/>
          <w:szCs w:val="28"/>
        </w:rPr>
        <w:t xml:space="preserve"> в </w:t>
      </w:r>
      <w:r w:rsidR="006D3EE2" w:rsidRPr="00574760">
        <w:rPr>
          <w:rFonts w:ascii="Times New Roman" w:hAnsi="Times New Roman"/>
          <w:sz w:val="28"/>
          <w:szCs w:val="28"/>
        </w:rPr>
        <w:t>части</w:t>
      </w:r>
      <w:r w:rsidR="0087347B" w:rsidRPr="00574760">
        <w:rPr>
          <w:rFonts w:ascii="Times New Roman" w:hAnsi="Times New Roman"/>
          <w:sz w:val="28"/>
          <w:szCs w:val="28"/>
        </w:rPr>
        <w:t xml:space="preserve"> строительства (рекон</w:t>
      </w:r>
      <w:r w:rsidR="00AC64E4" w:rsidRPr="00574760">
        <w:rPr>
          <w:rFonts w:ascii="Times New Roman" w:hAnsi="Times New Roman"/>
          <w:sz w:val="28"/>
          <w:szCs w:val="28"/>
        </w:rPr>
        <w:t>струкции), капитального ремонта</w:t>
      </w:r>
      <w:r w:rsidR="006D3EE2" w:rsidRPr="00574760">
        <w:rPr>
          <w:rFonts w:ascii="Times New Roman" w:hAnsi="Times New Roman"/>
          <w:sz w:val="28"/>
          <w:szCs w:val="28"/>
        </w:rPr>
        <w:t xml:space="preserve"> автомобильных дорог</w:t>
      </w:r>
      <w:r w:rsidRPr="00574760">
        <w:rPr>
          <w:rFonts w:ascii="Times New Roman" w:hAnsi="Times New Roman"/>
          <w:sz w:val="28"/>
          <w:szCs w:val="28"/>
        </w:rPr>
        <w:t>);</w:t>
      </w:r>
      <w:proofErr w:type="gramEnd"/>
    </w:p>
    <w:p w:rsidR="00C464E5" w:rsidRPr="00574760" w:rsidRDefault="00C464E5" w:rsidP="00C464E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74760">
        <w:rPr>
          <w:rFonts w:ascii="Times New Roman" w:hAnsi="Times New Roman"/>
          <w:sz w:val="28"/>
          <w:szCs w:val="28"/>
        </w:rPr>
        <w:t xml:space="preserve">- наличие утвержденной документации на проведение работ по ремонту </w:t>
      </w:r>
      <w:r w:rsidR="006D3EE2" w:rsidRPr="00574760">
        <w:rPr>
          <w:rFonts w:ascii="Times New Roman" w:hAnsi="Times New Roman"/>
          <w:sz w:val="28"/>
          <w:szCs w:val="28"/>
        </w:rPr>
        <w:t>автомобильных дорог общего пользования местного значения</w:t>
      </w:r>
      <w:r w:rsidRPr="00574760">
        <w:rPr>
          <w:rFonts w:ascii="Times New Roman" w:hAnsi="Times New Roman"/>
          <w:sz w:val="28"/>
          <w:szCs w:val="28"/>
        </w:rPr>
        <w:t>, включающей пояснительную записку, схему ремонтируемой автомобильной дороги, ведомость дефектов и намечаемых объемов работ, сводную ведомость объемов работ, локальный сметный расчет и сводный сметный расчет (для мероприятий</w:t>
      </w:r>
      <w:r w:rsidR="00A06696" w:rsidRPr="00574760">
        <w:rPr>
          <w:rFonts w:ascii="Times New Roman" w:hAnsi="Times New Roman"/>
          <w:sz w:val="28"/>
          <w:szCs w:val="28"/>
        </w:rPr>
        <w:t>, указанных в</w:t>
      </w:r>
      <w:r w:rsidRPr="00574760">
        <w:rPr>
          <w:rFonts w:ascii="Times New Roman" w:hAnsi="Times New Roman"/>
          <w:sz w:val="28"/>
          <w:szCs w:val="28"/>
        </w:rPr>
        <w:t xml:space="preserve"> подпункт</w:t>
      </w:r>
      <w:r w:rsidR="00A06696" w:rsidRPr="00574760">
        <w:rPr>
          <w:rFonts w:ascii="Times New Roman" w:hAnsi="Times New Roman"/>
          <w:sz w:val="28"/>
          <w:szCs w:val="28"/>
        </w:rPr>
        <w:t>ах</w:t>
      </w:r>
      <w:r w:rsidRPr="00574760">
        <w:rPr>
          <w:rFonts w:ascii="Times New Roman" w:hAnsi="Times New Roman"/>
          <w:sz w:val="28"/>
          <w:szCs w:val="28"/>
        </w:rPr>
        <w:t xml:space="preserve"> 4.5, 4.7, 7.3, </w:t>
      </w:r>
      <w:r w:rsidR="00FF46C9" w:rsidRPr="00574760">
        <w:rPr>
          <w:rFonts w:ascii="Times New Roman" w:hAnsi="Times New Roman"/>
          <w:sz w:val="28"/>
          <w:szCs w:val="28"/>
        </w:rPr>
        <w:t xml:space="preserve">7.4, </w:t>
      </w:r>
      <w:r w:rsidRPr="00574760">
        <w:rPr>
          <w:rFonts w:ascii="Times New Roman" w:hAnsi="Times New Roman"/>
          <w:sz w:val="28"/>
          <w:szCs w:val="28"/>
        </w:rPr>
        <w:t>8.1 таблицы № 1 раздела 5</w:t>
      </w:r>
      <w:r w:rsidR="006D3EE2" w:rsidRPr="00574760">
        <w:rPr>
          <w:rFonts w:ascii="Times New Roman" w:hAnsi="Times New Roman"/>
          <w:sz w:val="28"/>
          <w:szCs w:val="28"/>
        </w:rPr>
        <w:t>, в части ремонта автомобильных дорог</w:t>
      </w:r>
      <w:r w:rsidRPr="00574760">
        <w:rPr>
          <w:rFonts w:ascii="Times New Roman" w:hAnsi="Times New Roman"/>
          <w:sz w:val="28"/>
          <w:szCs w:val="28"/>
        </w:rPr>
        <w:t>);</w:t>
      </w:r>
      <w:proofErr w:type="gramEnd"/>
    </w:p>
    <w:p w:rsidR="006C7C55" w:rsidRPr="00574760" w:rsidRDefault="006C7C55" w:rsidP="000B1A5A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>- </w:t>
      </w:r>
      <w:r w:rsidR="007523AC" w:rsidRPr="00574760">
        <w:rPr>
          <w:rFonts w:ascii="Times New Roman" w:hAnsi="Times New Roman"/>
          <w:sz w:val="28"/>
          <w:szCs w:val="28"/>
        </w:rPr>
        <w:t xml:space="preserve">наличие утвержденного локального сметного расчета стоимости работ по содержанию </w:t>
      </w:r>
      <w:r w:rsidR="006D3EE2" w:rsidRPr="00574760">
        <w:rPr>
          <w:rFonts w:ascii="Times New Roman" w:hAnsi="Times New Roman"/>
          <w:sz w:val="28"/>
          <w:szCs w:val="28"/>
        </w:rPr>
        <w:t xml:space="preserve">автомобильных дорог общего пользования местного значения </w:t>
      </w:r>
      <w:r w:rsidRPr="00574760">
        <w:rPr>
          <w:rFonts w:ascii="Times New Roman" w:hAnsi="Times New Roman"/>
          <w:sz w:val="28"/>
          <w:szCs w:val="28"/>
        </w:rPr>
        <w:t>(для мероприятий, указанных в подпунктах 4.5, 7.3, 8.</w:t>
      </w:r>
      <w:r w:rsidR="00F826F0" w:rsidRPr="00574760">
        <w:rPr>
          <w:rFonts w:ascii="Times New Roman" w:hAnsi="Times New Roman"/>
          <w:sz w:val="28"/>
          <w:szCs w:val="28"/>
        </w:rPr>
        <w:t>1</w:t>
      </w:r>
      <w:r w:rsidRPr="00574760">
        <w:rPr>
          <w:rFonts w:ascii="Times New Roman" w:hAnsi="Times New Roman"/>
          <w:sz w:val="28"/>
          <w:szCs w:val="28"/>
        </w:rPr>
        <w:t xml:space="preserve"> таблицы № 1 раздела</w:t>
      </w:r>
      <w:r w:rsidR="00C877A5">
        <w:rPr>
          <w:rFonts w:ascii="Times New Roman" w:hAnsi="Times New Roman"/>
          <w:sz w:val="28"/>
          <w:szCs w:val="28"/>
        </w:rPr>
        <w:t> </w:t>
      </w:r>
      <w:r w:rsidRPr="00574760">
        <w:rPr>
          <w:rFonts w:ascii="Times New Roman" w:hAnsi="Times New Roman"/>
          <w:sz w:val="28"/>
          <w:szCs w:val="28"/>
        </w:rPr>
        <w:t>5</w:t>
      </w:r>
      <w:r w:rsidR="006D3EE2" w:rsidRPr="00574760">
        <w:rPr>
          <w:rFonts w:ascii="Times New Roman" w:hAnsi="Times New Roman"/>
          <w:sz w:val="28"/>
          <w:szCs w:val="28"/>
        </w:rPr>
        <w:t>, в части работ по содержанию автомобильных дорог</w:t>
      </w:r>
      <w:r w:rsidR="00C877A5">
        <w:rPr>
          <w:rFonts w:ascii="Times New Roman" w:hAnsi="Times New Roman"/>
          <w:sz w:val="28"/>
          <w:szCs w:val="28"/>
        </w:rPr>
        <w:t>).</w:t>
      </w: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>4.7.1. Дополнительные условия для мероприятия, указанного в подпункте 4.6 таблицы № 1 раздела 5:</w:t>
      </w: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 xml:space="preserve">- наличие перечня объектов строительства и (или) реконструкции автомобильных дорог, в целях </w:t>
      </w:r>
      <w:proofErr w:type="spellStart"/>
      <w:r w:rsidRPr="00574760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574760">
        <w:rPr>
          <w:rFonts w:ascii="Times New Roman" w:hAnsi="Times New Roman"/>
          <w:sz w:val="28"/>
          <w:szCs w:val="28"/>
        </w:rPr>
        <w:t xml:space="preserve"> которых планируется предоставление субсидии на соответствующий финансовый год с указанием:</w:t>
      </w: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74760">
        <w:rPr>
          <w:rFonts w:ascii="Times New Roman" w:hAnsi="Times New Roman"/>
          <w:sz w:val="28"/>
          <w:szCs w:val="28"/>
        </w:rPr>
        <w:t>информации, содержащей наименование объекта строительства (реконструкции) автомобильных дорог, мощность, срок строительства (реконструкции) и срок ввода его в эксплуатацию, сметную (в ценах года утверждения проектной документации) или предполагаемую (предельную) стоимость строительства (реконструкции) такого объекта;</w:t>
      </w:r>
      <w:proofErr w:type="gramEnd"/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 xml:space="preserve">информации о прогнозируемом объеме бюджетных ассигнований местного бюджета на финансовое обеспечение расходных обязательств, в целях </w:t>
      </w:r>
      <w:proofErr w:type="spellStart"/>
      <w:r w:rsidRPr="00574760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574760">
        <w:rPr>
          <w:rFonts w:ascii="Times New Roman" w:hAnsi="Times New Roman"/>
          <w:sz w:val="28"/>
          <w:szCs w:val="28"/>
        </w:rPr>
        <w:t xml:space="preserve"> которых предоставляется субсидия, в том числе на предоставление межбюджетных трансфертов местным бюджетам на реализацию соответствующего мероприятия, а также объема бюджетных ассигнований, предусмотренных в местном бюджете на финансовое обеспечение реализации такого мероприятия (</w:t>
      </w:r>
      <w:proofErr w:type="spellStart"/>
      <w:r w:rsidRPr="00574760">
        <w:rPr>
          <w:rFonts w:ascii="Times New Roman" w:hAnsi="Times New Roman"/>
          <w:sz w:val="28"/>
          <w:szCs w:val="28"/>
        </w:rPr>
        <w:t>справочно</w:t>
      </w:r>
      <w:proofErr w:type="spellEnd"/>
      <w:r w:rsidRPr="00574760">
        <w:rPr>
          <w:rFonts w:ascii="Times New Roman" w:hAnsi="Times New Roman"/>
          <w:sz w:val="28"/>
          <w:szCs w:val="28"/>
        </w:rPr>
        <w:t>);</w:t>
      </w: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>- наличие заверенной уполномоченным органом местного самоуправления карты-схемы расположения объектов строительства (реконструкции) автомобильных дорог с географической привязкой к общественно значимым объектам сельских населенных пунктов и (или) объектам производства и переработки продукции;</w:t>
      </w: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 xml:space="preserve">- обязательство органа местного самоуправления по вводу в эксплуатацию объекта производства и переработки продукции в году предоставления субсидии, в случае если объект производства и переработки продукции на день подачи заявки не введен в эксплуатацию (для мероприятий в части строительства и </w:t>
      </w:r>
      <w:proofErr w:type="gramStart"/>
      <w:r w:rsidRPr="00574760">
        <w:rPr>
          <w:rFonts w:ascii="Times New Roman" w:hAnsi="Times New Roman"/>
          <w:sz w:val="28"/>
          <w:szCs w:val="28"/>
        </w:rPr>
        <w:t>реконструкции</w:t>
      </w:r>
      <w:proofErr w:type="gramEnd"/>
      <w:r w:rsidRPr="00574760">
        <w:rPr>
          <w:rFonts w:ascii="Times New Roman" w:hAnsi="Times New Roman"/>
          <w:sz w:val="28"/>
          <w:szCs w:val="28"/>
        </w:rPr>
        <w:t xml:space="preserve"> автомобильных дорог к объектам производства и переработки продукции);</w:t>
      </w: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74760">
        <w:rPr>
          <w:rFonts w:ascii="Times New Roman" w:hAnsi="Times New Roman"/>
          <w:sz w:val="28"/>
          <w:szCs w:val="28"/>
        </w:rPr>
        <w:t>- </w:t>
      </w:r>
      <w:r w:rsidR="00C877A5">
        <w:rPr>
          <w:rFonts w:ascii="Times New Roman" w:hAnsi="Times New Roman"/>
          <w:sz w:val="28"/>
          <w:szCs w:val="28"/>
        </w:rPr>
        <w:t xml:space="preserve">наличие </w:t>
      </w:r>
      <w:r w:rsidRPr="00574760">
        <w:rPr>
          <w:rFonts w:ascii="Times New Roman" w:hAnsi="Times New Roman"/>
          <w:sz w:val="28"/>
          <w:szCs w:val="28"/>
        </w:rPr>
        <w:t>заверенн</w:t>
      </w:r>
      <w:r w:rsidR="00C877A5">
        <w:rPr>
          <w:rFonts w:ascii="Times New Roman" w:hAnsi="Times New Roman"/>
          <w:sz w:val="28"/>
          <w:szCs w:val="28"/>
        </w:rPr>
        <w:t>ой</w:t>
      </w:r>
      <w:r w:rsidRPr="00574760">
        <w:rPr>
          <w:rFonts w:ascii="Times New Roman" w:hAnsi="Times New Roman"/>
          <w:sz w:val="28"/>
          <w:szCs w:val="28"/>
        </w:rPr>
        <w:t xml:space="preserve"> уполномоченным органом местного самоуправления копи</w:t>
      </w:r>
      <w:r w:rsidR="00C877A5">
        <w:rPr>
          <w:rFonts w:ascii="Times New Roman" w:hAnsi="Times New Roman"/>
          <w:sz w:val="28"/>
          <w:szCs w:val="28"/>
        </w:rPr>
        <w:t>и</w:t>
      </w:r>
      <w:r w:rsidRPr="00574760">
        <w:rPr>
          <w:rFonts w:ascii="Times New Roman" w:hAnsi="Times New Roman"/>
          <w:sz w:val="28"/>
          <w:szCs w:val="28"/>
        </w:rPr>
        <w:t xml:space="preserve"> контракта на проведение работ по строительству (реконструкции, модернизации) объекта производства и переработки продукции с приложением графика выполнения работ к контракту, подтверждающего, что уровень технической готовности объекта производства и переработки продукции на день подачи заявки составляет не менее 50%, в случае если объект производства и переработки продукции на день подачи заявки не введен в</w:t>
      </w:r>
      <w:proofErr w:type="gramEnd"/>
      <w:r w:rsidRPr="00574760">
        <w:rPr>
          <w:rFonts w:ascii="Times New Roman" w:hAnsi="Times New Roman"/>
          <w:sz w:val="28"/>
          <w:szCs w:val="28"/>
        </w:rPr>
        <w:t xml:space="preserve"> эксплуатацию (для мероприятий в части строительства и </w:t>
      </w:r>
      <w:proofErr w:type="gramStart"/>
      <w:r w:rsidRPr="00574760">
        <w:rPr>
          <w:rFonts w:ascii="Times New Roman" w:hAnsi="Times New Roman"/>
          <w:sz w:val="28"/>
          <w:szCs w:val="28"/>
        </w:rPr>
        <w:t>реконструкции</w:t>
      </w:r>
      <w:proofErr w:type="gramEnd"/>
      <w:r w:rsidRPr="00574760">
        <w:rPr>
          <w:rFonts w:ascii="Times New Roman" w:hAnsi="Times New Roman"/>
          <w:sz w:val="28"/>
          <w:szCs w:val="28"/>
        </w:rPr>
        <w:t xml:space="preserve"> автомобильных дорог к объектам производства и переработки продукции).</w:t>
      </w:r>
    </w:p>
    <w:p w:rsidR="007B0FEA" w:rsidRPr="00574760" w:rsidRDefault="007B0FEA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>4.7.2. Дополнительными условиями для мероприятия, указанного в подпункте 7.3 таблицы № 1 раздела 5</w:t>
      </w:r>
      <w:r w:rsidR="00C877A5">
        <w:rPr>
          <w:rFonts w:ascii="Times New Roman" w:hAnsi="Times New Roman"/>
          <w:sz w:val="28"/>
          <w:szCs w:val="28"/>
        </w:rPr>
        <w:t>,</w:t>
      </w:r>
      <w:r w:rsidRPr="00574760">
        <w:rPr>
          <w:rFonts w:ascii="Times New Roman" w:hAnsi="Times New Roman"/>
          <w:sz w:val="28"/>
          <w:szCs w:val="28"/>
        </w:rPr>
        <w:t xml:space="preserve"> являются:</w:t>
      </w:r>
    </w:p>
    <w:p w:rsidR="007B0FEA" w:rsidRPr="00574760" w:rsidRDefault="007B0FEA" w:rsidP="007B0FE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74760">
        <w:rPr>
          <w:rFonts w:ascii="Times New Roman" w:hAnsi="Times New Roman"/>
          <w:sz w:val="28"/>
          <w:szCs w:val="28"/>
        </w:rPr>
        <w:t>- наличие объектов реконструкции, капитально</w:t>
      </w:r>
      <w:r w:rsidR="00B06888" w:rsidRPr="00574760">
        <w:rPr>
          <w:rFonts w:ascii="Times New Roman" w:hAnsi="Times New Roman"/>
          <w:sz w:val="28"/>
          <w:szCs w:val="28"/>
        </w:rPr>
        <w:t>го</w:t>
      </w:r>
      <w:r w:rsidRPr="00574760">
        <w:rPr>
          <w:rFonts w:ascii="Times New Roman" w:hAnsi="Times New Roman"/>
          <w:sz w:val="28"/>
          <w:szCs w:val="28"/>
        </w:rPr>
        <w:t xml:space="preserve"> ремонт</w:t>
      </w:r>
      <w:r w:rsidR="00B06888" w:rsidRPr="00574760">
        <w:rPr>
          <w:rFonts w:ascii="Times New Roman" w:hAnsi="Times New Roman"/>
          <w:sz w:val="28"/>
          <w:szCs w:val="28"/>
        </w:rPr>
        <w:t>а</w:t>
      </w:r>
      <w:r w:rsidRPr="00574760">
        <w:rPr>
          <w:rFonts w:ascii="Times New Roman" w:hAnsi="Times New Roman"/>
          <w:sz w:val="28"/>
          <w:szCs w:val="28"/>
        </w:rPr>
        <w:t>, ремонт</w:t>
      </w:r>
      <w:r w:rsidR="00B06888" w:rsidRPr="00574760">
        <w:rPr>
          <w:rFonts w:ascii="Times New Roman" w:hAnsi="Times New Roman"/>
          <w:sz w:val="28"/>
          <w:szCs w:val="28"/>
        </w:rPr>
        <w:t>а</w:t>
      </w:r>
      <w:r w:rsidRPr="00574760">
        <w:rPr>
          <w:rFonts w:ascii="Times New Roman" w:hAnsi="Times New Roman"/>
          <w:sz w:val="28"/>
          <w:szCs w:val="28"/>
        </w:rPr>
        <w:t xml:space="preserve"> и </w:t>
      </w:r>
      <w:r w:rsidR="00FF46C9" w:rsidRPr="00574760">
        <w:rPr>
          <w:rFonts w:ascii="Times New Roman" w:hAnsi="Times New Roman"/>
          <w:sz w:val="28"/>
          <w:szCs w:val="28"/>
        </w:rPr>
        <w:t xml:space="preserve">мероприятий по </w:t>
      </w:r>
      <w:r w:rsidRPr="00574760">
        <w:rPr>
          <w:rFonts w:ascii="Times New Roman" w:hAnsi="Times New Roman"/>
          <w:sz w:val="28"/>
          <w:szCs w:val="28"/>
        </w:rPr>
        <w:t>содержанию автомобильных дорог общего пользования местного значения</w:t>
      </w:r>
      <w:r w:rsidR="006D3EE2" w:rsidRPr="00574760">
        <w:rPr>
          <w:rFonts w:ascii="Times New Roman" w:hAnsi="Times New Roman"/>
          <w:sz w:val="28"/>
          <w:szCs w:val="28"/>
        </w:rPr>
        <w:t>, расположенных на территории</w:t>
      </w:r>
      <w:r w:rsidRPr="00574760">
        <w:rPr>
          <w:rFonts w:ascii="Times New Roman" w:hAnsi="Times New Roman"/>
          <w:sz w:val="28"/>
          <w:szCs w:val="28"/>
        </w:rPr>
        <w:t xml:space="preserve"> </w:t>
      </w:r>
      <w:r w:rsidR="00FF46C9" w:rsidRPr="00574760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6D3EE2" w:rsidRPr="00574760">
        <w:rPr>
          <w:rFonts w:ascii="Times New Roman" w:hAnsi="Times New Roman"/>
          <w:sz w:val="28"/>
          <w:szCs w:val="28"/>
        </w:rPr>
        <w:t>Рязанской области</w:t>
      </w:r>
      <w:r w:rsidR="00574760">
        <w:rPr>
          <w:rFonts w:ascii="Times New Roman" w:hAnsi="Times New Roman"/>
          <w:sz w:val="28"/>
          <w:szCs w:val="28"/>
        </w:rPr>
        <w:t>, претендующего на получение субсидии</w:t>
      </w:r>
      <w:r w:rsidR="006D3EE2" w:rsidRPr="00574760">
        <w:rPr>
          <w:rFonts w:ascii="Times New Roman" w:hAnsi="Times New Roman"/>
          <w:sz w:val="28"/>
          <w:szCs w:val="28"/>
        </w:rPr>
        <w:t xml:space="preserve">, </w:t>
      </w:r>
      <w:r w:rsidRPr="00574760">
        <w:rPr>
          <w:rFonts w:ascii="Times New Roman" w:hAnsi="Times New Roman"/>
          <w:sz w:val="28"/>
          <w:szCs w:val="28"/>
        </w:rPr>
        <w:t>в региональном проекте «Дорожная сеть (Рязанская область)», направленно</w:t>
      </w:r>
      <w:r w:rsidR="00574760">
        <w:rPr>
          <w:rFonts w:ascii="Times New Roman" w:hAnsi="Times New Roman"/>
          <w:sz w:val="28"/>
          <w:szCs w:val="28"/>
        </w:rPr>
        <w:t>м</w:t>
      </w:r>
      <w:r w:rsidRPr="00574760">
        <w:rPr>
          <w:rFonts w:ascii="Times New Roman" w:hAnsi="Times New Roman"/>
          <w:sz w:val="28"/>
          <w:szCs w:val="28"/>
        </w:rPr>
        <w:t xml:space="preserve"> на достижение результатов реализации федерального проекта «Дорожная сеть» в рамках национального проекта «Безопасные и качественные автомобильные дороги»;</w:t>
      </w:r>
      <w:proofErr w:type="gramEnd"/>
    </w:p>
    <w:p w:rsidR="007B0FEA" w:rsidRPr="00574760" w:rsidRDefault="007B0FEA" w:rsidP="007B0FE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>- муниципальное образование</w:t>
      </w:r>
      <w:r w:rsidR="006D3EE2" w:rsidRPr="00574760">
        <w:rPr>
          <w:rFonts w:ascii="Times New Roman" w:hAnsi="Times New Roman"/>
          <w:sz w:val="28"/>
          <w:szCs w:val="28"/>
        </w:rPr>
        <w:t xml:space="preserve"> Рязанской области,</w:t>
      </w:r>
      <w:r w:rsidR="00FF46C9" w:rsidRPr="00574760">
        <w:rPr>
          <w:rFonts w:ascii="Times New Roman" w:hAnsi="Times New Roman"/>
          <w:sz w:val="28"/>
          <w:szCs w:val="28"/>
        </w:rPr>
        <w:t xml:space="preserve"> </w:t>
      </w:r>
      <w:r w:rsidRPr="00574760">
        <w:rPr>
          <w:rFonts w:ascii="Times New Roman" w:hAnsi="Times New Roman"/>
          <w:sz w:val="28"/>
          <w:szCs w:val="28"/>
        </w:rPr>
        <w:t xml:space="preserve">претендующее на получение субсидии, входит в состав Рязанской </w:t>
      </w:r>
      <w:r w:rsidR="00FF46C9" w:rsidRPr="00574760">
        <w:rPr>
          <w:rFonts w:ascii="Times New Roman" w:hAnsi="Times New Roman"/>
          <w:sz w:val="28"/>
          <w:szCs w:val="28"/>
        </w:rPr>
        <w:t xml:space="preserve">городской </w:t>
      </w:r>
      <w:r w:rsidRPr="00574760">
        <w:rPr>
          <w:rFonts w:ascii="Times New Roman" w:hAnsi="Times New Roman"/>
          <w:sz w:val="28"/>
          <w:szCs w:val="28"/>
        </w:rPr>
        <w:t>агломерации.</w:t>
      </w:r>
    </w:p>
    <w:p w:rsidR="00A202B1" w:rsidRPr="00574760" w:rsidRDefault="006B6FD2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>4.7.</w:t>
      </w:r>
      <w:r w:rsidR="007B0FEA" w:rsidRPr="00574760">
        <w:rPr>
          <w:rFonts w:ascii="Times New Roman" w:hAnsi="Times New Roman"/>
          <w:sz w:val="28"/>
          <w:szCs w:val="28"/>
        </w:rPr>
        <w:t>3</w:t>
      </w:r>
      <w:r w:rsidRPr="00574760">
        <w:rPr>
          <w:rFonts w:ascii="Times New Roman" w:hAnsi="Times New Roman"/>
          <w:sz w:val="28"/>
          <w:szCs w:val="28"/>
        </w:rPr>
        <w:t>. Дополнительным</w:t>
      </w:r>
      <w:r w:rsidR="00A202B1" w:rsidRPr="00574760">
        <w:rPr>
          <w:rFonts w:ascii="Times New Roman" w:hAnsi="Times New Roman"/>
          <w:sz w:val="28"/>
          <w:szCs w:val="28"/>
        </w:rPr>
        <w:t>и условия</w:t>
      </w:r>
      <w:r w:rsidRPr="00574760">
        <w:rPr>
          <w:rFonts w:ascii="Times New Roman" w:hAnsi="Times New Roman"/>
          <w:sz w:val="28"/>
          <w:szCs w:val="28"/>
        </w:rPr>
        <w:t>м</w:t>
      </w:r>
      <w:r w:rsidR="00A202B1" w:rsidRPr="00574760">
        <w:rPr>
          <w:rFonts w:ascii="Times New Roman" w:hAnsi="Times New Roman"/>
          <w:sz w:val="28"/>
          <w:szCs w:val="28"/>
        </w:rPr>
        <w:t>и</w:t>
      </w:r>
      <w:r w:rsidRPr="00574760">
        <w:rPr>
          <w:rFonts w:ascii="Times New Roman" w:hAnsi="Times New Roman"/>
          <w:sz w:val="28"/>
          <w:szCs w:val="28"/>
        </w:rPr>
        <w:t xml:space="preserve"> для мероприятия, указанного в подпункте 7.</w:t>
      </w:r>
      <w:r w:rsidR="007B0FEA" w:rsidRPr="00574760">
        <w:rPr>
          <w:rFonts w:ascii="Times New Roman" w:hAnsi="Times New Roman"/>
          <w:sz w:val="28"/>
          <w:szCs w:val="28"/>
        </w:rPr>
        <w:t>4</w:t>
      </w:r>
      <w:r w:rsidRPr="00574760">
        <w:rPr>
          <w:rFonts w:ascii="Times New Roman" w:hAnsi="Times New Roman"/>
          <w:sz w:val="28"/>
          <w:szCs w:val="28"/>
        </w:rPr>
        <w:t xml:space="preserve"> таблицы № 1 раздела 5</w:t>
      </w:r>
      <w:r w:rsidR="00C877A5">
        <w:rPr>
          <w:rFonts w:ascii="Times New Roman" w:hAnsi="Times New Roman"/>
          <w:sz w:val="28"/>
          <w:szCs w:val="28"/>
        </w:rPr>
        <w:t>,</w:t>
      </w:r>
      <w:r w:rsidRPr="00574760">
        <w:rPr>
          <w:rFonts w:ascii="Times New Roman" w:hAnsi="Times New Roman"/>
          <w:sz w:val="28"/>
          <w:szCs w:val="28"/>
        </w:rPr>
        <w:t xml:space="preserve"> явля</w:t>
      </w:r>
      <w:r w:rsidR="00A202B1" w:rsidRPr="00574760">
        <w:rPr>
          <w:rFonts w:ascii="Times New Roman" w:hAnsi="Times New Roman"/>
          <w:sz w:val="28"/>
          <w:szCs w:val="28"/>
        </w:rPr>
        <w:t>ю</w:t>
      </w:r>
      <w:r w:rsidRPr="00574760">
        <w:rPr>
          <w:rFonts w:ascii="Times New Roman" w:hAnsi="Times New Roman"/>
          <w:sz w:val="28"/>
          <w:szCs w:val="28"/>
        </w:rPr>
        <w:t>тся</w:t>
      </w:r>
      <w:r w:rsidR="00A202B1" w:rsidRPr="00574760">
        <w:rPr>
          <w:rFonts w:ascii="Times New Roman" w:hAnsi="Times New Roman"/>
          <w:sz w:val="28"/>
          <w:szCs w:val="28"/>
        </w:rPr>
        <w:t>:</w:t>
      </w:r>
    </w:p>
    <w:p w:rsidR="006B6FD2" w:rsidRPr="00574760" w:rsidRDefault="00A202B1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74760">
        <w:rPr>
          <w:rFonts w:ascii="Times New Roman" w:hAnsi="Times New Roman"/>
          <w:sz w:val="28"/>
          <w:szCs w:val="28"/>
        </w:rPr>
        <w:t>- </w:t>
      </w:r>
      <w:r w:rsidR="006B6FD2" w:rsidRPr="00574760">
        <w:rPr>
          <w:rFonts w:ascii="Times New Roman" w:hAnsi="Times New Roman"/>
          <w:sz w:val="28"/>
          <w:szCs w:val="28"/>
        </w:rPr>
        <w:t xml:space="preserve">наличие мероприятий по </w:t>
      </w:r>
      <w:r w:rsidR="007B0FEA" w:rsidRPr="00574760">
        <w:rPr>
          <w:rFonts w:ascii="Times New Roman" w:hAnsi="Times New Roman"/>
          <w:sz w:val="28"/>
          <w:szCs w:val="28"/>
        </w:rPr>
        <w:t xml:space="preserve">модернизации </w:t>
      </w:r>
      <w:r w:rsidR="006D3EE2" w:rsidRPr="00574760">
        <w:rPr>
          <w:rFonts w:ascii="Times New Roman" w:hAnsi="Times New Roman"/>
          <w:sz w:val="28"/>
          <w:szCs w:val="28"/>
        </w:rPr>
        <w:t xml:space="preserve">дорожной инфраструктуры в отношении автомобильных дорог общего пользования местного значения, </w:t>
      </w:r>
      <w:r w:rsidR="00FF46C9" w:rsidRPr="00574760">
        <w:rPr>
          <w:rFonts w:ascii="Times New Roman" w:hAnsi="Times New Roman"/>
          <w:sz w:val="28"/>
          <w:szCs w:val="28"/>
        </w:rPr>
        <w:t>расположенн</w:t>
      </w:r>
      <w:r w:rsidR="006D3EE2" w:rsidRPr="00574760">
        <w:rPr>
          <w:rFonts w:ascii="Times New Roman" w:hAnsi="Times New Roman"/>
          <w:sz w:val="28"/>
          <w:szCs w:val="28"/>
        </w:rPr>
        <w:t>ых</w:t>
      </w:r>
      <w:r w:rsidR="00FF46C9" w:rsidRPr="00574760">
        <w:rPr>
          <w:rFonts w:ascii="Times New Roman" w:hAnsi="Times New Roman"/>
          <w:sz w:val="28"/>
          <w:szCs w:val="28"/>
        </w:rPr>
        <w:t xml:space="preserve"> на территории муниципального образования</w:t>
      </w:r>
      <w:r w:rsidR="00574760">
        <w:rPr>
          <w:rFonts w:ascii="Times New Roman" w:hAnsi="Times New Roman"/>
          <w:sz w:val="28"/>
          <w:szCs w:val="28"/>
        </w:rPr>
        <w:t xml:space="preserve"> Рязанской </w:t>
      </w:r>
      <w:r w:rsidR="00574760" w:rsidRPr="00C230D3">
        <w:rPr>
          <w:rFonts w:ascii="Times New Roman" w:hAnsi="Times New Roman"/>
          <w:sz w:val="28"/>
          <w:szCs w:val="28"/>
        </w:rPr>
        <w:t>области, претендующего на получение субсидии</w:t>
      </w:r>
      <w:r w:rsidR="006D3EE2" w:rsidRPr="00C230D3">
        <w:rPr>
          <w:rFonts w:ascii="Times New Roman" w:hAnsi="Times New Roman"/>
          <w:sz w:val="28"/>
          <w:szCs w:val="28"/>
        </w:rPr>
        <w:t>,</w:t>
      </w:r>
      <w:r w:rsidR="00FF46C9" w:rsidRPr="00C230D3">
        <w:rPr>
          <w:rFonts w:ascii="Times New Roman" w:hAnsi="Times New Roman"/>
          <w:sz w:val="28"/>
          <w:szCs w:val="28"/>
        </w:rPr>
        <w:t xml:space="preserve"> </w:t>
      </w:r>
      <w:r w:rsidR="00574760" w:rsidRPr="00C230D3">
        <w:rPr>
          <w:rFonts w:ascii="Times New Roman" w:hAnsi="Times New Roman"/>
          <w:sz w:val="28"/>
          <w:szCs w:val="28"/>
        </w:rPr>
        <w:t xml:space="preserve">в разрезе автомобильных дорог (улиц) и видов работ, </w:t>
      </w:r>
      <w:r w:rsidR="006B6FD2" w:rsidRPr="00C230D3">
        <w:rPr>
          <w:rFonts w:ascii="Times New Roman" w:hAnsi="Times New Roman"/>
          <w:sz w:val="28"/>
          <w:szCs w:val="28"/>
        </w:rPr>
        <w:t>в региональном проекте «Дорожная сеть</w:t>
      </w:r>
      <w:r w:rsidR="006B6FD2" w:rsidRPr="00574760">
        <w:rPr>
          <w:rFonts w:ascii="Times New Roman" w:hAnsi="Times New Roman"/>
          <w:sz w:val="28"/>
          <w:szCs w:val="28"/>
        </w:rPr>
        <w:t xml:space="preserve"> (Рязанская область)», направленно</w:t>
      </w:r>
      <w:r w:rsidR="00574760">
        <w:rPr>
          <w:rFonts w:ascii="Times New Roman" w:hAnsi="Times New Roman"/>
          <w:sz w:val="28"/>
          <w:szCs w:val="28"/>
        </w:rPr>
        <w:t>м</w:t>
      </w:r>
      <w:r w:rsidR="006B6FD2" w:rsidRPr="00574760">
        <w:rPr>
          <w:rFonts w:ascii="Times New Roman" w:hAnsi="Times New Roman"/>
          <w:sz w:val="28"/>
          <w:szCs w:val="28"/>
        </w:rPr>
        <w:t xml:space="preserve"> на достижение результатов реализации федерального проекта «Дорожная сеть» в рамках национального проекта «Безопасные и качественные автомобильные </w:t>
      </w:r>
      <w:r w:rsidR="000C6FCF" w:rsidRPr="00574760">
        <w:rPr>
          <w:rFonts w:ascii="Times New Roman" w:hAnsi="Times New Roman"/>
          <w:sz w:val="28"/>
          <w:szCs w:val="28"/>
        </w:rPr>
        <w:t>дороги»;</w:t>
      </w:r>
      <w:proofErr w:type="gramEnd"/>
    </w:p>
    <w:p w:rsidR="000C6FCF" w:rsidRPr="00574760" w:rsidRDefault="000C6FCF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>- муниципальное образование</w:t>
      </w:r>
      <w:r w:rsidR="00A74EDB" w:rsidRPr="00574760">
        <w:rPr>
          <w:rFonts w:ascii="Times New Roman" w:hAnsi="Times New Roman"/>
          <w:sz w:val="28"/>
          <w:szCs w:val="28"/>
        </w:rPr>
        <w:t xml:space="preserve"> Рязанской области</w:t>
      </w:r>
      <w:r w:rsidRPr="00574760">
        <w:rPr>
          <w:rFonts w:ascii="Times New Roman" w:hAnsi="Times New Roman"/>
          <w:sz w:val="28"/>
          <w:szCs w:val="28"/>
        </w:rPr>
        <w:t xml:space="preserve">, претендующее на получение субсидии, входит в состав Рязанской </w:t>
      </w:r>
      <w:r w:rsidR="00FF46C9" w:rsidRPr="00574760">
        <w:rPr>
          <w:rFonts w:ascii="Times New Roman" w:hAnsi="Times New Roman"/>
          <w:sz w:val="28"/>
          <w:szCs w:val="28"/>
        </w:rPr>
        <w:t xml:space="preserve">городской </w:t>
      </w:r>
      <w:r w:rsidRPr="00574760">
        <w:rPr>
          <w:rFonts w:ascii="Times New Roman" w:hAnsi="Times New Roman"/>
          <w:sz w:val="28"/>
          <w:szCs w:val="28"/>
        </w:rPr>
        <w:t>агломерации.</w:t>
      </w:r>
    </w:p>
    <w:p w:rsidR="00261937" w:rsidRPr="00574760" w:rsidRDefault="00D90F50" w:rsidP="00261937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>4.8</w:t>
      </w:r>
      <w:r w:rsidR="00261937" w:rsidRPr="00574760">
        <w:rPr>
          <w:rFonts w:ascii="Times New Roman" w:hAnsi="Times New Roman"/>
          <w:sz w:val="28"/>
          <w:szCs w:val="28"/>
        </w:rPr>
        <w:t>.</w:t>
      </w:r>
      <w:r w:rsidR="00A06696" w:rsidRPr="00574760">
        <w:rPr>
          <w:rFonts w:ascii="Times New Roman" w:hAnsi="Times New Roman"/>
          <w:sz w:val="28"/>
          <w:szCs w:val="28"/>
        </w:rPr>
        <w:t> </w:t>
      </w:r>
      <w:r w:rsidR="00261937" w:rsidRPr="00574760">
        <w:rPr>
          <w:rFonts w:ascii="Times New Roman" w:hAnsi="Times New Roman"/>
          <w:sz w:val="28"/>
          <w:szCs w:val="28"/>
        </w:rPr>
        <w:t xml:space="preserve">Критериями конкурсного отбора (отбора) муниципальных образований </w:t>
      </w:r>
      <w:r w:rsidR="00D632F5" w:rsidRPr="00574760">
        <w:rPr>
          <w:rFonts w:ascii="Times New Roman" w:hAnsi="Times New Roman"/>
          <w:sz w:val="28"/>
          <w:szCs w:val="28"/>
        </w:rPr>
        <w:t xml:space="preserve">Рязанской области </w:t>
      </w:r>
      <w:r w:rsidR="00261937" w:rsidRPr="00574760">
        <w:rPr>
          <w:rFonts w:ascii="Times New Roman" w:hAnsi="Times New Roman"/>
          <w:sz w:val="28"/>
          <w:szCs w:val="28"/>
        </w:rPr>
        <w:t xml:space="preserve">для предоставления субсидий являются: </w:t>
      </w: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>1) для мероприятия, указанного в подпункте 4.1 таблицы № 1 раздела 5:</w:t>
      </w: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>- численность постоянно проживающих жителей в сельском населенном пункте</w:t>
      </w:r>
      <w:r w:rsidR="006D3EE2" w:rsidRPr="00574760">
        <w:rPr>
          <w:rFonts w:ascii="Times New Roman" w:hAnsi="Times New Roman"/>
          <w:sz w:val="28"/>
          <w:szCs w:val="28"/>
        </w:rPr>
        <w:t xml:space="preserve">, не имеющем круглогодичной связи с сетью автомобильных дорог общего пользования, </w:t>
      </w:r>
      <w:r w:rsidRPr="00574760">
        <w:rPr>
          <w:rFonts w:ascii="Times New Roman" w:hAnsi="Times New Roman"/>
          <w:sz w:val="28"/>
          <w:szCs w:val="28"/>
        </w:rPr>
        <w:t>35 человек и более;</w:t>
      </w: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 xml:space="preserve">- протяженность автомобильной дороги, являющейся подъездом от </w:t>
      </w:r>
      <w:r w:rsidR="00FF46C9" w:rsidRPr="00574760">
        <w:rPr>
          <w:rFonts w:ascii="Times New Roman" w:hAnsi="Times New Roman"/>
          <w:sz w:val="28"/>
          <w:szCs w:val="28"/>
        </w:rPr>
        <w:t xml:space="preserve">сельского </w:t>
      </w:r>
      <w:r w:rsidRPr="00574760">
        <w:rPr>
          <w:rFonts w:ascii="Times New Roman" w:hAnsi="Times New Roman"/>
          <w:sz w:val="28"/>
          <w:szCs w:val="28"/>
        </w:rPr>
        <w:t>населенного пункта с численностью постоянно проживающих жителей 35 человек и более, до сети автомобильных дорог общего пользования не более чем 18 км;</w:t>
      </w: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>2) для мероприятия, указанного в подпункте 4.5 таблицы № 1 раздела 5:</w:t>
      </w: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>- доля автомобильных дорог общего пользования местного значения, поставленных на государственный кадастровый учет недвижимого имущества, к общей протяженности автомобильных дорог общего пользования местного значения в муниципальном образовании</w:t>
      </w:r>
      <w:r w:rsidR="00D632F5" w:rsidRPr="00574760">
        <w:rPr>
          <w:rFonts w:ascii="Times New Roman" w:hAnsi="Times New Roman"/>
          <w:sz w:val="28"/>
          <w:szCs w:val="28"/>
        </w:rPr>
        <w:t xml:space="preserve"> Рязанской области</w:t>
      </w:r>
      <w:r w:rsidRPr="00574760">
        <w:rPr>
          <w:rFonts w:ascii="Times New Roman" w:hAnsi="Times New Roman"/>
          <w:sz w:val="28"/>
          <w:szCs w:val="28"/>
        </w:rPr>
        <w:t>;</w:t>
      </w: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74760">
        <w:rPr>
          <w:rFonts w:ascii="Times New Roman" w:hAnsi="Times New Roman"/>
          <w:sz w:val="28"/>
          <w:szCs w:val="28"/>
        </w:rPr>
        <w:t xml:space="preserve">- численность </w:t>
      </w:r>
      <w:r w:rsidR="00574760" w:rsidRPr="00574760">
        <w:rPr>
          <w:rFonts w:ascii="Times New Roman" w:hAnsi="Times New Roman"/>
          <w:sz w:val="28"/>
          <w:szCs w:val="28"/>
        </w:rPr>
        <w:t>по состоянию на 31 декабря года</w:t>
      </w:r>
      <w:r w:rsidR="00C877A5">
        <w:rPr>
          <w:rFonts w:ascii="Times New Roman" w:hAnsi="Times New Roman"/>
          <w:sz w:val="28"/>
          <w:szCs w:val="28"/>
        </w:rPr>
        <w:t>,</w:t>
      </w:r>
      <w:r w:rsidR="00574760" w:rsidRPr="00574760">
        <w:rPr>
          <w:rFonts w:ascii="Times New Roman" w:hAnsi="Times New Roman"/>
          <w:sz w:val="28"/>
          <w:szCs w:val="28"/>
        </w:rPr>
        <w:t xml:space="preserve"> предшествующего году распределения субсидии</w:t>
      </w:r>
      <w:r w:rsidR="00574760">
        <w:rPr>
          <w:rFonts w:ascii="Times New Roman" w:hAnsi="Times New Roman"/>
          <w:sz w:val="28"/>
          <w:szCs w:val="28"/>
        </w:rPr>
        <w:t>,</w:t>
      </w:r>
      <w:r w:rsidR="00574760" w:rsidRPr="00574760">
        <w:rPr>
          <w:rFonts w:ascii="Times New Roman" w:hAnsi="Times New Roman"/>
          <w:sz w:val="28"/>
          <w:szCs w:val="28"/>
        </w:rPr>
        <w:t xml:space="preserve"> </w:t>
      </w:r>
      <w:r w:rsidRPr="00574760">
        <w:rPr>
          <w:rFonts w:ascii="Times New Roman" w:hAnsi="Times New Roman"/>
          <w:sz w:val="28"/>
          <w:szCs w:val="28"/>
        </w:rPr>
        <w:t xml:space="preserve">постоянно проживающих жителей в </w:t>
      </w:r>
      <w:r w:rsidR="006D3EE2" w:rsidRPr="00574760">
        <w:rPr>
          <w:rFonts w:ascii="Times New Roman" w:hAnsi="Times New Roman"/>
          <w:sz w:val="28"/>
          <w:szCs w:val="28"/>
        </w:rPr>
        <w:t>муниципальном образовании Рязанской области</w:t>
      </w:r>
      <w:r w:rsidR="00757383" w:rsidRPr="00574760">
        <w:rPr>
          <w:rFonts w:ascii="Times New Roman" w:hAnsi="Times New Roman"/>
          <w:sz w:val="28"/>
          <w:szCs w:val="28"/>
        </w:rPr>
        <w:t xml:space="preserve">, </w:t>
      </w:r>
      <w:r w:rsidR="006D3EE2" w:rsidRPr="00574760">
        <w:rPr>
          <w:rFonts w:ascii="Times New Roman" w:hAnsi="Times New Roman"/>
          <w:sz w:val="28"/>
          <w:szCs w:val="28"/>
        </w:rPr>
        <w:t xml:space="preserve">в собственности которого находится автомобильная дорога общего пользования местного значения, </w:t>
      </w:r>
      <w:proofErr w:type="spellStart"/>
      <w:r w:rsidR="00574760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574760">
        <w:rPr>
          <w:rFonts w:ascii="Times New Roman" w:hAnsi="Times New Roman"/>
          <w:sz w:val="28"/>
          <w:szCs w:val="28"/>
        </w:rPr>
        <w:t xml:space="preserve"> мероприятий по строительству</w:t>
      </w:r>
      <w:r w:rsidR="006D3EE2" w:rsidRPr="00574760">
        <w:rPr>
          <w:rFonts w:ascii="Times New Roman" w:hAnsi="Times New Roman"/>
          <w:sz w:val="28"/>
          <w:szCs w:val="28"/>
        </w:rPr>
        <w:t xml:space="preserve"> (реконструкци</w:t>
      </w:r>
      <w:r w:rsidR="00574760">
        <w:rPr>
          <w:rFonts w:ascii="Times New Roman" w:hAnsi="Times New Roman"/>
          <w:sz w:val="28"/>
          <w:szCs w:val="28"/>
        </w:rPr>
        <w:t>и</w:t>
      </w:r>
      <w:r w:rsidR="006D3EE2" w:rsidRPr="00574760">
        <w:rPr>
          <w:rFonts w:ascii="Times New Roman" w:hAnsi="Times New Roman"/>
          <w:sz w:val="28"/>
          <w:szCs w:val="28"/>
        </w:rPr>
        <w:t>), капитальн</w:t>
      </w:r>
      <w:r w:rsidR="00574760">
        <w:rPr>
          <w:rFonts w:ascii="Times New Roman" w:hAnsi="Times New Roman"/>
          <w:sz w:val="28"/>
          <w:szCs w:val="28"/>
        </w:rPr>
        <w:t>ому</w:t>
      </w:r>
      <w:r w:rsidR="006D3EE2" w:rsidRPr="00574760">
        <w:rPr>
          <w:rFonts w:ascii="Times New Roman" w:hAnsi="Times New Roman"/>
          <w:sz w:val="28"/>
          <w:szCs w:val="28"/>
        </w:rPr>
        <w:t xml:space="preserve"> ремонт</w:t>
      </w:r>
      <w:r w:rsidR="00574760">
        <w:rPr>
          <w:rFonts w:ascii="Times New Roman" w:hAnsi="Times New Roman"/>
          <w:sz w:val="28"/>
          <w:szCs w:val="28"/>
        </w:rPr>
        <w:t>у</w:t>
      </w:r>
      <w:r w:rsidR="006D3EE2" w:rsidRPr="00574760">
        <w:rPr>
          <w:rFonts w:ascii="Times New Roman" w:hAnsi="Times New Roman"/>
          <w:sz w:val="28"/>
          <w:szCs w:val="28"/>
        </w:rPr>
        <w:t>, ремонт</w:t>
      </w:r>
      <w:r w:rsidR="00574760">
        <w:rPr>
          <w:rFonts w:ascii="Times New Roman" w:hAnsi="Times New Roman"/>
          <w:sz w:val="28"/>
          <w:szCs w:val="28"/>
        </w:rPr>
        <w:t>у</w:t>
      </w:r>
      <w:r w:rsidR="006D3EE2" w:rsidRPr="00574760">
        <w:rPr>
          <w:rFonts w:ascii="Times New Roman" w:hAnsi="Times New Roman"/>
          <w:sz w:val="28"/>
          <w:szCs w:val="28"/>
        </w:rPr>
        <w:t xml:space="preserve"> и содержани</w:t>
      </w:r>
      <w:r w:rsidR="00574760">
        <w:rPr>
          <w:rFonts w:ascii="Times New Roman" w:hAnsi="Times New Roman"/>
          <w:sz w:val="28"/>
          <w:szCs w:val="28"/>
        </w:rPr>
        <w:t>ю</w:t>
      </w:r>
      <w:r w:rsidR="006D3EE2" w:rsidRPr="00574760">
        <w:rPr>
          <w:rFonts w:ascii="Times New Roman" w:hAnsi="Times New Roman"/>
          <w:sz w:val="28"/>
          <w:szCs w:val="28"/>
        </w:rPr>
        <w:t xml:space="preserve"> которой планируется за счет средств субсидии </w:t>
      </w:r>
      <w:r w:rsidR="00AE0C49" w:rsidRPr="00574760">
        <w:rPr>
          <w:rFonts w:ascii="Times New Roman" w:hAnsi="Times New Roman"/>
          <w:sz w:val="28"/>
          <w:szCs w:val="28"/>
        </w:rPr>
        <w:t>из областного бюджета</w:t>
      </w:r>
      <w:r w:rsidR="00AC64E4" w:rsidRPr="00574760">
        <w:rPr>
          <w:rFonts w:ascii="Times New Roman" w:hAnsi="Times New Roman"/>
          <w:sz w:val="28"/>
          <w:szCs w:val="28"/>
        </w:rPr>
        <w:t xml:space="preserve"> </w:t>
      </w:r>
      <w:r w:rsidR="000C6FCF" w:rsidRPr="00574760">
        <w:rPr>
          <w:rFonts w:ascii="Times New Roman" w:hAnsi="Times New Roman"/>
          <w:sz w:val="28"/>
          <w:szCs w:val="28"/>
        </w:rPr>
        <w:t xml:space="preserve">(далее </w:t>
      </w:r>
      <w:r w:rsidR="00574760">
        <w:rPr>
          <w:rFonts w:ascii="Times New Roman" w:hAnsi="Times New Roman"/>
          <w:sz w:val="28"/>
          <w:szCs w:val="28"/>
        </w:rPr>
        <w:t xml:space="preserve">соответственно </w:t>
      </w:r>
      <w:r w:rsidR="000C6FCF" w:rsidRPr="00574760">
        <w:rPr>
          <w:rFonts w:ascii="Times New Roman" w:hAnsi="Times New Roman"/>
          <w:sz w:val="28"/>
          <w:szCs w:val="28"/>
        </w:rPr>
        <w:t>– численность жителей</w:t>
      </w:r>
      <w:r w:rsidR="00574760">
        <w:rPr>
          <w:rFonts w:ascii="Times New Roman" w:hAnsi="Times New Roman"/>
          <w:sz w:val="28"/>
          <w:szCs w:val="28"/>
        </w:rPr>
        <w:t>,</w:t>
      </w:r>
      <w:r w:rsidR="000C6FCF" w:rsidRPr="00574760">
        <w:rPr>
          <w:rFonts w:ascii="Times New Roman" w:hAnsi="Times New Roman"/>
          <w:sz w:val="28"/>
          <w:szCs w:val="28"/>
        </w:rPr>
        <w:t xml:space="preserve"> муниципально</w:t>
      </w:r>
      <w:r w:rsidR="00574760">
        <w:rPr>
          <w:rFonts w:ascii="Times New Roman" w:hAnsi="Times New Roman"/>
          <w:sz w:val="28"/>
          <w:szCs w:val="28"/>
        </w:rPr>
        <w:t>е образование</w:t>
      </w:r>
      <w:r w:rsidR="000C6FCF" w:rsidRPr="00574760">
        <w:rPr>
          <w:rFonts w:ascii="Times New Roman" w:hAnsi="Times New Roman"/>
          <w:sz w:val="28"/>
          <w:szCs w:val="28"/>
        </w:rPr>
        <w:t xml:space="preserve"> Рязанской области</w:t>
      </w:r>
      <w:r w:rsidR="00574760">
        <w:rPr>
          <w:rFonts w:ascii="Times New Roman" w:hAnsi="Times New Roman"/>
          <w:sz w:val="28"/>
          <w:szCs w:val="28"/>
        </w:rPr>
        <w:t>, в собственности которого находится</w:t>
      </w:r>
      <w:proofErr w:type="gramEnd"/>
      <w:r w:rsidR="0057476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74760">
        <w:rPr>
          <w:rFonts w:ascii="Times New Roman" w:hAnsi="Times New Roman"/>
          <w:sz w:val="28"/>
          <w:szCs w:val="28"/>
        </w:rPr>
        <w:t>автомобильная дорога</w:t>
      </w:r>
      <w:r w:rsidR="000C6FCF" w:rsidRPr="00574760">
        <w:rPr>
          <w:rFonts w:ascii="Times New Roman" w:hAnsi="Times New Roman"/>
          <w:sz w:val="28"/>
          <w:szCs w:val="28"/>
        </w:rPr>
        <w:t>)</w:t>
      </w:r>
      <w:r w:rsidRPr="00574760">
        <w:rPr>
          <w:rFonts w:ascii="Times New Roman" w:hAnsi="Times New Roman"/>
          <w:sz w:val="28"/>
          <w:szCs w:val="28"/>
        </w:rPr>
        <w:t>;</w:t>
      </w:r>
      <w:proofErr w:type="gramEnd"/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>- объем финансирования муниципальным образованием</w:t>
      </w:r>
      <w:r w:rsidR="00D632F5" w:rsidRPr="00574760">
        <w:rPr>
          <w:rFonts w:ascii="Times New Roman" w:hAnsi="Times New Roman"/>
          <w:sz w:val="28"/>
          <w:szCs w:val="28"/>
        </w:rPr>
        <w:t xml:space="preserve"> Рязанской области</w:t>
      </w:r>
      <w:r w:rsidR="00574760">
        <w:rPr>
          <w:rFonts w:ascii="Times New Roman" w:hAnsi="Times New Roman"/>
          <w:sz w:val="28"/>
          <w:szCs w:val="28"/>
        </w:rPr>
        <w:t>,</w:t>
      </w:r>
      <w:r w:rsidRPr="00574760">
        <w:rPr>
          <w:rFonts w:ascii="Times New Roman" w:hAnsi="Times New Roman"/>
          <w:sz w:val="28"/>
          <w:szCs w:val="28"/>
        </w:rPr>
        <w:t xml:space="preserve"> </w:t>
      </w:r>
      <w:r w:rsidR="00574760">
        <w:rPr>
          <w:rFonts w:ascii="Times New Roman" w:hAnsi="Times New Roman"/>
          <w:sz w:val="28"/>
          <w:szCs w:val="28"/>
        </w:rPr>
        <w:t>в собственности которого находится автомобильная дорога,</w:t>
      </w:r>
      <w:r w:rsidR="00574760" w:rsidRPr="00574760">
        <w:rPr>
          <w:rFonts w:ascii="Times New Roman" w:hAnsi="Times New Roman"/>
          <w:sz w:val="28"/>
          <w:szCs w:val="28"/>
        </w:rPr>
        <w:t xml:space="preserve"> </w:t>
      </w:r>
      <w:r w:rsidRPr="00574760">
        <w:rPr>
          <w:rFonts w:ascii="Times New Roman" w:hAnsi="Times New Roman"/>
          <w:sz w:val="28"/>
          <w:szCs w:val="28"/>
        </w:rPr>
        <w:t xml:space="preserve">мероприятий по благоустройству территории муниципального образования </w:t>
      </w:r>
      <w:r w:rsidR="00D632F5" w:rsidRPr="00574760">
        <w:rPr>
          <w:rFonts w:ascii="Times New Roman" w:hAnsi="Times New Roman"/>
          <w:sz w:val="28"/>
          <w:szCs w:val="28"/>
        </w:rPr>
        <w:t xml:space="preserve">Рязанской области </w:t>
      </w:r>
      <w:r w:rsidR="00574760">
        <w:rPr>
          <w:rFonts w:ascii="Times New Roman" w:hAnsi="Times New Roman"/>
          <w:sz w:val="28"/>
          <w:szCs w:val="28"/>
        </w:rPr>
        <w:t xml:space="preserve">по отношению </w:t>
      </w:r>
      <w:r w:rsidRPr="00574760">
        <w:rPr>
          <w:rFonts w:ascii="Times New Roman" w:hAnsi="Times New Roman"/>
          <w:sz w:val="28"/>
          <w:szCs w:val="28"/>
        </w:rPr>
        <w:t>к численности жителей;</w:t>
      </w: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 xml:space="preserve">- наличие муниципального образования </w:t>
      </w:r>
      <w:r w:rsidR="00D632F5" w:rsidRPr="00574760">
        <w:rPr>
          <w:rFonts w:ascii="Times New Roman" w:hAnsi="Times New Roman"/>
          <w:sz w:val="28"/>
          <w:szCs w:val="28"/>
        </w:rPr>
        <w:t>Рязанской области</w:t>
      </w:r>
      <w:r w:rsidR="006D3EE2" w:rsidRPr="00574760">
        <w:rPr>
          <w:rFonts w:ascii="Times New Roman" w:hAnsi="Times New Roman"/>
          <w:sz w:val="28"/>
          <w:szCs w:val="28"/>
        </w:rPr>
        <w:t>, в собственности которого находится автомобильная дорога</w:t>
      </w:r>
      <w:r w:rsidR="00574760">
        <w:rPr>
          <w:rFonts w:ascii="Times New Roman" w:hAnsi="Times New Roman"/>
          <w:sz w:val="28"/>
          <w:szCs w:val="28"/>
        </w:rPr>
        <w:t>,</w:t>
      </w:r>
      <w:r w:rsidR="006D3EE2" w:rsidRPr="00574760">
        <w:rPr>
          <w:rFonts w:ascii="Times New Roman" w:hAnsi="Times New Roman"/>
          <w:sz w:val="28"/>
          <w:szCs w:val="28"/>
        </w:rPr>
        <w:t xml:space="preserve"> </w:t>
      </w:r>
      <w:r w:rsidRPr="00574760">
        <w:rPr>
          <w:rFonts w:ascii="Times New Roman" w:hAnsi="Times New Roman"/>
          <w:sz w:val="28"/>
          <w:szCs w:val="28"/>
        </w:rPr>
        <w:t xml:space="preserve">в перечне </w:t>
      </w:r>
      <w:proofErr w:type="spellStart"/>
      <w:r w:rsidRPr="00574760">
        <w:rPr>
          <w:rFonts w:ascii="Times New Roman" w:hAnsi="Times New Roman"/>
          <w:sz w:val="28"/>
          <w:szCs w:val="28"/>
        </w:rPr>
        <w:t>монопрофильных</w:t>
      </w:r>
      <w:proofErr w:type="spellEnd"/>
      <w:r w:rsidRPr="00574760">
        <w:rPr>
          <w:rFonts w:ascii="Times New Roman" w:hAnsi="Times New Roman"/>
          <w:sz w:val="28"/>
          <w:szCs w:val="28"/>
        </w:rPr>
        <w:t xml:space="preserve"> муниципальных образований Российской Федерации (моногородов), утвержденном распоряжением Правительства Российской Федерации от 29 июля 2014 </w:t>
      </w:r>
      <w:r w:rsidR="00C877A5">
        <w:rPr>
          <w:rFonts w:ascii="Times New Roman" w:hAnsi="Times New Roman"/>
          <w:sz w:val="28"/>
          <w:szCs w:val="28"/>
        </w:rPr>
        <w:t xml:space="preserve">г. </w:t>
      </w:r>
      <w:r w:rsidRPr="00574760">
        <w:rPr>
          <w:rFonts w:ascii="Times New Roman" w:hAnsi="Times New Roman"/>
          <w:sz w:val="28"/>
          <w:szCs w:val="28"/>
        </w:rPr>
        <w:t>№ 1398-р;</w:t>
      </w: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>3) для мероприятия, указанного в подпункте 4.6 таблицы № 1 раздела 5:</w:t>
      </w: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>-</w:t>
      </w:r>
      <w:r w:rsidR="00EA1CD8" w:rsidRPr="00574760">
        <w:rPr>
          <w:rFonts w:ascii="Times New Roman" w:hAnsi="Times New Roman"/>
          <w:sz w:val="28"/>
          <w:szCs w:val="28"/>
        </w:rPr>
        <w:t> </w:t>
      </w:r>
      <w:r w:rsidRPr="00574760">
        <w:rPr>
          <w:rFonts w:ascii="Times New Roman" w:hAnsi="Times New Roman"/>
          <w:sz w:val="28"/>
          <w:szCs w:val="28"/>
        </w:rPr>
        <w:t xml:space="preserve">наличие пояснительной записки с обоснованием необходимости включения конкретных объектов строительства (реконструкции) автомобильных дорог общего пользования местного значения в перечень объектов строительства и (или) реконструкции автомобильных дорог, в целях </w:t>
      </w:r>
      <w:proofErr w:type="spellStart"/>
      <w:r w:rsidRPr="00574760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574760">
        <w:rPr>
          <w:rFonts w:ascii="Times New Roman" w:hAnsi="Times New Roman"/>
          <w:sz w:val="28"/>
          <w:szCs w:val="28"/>
        </w:rPr>
        <w:t xml:space="preserve"> которых планируется предоставление субсидии;</w:t>
      </w: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>-</w:t>
      </w:r>
      <w:r w:rsidR="00EA1CD8" w:rsidRPr="00574760">
        <w:rPr>
          <w:rFonts w:ascii="Times New Roman" w:hAnsi="Times New Roman"/>
          <w:sz w:val="28"/>
          <w:szCs w:val="28"/>
        </w:rPr>
        <w:t> </w:t>
      </w:r>
      <w:r w:rsidRPr="00574760">
        <w:rPr>
          <w:rFonts w:ascii="Times New Roman" w:hAnsi="Times New Roman"/>
          <w:sz w:val="28"/>
          <w:szCs w:val="28"/>
        </w:rPr>
        <w:t>использование современных технологий при строительстве (реконструкции) автомобильных дорог;</w:t>
      </w:r>
    </w:p>
    <w:p w:rsidR="00D91F52" w:rsidRPr="00574760" w:rsidRDefault="00261937" w:rsidP="00DD647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>4</w:t>
      </w:r>
      <w:r w:rsidR="00D91F52" w:rsidRPr="00574760">
        <w:rPr>
          <w:rFonts w:ascii="Times New Roman" w:hAnsi="Times New Roman"/>
          <w:sz w:val="28"/>
          <w:szCs w:val="28"/>
        </w:rPr>
        <w:t>) для мероприятия, указанного в подпункте 4.7 таблицы № 1 раздела 5:</w:t>
      </w:r>
    </w:p>
    <w:p w:rsidR="00D90F50" w:rsidRPr="00574760" w:rsidRDefault="00D90F50" w:rsidP="00DD647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74760">
        <w:rPr>
          <w:rFonts w:ascii="Times New Roman" w:hAnsi="Times New Roman"/>
          <w:sz w:val="28"/>
          <w:szCs w:val="28"/>
        </w:rPr>
        <w:t xml:space="preserve">- наличие перечня объектов строительства </w:t>
      </w:r>
      <w:r w:rsidR="00C464E5" w:rsidRPr="00574760">
        <w:rPr>
          <w:rFonts w:ascii="Times New Roman" w:hAnsi="Times New Roman"/>
          <w:sz w:val="28"/>
          <w:szCs w:val="28"/>
        </w:rPr>
        <w:t>(</w:t>
      </w:r>
      <w:r w:rsidRPr="00574760">
        <w:rPr>
          <w:rFonts w:ascii="Times New Roman" w:hAnsi="Times New Roman"/>
          <w:sz w:val="28"/>
          <w:szCs w:val="28"/>
        </w:rPr>
        <w:t>реконструкции</w:t>
      </w:r>
      <w:r w:rsidR="00C464E5" w:rsidRPr="00574760">
        <w:rPr>
          <w:rFonts w:ascii="Times New Roman" w:hAnsi="Times New Roman"/>
          <w:sz w:val="28"/>
          <w:szCs w:val="28"/>
        </w:rPr>
        <w:t>), капитального ремонта и (или) ремонта</w:t>
      </w:r>
      <w:r w:rsidRPr="00574760">
        <w:rPr>
          <w:rFonts w:ascii="Times New Roman" w:hAnsi="Times New Roman"/>
          <w:sz w:val="28"/>
          <w:szCs w:val="28"/>
        </w:rPr>
        <w:t xml:space="preserve"> автомобильных дорог</w:t>
      </w:r>
      <w:r w:rsidR="00DA4970" w:rsidRPr="00574760">
        <w:rPr>
          <w:rFonts w:ascii="Times New Roman" w:hAnsi="Times New Roman"/>
          <w:sz w:val="28"/>
          <w:szCs w:val="28"/>
        </w:rPr>
        <w:t xml:space="preserve"> общего пользования, ведущих от сети автомобильных дорог общего пользования к объектам, расположенным (планируемым к созданию) в сельских населенных пунктах</w:t>
      </w:r>
      <w:r w:rsidRPr="00574760">
        <w:rPr>
          <w:rFonts w:ascii="Times New Roman" w:hAnsi="Times New Roman"/>
          <w:sz w:val="28"/>
          <w:szCs w:val="28"/>
        </w:rPr>
        <w:t xml:space="preserve">, в целях </w:t>
      </w:r>
      <w:proofErr w:type="spellStart"/>
      <w:r w:rsidRPr="00574760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574760">
        <w:rPr>
          <w:rFonts w:ascii="Times New Roman" w:hAnsi="Times New Roman"/>
          <w:sz w:val="28"/>
          <w:szCs w:val="28"/>
        </w:rPr>
        <w:t xml:space="preserve"> которых планируется предоставление субсидии </w:t>
      </w:r>
      <w:r w:rsidR="000C6FCF" w:rsidRPr="00574760">
        <w:rPr>
          <w:rFonts w:ascii="Times New Roman" w:hAnsi="Times New Roman"/>
          <w:sz w:val="28"/>
          <w:szCs w:val="28"/>
        </w:rPr>
        <w:t xml:space="preserve">(далее – перечень) </w:t>
      </w:r>
      <w:r w:rsidRPr="00574760">
        <w:rPr>
          <w:rFonts w:ascii="Times New Roman" w:hAnsi="Times New Roman"/>
          <w:sz w:val="28"/>
          <w:szCs w:val="28"/>
        </w:rPr>
        <w:t>на соответствующий финансовый год с указанием</w:t>
      </w:r>
      <w:r w:rsidR="005B5EEC" w:rsidRPr="00574760">
        <w:rPr>
          <w:rFonts w:ascii="Times New Roman" w:hAnsi="Times New Roman"/>
          <w:sz w:val="28"/>
          <w:szCs w:val="28"/>
        </w:rPr>
        <w:t xml:space="preserve"> </w:t>
      </w:r>
      <w:r w:rsidRPr="00574760">
        <w:rPr>
          <w:rFonts w:ascii="Times New Roman" w:hAnsi="Times New Roman"/>
          <w:sz w:val="28"/>
          <w:szCs w:val="28"/>
        </w:rPr>
        <w:t>информации, содержащей наименование объекта строительства (реконструкции)</w:t>
      </w:r>
      <w:r w:rsidR="00C464E5" w:rsidRPr="00574760">
        <w:rPr>
          <w:rFonts w:ascii="Times New Roman" w:hAnsi="Times New Roman"/>
          <w:sz w:val="28"/>
          <w:szCs w:val="28"/>
        </w:rPr>
        <w:t>, капитального ремонта, ремонта</w:t>
      </w:r>
      <w:r w:rsidRPr="00574760">
        <w:rPr>
          <w:rFonts w:ascii="Times New Roman" w:hAnsi="Times New Roman"/>
          <w:sz w:val="28"/>
          <w:szCs w:val="28"/>
        </w:rPr>
        <w:t xml:space="preserve"> автомобильных дорог, мощность, срок строительства</w:t>
      </w:r>
      <w:proofErr w:type="gramEnd"/>
      <w:r w:rsidRPr="00574760">
        <w:rPr>
          <w:rFonts w:ascii="Times New Roman" w:hAnsi="Times New Roman"/>
          <w:sz w:val="28"/>
          <w:szCs w:val="28"/>
        </w:rPr>
        <w:t xml:space="preserve"> (реконструкции)</w:t>
      </w:r>
      <w:r w:rsidR="00C464E5" w:rsidRPr="00574760">
        <w:rPr>
          <w:rFonts w:ascii="Times New Roman" w:hAnsi="Times New Roman"/>
          <w:sz w:val="28"/>
          <w:szCs w:val="28"/>
        </w:rPr>
        <w:t>, капитального ремонта, ремонта</w:t>
      </w:r>
      <w:r w:rsidRPr="00574760">
        <w:rPr>
          <w:rFonts w:ascii="Times New Roman" w:hAnsi="Times New Roman"/>
          <w:sz w:val="28"/>
          <w:szCs w:val="28"/>
        </w:rPr>
        <w:t xml:space="preserve"> и срок ввода его в эксплуатацию, сметную (в ценах года утверждения проектной документации) или предполагаемую (предельную) стоимость строительства (реконструкции)</w:t>
      </w:r>
      <w:r w:rsidR="00C464E5" w:rsidRPr="00574760">
        <w:rPr>
          <w:rFonts w:ascii="Times New Roman" w:hAnsi="Times New Roman"/>
          <w:sz w:val="28"/>
          <w:szCs w:val="28"/>
        </w:rPr>
        <w:t>, капитального ремонта, ремонта</w:t>
      </w:r>
      <w:r w:rsidRPr="00574760">
        <w:rPr>
          <w:rFonts w:ascii="Times New Roman" w:hAnsi="Times New Roman"/>
          <w:sz w:val="28"/>
          <w:szCs w:val="28"/>
        </w:rPr>
        <w:t xml:space="preserve"> такого объекта;</w:t>
      </w:r>
    </w:p>
    <w:p w:rsidR="00D90F50" w:rsidRPr="00574760" w:rsidRDefault="00D90F50" w:rsidP="00DD647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>- наличие заверенной уполномоченным органом местного самоуправления карты-схемы расположения объектов строительства (реконструкции)</w:t>
      </w:r>
      <w:r w:rsidR="00C464E5" w:rsidRPr="00574760">
        <w:rPr>
          <w:rFonts w:ascii="Times New Roman" w:hAnsi="Times New Roman"/>
          <w:sz w:val="28"/>
          <w:szCs w:val="28"/>
        </w:rPr>
        <w:t>, капитального ремонта, ремонта</w:t>
      </w:r>
      <w:r w:rsidRPr="00574760">
        <w:rPr>
          <w:rFonts w:ascii="Times New Roman" w:hAnsi="Times New Roman"/>
          <w:sz w:val="28"/>
          <w:szCs w:val="28"/>
        </w:rPr>
        <w:t xml:space="preserve"> </w:t>
      </w:r>
      <w:r w:rsidR="000C6FCF" w:rsidRPr="00574760">
        <w:rPr>
          <w:rFonts w:ascii="Times New Roman" w:hAnsi="Times New Roman"/>
          <w:sz w:val="28"/>
          <w:szCs w:val="28"/>
        </w:rPr>
        <w:t xml:space="preserve">автомобильных дорог общего пользования местного значения, ведущих от сети автомобильных дорог общего пользования к объектам, расположенным (планируемым к созданию) в сельских населенных пунктах </w:t>
      </w:r>
      <w:r w:rsidRPr="00574760">
        <w:rPr>
          <w:rFonts w:ascii="Times New Roman" w:hAnsi="Times New Roman"/>
          <w:sz w:val="28"/>
          <w:szCs w:val="28"/>
        </w:rPr>
        <w:t>с географической привязкой к объектам сельских населенных пунктов;</w:t>
      </w:r>
    </w:p>
    <w:p w:rsidR="00D90F50" w:rsidRPr="00574760" w:rsidRDefault="00D91F52" w:rsidP="00D91F5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 xml:space="preserve">- наличие пояснительной записки с обоснованием необходимости включения </w:t>
      </w:r>
      <w:r w:rsidR="000C6FCF" w:rsidRPr="00574760">
        <w:rPr>
          <w:rFonts w:ascii="Times New Roman" w:hAnsi="Times New Roman"/>
          <w:sz w:val="28"/>
          <w:szCs w:val="28"/>
        </w:rPr>
        <w:t xml:space="preserve">в перечень </w:t>
      </w:r>
      <w:r w:rsidRPr="00574760">
        <w:rPr>
          <w:rFonts w:ascii="Times New Roman" w:hAnsi="Times New Roman"/>
          <w:sz w:val="28"/>
          <w:szCs w:val="28"/>
        </w:rPr>
        <w:t>конкретных объектов строительства (реконструкции)</w:t>
      </w:r>
      <w:r w:rsidR="00C464E5" w:rsidRPr="00574760">
        <w:rPr>
          <w:rFonts w:ascii="Times New Roman" w:hAnsi="Times New Roman"/>
          <w:sz w:val="28"/>
          <w:szCs w:val="28"/>
        </w:rPr>
        <w:t>, капитального ремонта, ремонта</w:t>
      </w:r>
      <w:r w:rsidRPr="00574760">
        <w:rPr>
          <w:rFonts w:ascii="Times New Roman" w:hAnsi="Times New Roman"/>
          <w:sz w:val="28"/>
          <w:szCs w:val="28"/>
        </w:rPr>
        <w:t xml:space="preserve"> </w:t>
      </w:r>
      <w:r w:rsidR="000C6FCF" w:rsidRPr="00574760">
        <w:rPr>
          <w:rFonts w:ascii="Times New Roman" w:hAnsi="Times New Roman"/>
          <w:sz w:val="28"/>
          <w:szCs w:val="28"/>
        </w:rPr>
        <w:t>автомобильных дорог общего пользования местного значения, ведущих от сети автомобильных дорог общего пользования к объектам, расположенным (планируемым к созданию) в сельских населенных пунктах</w:t>
      </w:r>
      <w:r w:rsidRPr="00574760">
        <w:rPr>
          <w:rFonts w:ascii="Times New Roman" w:hAnsi="Times New Roman"/>
          <w:sz w:val="28"/>
          <w:szCs w:val="28"/>
        </w:rPr>
        <w:t xml:space="preserve">, в целях </w:t>
      </w:r>
      <w:proofErr w:type="spellStart"/>
      <w:r w:rsidRPr="00574760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574760">
        <w:rPr>
          <w:rFonts w:ascii="Times New Roman" w:hAnsi="Times New Roman"/>
          <w:sz w:val="28"/>
          <w:szCs w:val="28"/>
        </w:rPr>
        <w:t xml:space="preserve"> которых планируется предоставление субсидии;</w:t>
      </w: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>5) для мероприяти</w:t>
      </w:r>
      <w:r w:rsidR="000C6FCF" w:rsidRPr="00574760">
        <w:rPr>
          <w:rFonts w:ascii="Times New Roman" w:hAnsi="Times New Roman"/>
          <w:sz w:val="28"/>
          <w:szCs w:val="28"/>
        </w:rPr>
        <w:t>й</w:t>
      </w:r>
      <w:r w:rsidRPr="00574760">
        <w:rPr>
          <w:rFonts w:ascii="Times New Roman" w:hAnsi="Times New Roman"/>
          <w:sz w:val="28"/>
          <w:szCs w:val="28"/>
        </w:rPr>
        <w:t>, указанн</w:t>
      </w:r>
      <w:r w:rsidR="000C6FCF" w:rsidRPr="00574760">
        <w:rPr>
          <w:rFonts w:ascii="Times New Roman" w:hAnsi="Times New Roman"/>
          <w:sz w:val="28"/>
          <w:szCs w:val="28"/>
        </w:rPr>
        <w:t>ых</w:t>
      </w:r>
      <w:r w:rsidRPr="00574760">
        <w:rPr>
          <w:rFonts w:ascii="Times New Roman" w:hAnsi="Times New Roman"/>
          <w:sz w:val="28"/>
          <w:szCs w:val="28"/>
        </w:rPr>
        <w:t xml:space="preserve"> в подпункт</w:t>
      </w:r>
      <w:r w:rsidR="000C6FCF" w:rsidRPr="00574760">
        <w:rPr>
          <w:rFonts w:ascii="Times New Roman" w:hAnsi="Times New Roman"/>
          <w:sz w:val="28"/>
          <w:szCs w:val="28"/>
        </w:rPr>
        <w:t>ах</w:t>
      </w:r>
      <w:r w:rsidRPr="00574760">
        <w:rPr>
          <w:rFonts w:ascii="Times New Roman" w:hAnsi="Times New Roman"/>
          <w:sz w:val="28"/>
          <w:szCs w:val="28"/>
        </w:rPr>
        <w:t xml:space="preserve"> 7.3</w:t>
      </w:r>
      <w:r w:rsidR="000C6FCF" w:rsidRPr="00574760">
        <w:rPr>
          <w:rFonts w:ascii="Times New Roman" w:hAnsi="Times New Roman"/>
          <w:sz w:val="28"/>
          <w:szCs w:val="28"/>
        </w:rPr>
        <w:t>, 7.4</w:t>
      </w:r>
      <w:r w:rsidRPr="00574760">
        <w:rPr>
          <w:rFonts w:ascii="Times New Roman" w:hAnsi="Times New Roman"/>
          <w:sz w:val="28"/>
          <w:szCs w:val="28"/>
        </w:rPr>
        <w:t xml:space="preserve"> таблицы № 1 раздела 5:</w:t>
      </w:r>
    </w:p>
    <w:p w:rsidR="00FA2576" w:rsidRPr="00574760" w:rsidRDefault="00FA2576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 xml:space="preserve">- применение </w:t>
      </w:r>
      <w:r w:rsidR="00133DD2" w:rsidRPr="00574760">
        <w:rPr>
          <w:rFonts w:ascii="Times New Roman" w:hAnsi="Times New Roman"/>
          <w:sz w:val="28"/>
          <w:szCs w:val="28"/>
        </w:rPr>
        <w:t>новых</w:t>
      </w:r>
      <w:r w:rsidRPr="00574760">
        <w:rPr>
          <w:rFonts w:ascii="Times New Roman" w:hAnsi="Times New Roman"/>
          <w:sz w:val="28"/>
          <w:szCs w:val="28"/>
        </w:rPr>
        <w:t xml:space="preserve"> технологий</w:t>
      </w:r>
      <w:r w:rsidR="00133DD2" w:rsidRPr="00574760">
        <w:rPr>
          <w:rFonts w:ascii="Times New Roman" w:hAnsi="Times New Roman"/>
          <w:sz w:val="28"/>
          <w:szCs w:val="28"/>
        </w:rPr>
        <w:t>, техники, конструкций, материалов</w:t>
      </w:r>
      <w:r w:rsidRPr="00574760">
        <w:rPr>
          <w:rFonts w:ascii="Times New Roman" w:hAnsi="Times New Roman"/>
          <w:sz w:val="28"/>
          <w:szCs w:val="28"/>
        </w:rPr>
        <w:t xml:space="preserve"> при строительстве, реконструкции, капитальном ремонте</w:t>
      </w:r>
      <w:r w:rsidR="000C6FCF" w:rsidRPr="00574760">
        <w:rPr>
          <w:rFonts w:ascii="Times New Roman" w:hAnsi="Times New Roman"/>
          <w:sz w:val="28"/>
          <w:szCs w:val="28"/>
        </w:rPr>
        <w:t>, ремонте и содержании</w:t>
      </w:r>
      <w:r w:rsidRPr="00574760">
        <w:rPr>
          <w:rFonts w:ascii="Times New Roman" w:hAnsi="Times New Roman"/>
          <w:sz w:val="28"/>
          <w:szCs w:val="28"/>
        </w:rPr>
        <w:t xml:space="preserve"> автомобильных дорог общего пользования местного значения;</w:t>
      </w:r>
    </w:p>
    <w:p w:rsidR="00261937" w:rsidRPr="00574760" w:rsidRDefault="007B0FEA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>6</w:t>
      </w:r>
      <w:r w:rsidR="00261937" w:rsidRPr="00574760">
        <w:rPr>
          <w:rFonts w:ascii="Times New Roman" w:hAnsi="Times New Roman"/>
          <w:sz w:val="28"/>
          <w:szCs w:val="28"/>
        </w:rPr>
        <w:t>) для мероприятия, указанного в подпункте 8.1 таблицы № 1 раздела 5:</w:t>
      </w: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74760">
        <w:rPr>
          <w:rFonts w:ascii="Times New Roman" w:hAnsi="Times New Roman"/>
          <w:sz w:val="28"/>
          <w:szCs w:val="28"/>
        </w:rPr>
        <w:t>- наличие объектов капитального ремонта, ремонта и мероприятий по содержанию автомобильных дорог общего пользования местного значения и искусственных сооружений на них в региональном проекте «Общесистемные меры развития дорожного хозяйства (Рязанская область)», направленного на достижение результатов реализации федерального проекта «Общесистемные меры развития дорожного хозяйства» в рамках национального проекта «Безопасные и качественные автомобильные дороги».</w:t>
      </w:r>
      <w:proofErr w:type="gramEnd"/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>4.</w:t>
      </w:r>
      <w:r w:rsidR="00D632F5" w:rsidRPr="00574760">
        <w:rPr>
          <w:rFonts w:ascii="Times New Roman" w:hAnsi="Times New Roman"/>
          <w:sz w:val="28"/>
          <w:szCs w:val="28"/>
        </w:rPr>
        <w:t>9</w:t>
      </w:r>
      <w:r w:rsidRPr="00574760">
        <w:rPr>
          <w:rFonts w:ascii="Times New Roman" w:hAnsi="Times New Roman"/>
          <w:sz w:val="28"/>
          <w:szCs w:val="28"/>
        </w:rPr>
        <w:t xml:space="preserve">. </w:t>
      </w:r>
      <w:bookmarkStart w:id="1" w:name="Par0"/>
      <w:bookmarkEnd w:id="1"/>
      <w:r w:rsidRPr="00574760">
        <w:rPr>
          <w:rFonts w:ascii="Times New Roman" w:hAnsi="Times New Roman"/>
          <w:sz w:val="28"/>
          <w:szCs w:val="28"/>
        </w:rPr>
        <w:t xml:space="preserve">Предельный уровень </w:t>
      </w:r>
      <w:proofErr w:type="spellStart"/>
      <w:r w:rsidRPr="00574760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574760">
        <w:rPr>
          <w:rFonts w:ascii="Times New Roman" w:hAnsi="Times New Roman"/>
          <w:sz w:val="28"/>
          <w:szCs w:val="28"/>
        </w:rPr>
        <w:t xml:space="preserve"> из областного бюджета объема расходного обязательства муниципального образования Рязанской области на соответствующий финансовый год:</w:t>
      </w: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>для мероприятий, указанных в подпунктах 4.1, 4.5 таблицы № 1 раздела</w:t>
      </w:r>
      <w:r w:rsidR="00C877A5">
        <w:rPr>
          <w:rFonts w:ascii="Times New Roman" w:hAnsi="Times New Roman"/>
          <w:sz w:val="28"/>
          <w:szCs w:val="28"/>
        </w:rPr>
        <w:t> </w:t>
      </w:r>
      <w:r w:rsidRPr="00574760">
        <w:rPr>
          <w:rFonts w:ascii="Times New Roman" w:hAnsi="Times New Roman"/>
          <w:sz w:val="28"/>
          <w:szCs w:val="28"/>
        </w:rPr>
        <w:t>5, составляет 95%;</w:t>
      </w: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 xml:space="preserve">для мероприятий, указанных в подпунктах 4.6, 4.7, 7.3, 7.4, 8.1 </w:t>
      </w:r>
      <w:r w:rsidR="003A5D6B">
        <w:rPr>
          <w:rFonts w:ascii="Times New Roman" w:hAnsi="Times New Roman"/>
          <w:sz w:val="28"/>
          <w:szCs w:val="28"/>
        </w:rPr>
        <w:br/>
      </w:r>
      <w:r w:rsidRPr="00574760">
        <w:rPr>
          <w:rFonts w:ascii="Times New Roman" w:hAnsi="Times New Roman"/>
          <w:sz w:val="28"/>
          <w:szCs w:val="28"/>
        </w:rPr>
        <w:t>таблицы № 1 раздела 5, составляет 99%.</w:t>
      </w:r>
    </w:p>
    <w:p w:rsidR="00261937" w:rsidRPr="00574760" w:rsidRDefault="000C6FCF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Par4"/>
      <w:bookmarkEnd w:id="2"/>
      <w:r w:rsidRPr="00574760">
        <w:rPr>
          <w:rFonts w:ascii="Times New Roman" w:hAnsi="Times New Roman"/>
          <w:sz w:val="28"/>
          <w:szCs w:val="28"/>
        </w:rPr>
        <w:t xml:space="preserve">4.10. </w:t>
      </w:r>
      <w:r w:rsidR="00261937" w:rsidRPr="00574760">
        <w:rPr>
          <w:rFonts w:ascii="Times New Roman" w:hAnsi="Times New Roman"/>
          <w:sz w:val="28"/>
          <w:szCs w:val="28"/>
        </w:rPr>
        <w:t xml:space="preserve">При распределении бюджетам муниципальных образований </w:t>
      </w:r>
      <w:r w:rsidRPr="00574760">
        <w:rPr>
          <w:rFonts w:ascii="Times New Roman" w:hAnsi="Times New Roman"/>
          <w:sz w:val="28"/>
          <w:szCs w:val="28"/>
        </w:rPr>
        <w:t xml:space="preserve">Рязанской области </w:t>
      </w:r>
      <w:r w:rsidR="00261937" w:rsidRPr="00574760">
        <w:rPr>
          <w:rFonts w:ascii="Times New Roman" w:hAnsi="Times New Roman"/>
          <w:sz w:val="28"/>
          <w:szCs w:val="28"/>
        </w:rPr>
        <w:t>субсидий в рамках мероприятий, предусмотренных в подпунктах 4.1, 4.5, 4.6, 4.7, 7.3, 7.4, 8.1 таблицы № 1 раздела 5, применяется следующая методика:</w:t>
      </w: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>- общий объем субсидий, предоставляемых бюджетам муниципальных образований Рязанской области, равен сумме субсидий бюджетам отдельных муниципальных образований</w:t>
      </w:r>
      <w:r w:rsidR="000C6FCF" w:rsidRPr="00574760">
        <w:rPr>
          <w:rFonts w:ascii="Times New Roman" w:hAnsi="Times New Roman"/>
          <w:sz w:val="28"/>
          <w:szCs w:val="28"/>
        </w:rPr>
        <w:t xml:space="preserve"> Рязанской области</w:t>
      </w:r>
      <w:r w:rsidRPr="00574760">
        <w:rPr>
          <w:rFonts w:ascii="Times New Roman" w:hAnsi="Times New Roman"/>
          <w:sz w:val="28"/>
          <w:szCs w:val="28"/>
        </w:rPr>
        <w:t>, прошедших конкурсный отбор (отбор);</w:t>
      </w: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>- объем субсидии за счет средств областного бюджет</w:t>
      </w:r>
      <w:r w:rsidR="00D632F5" w:rsidRPr="00574760">
        <w:rPr>
          <w:rFonts w:ascii="Times New Roman" w:hAnsi="Times New Roman"/>
          <w:sz w:val="28"/>
          <w:szCs w:val="28"/>
        </w:rPr>
        <w:t>а</w:t>
      </w:r>
      <w:r w:rsidRPr="00574760">
        <w:rPr>
          <w:rFonts w:ascii="Times New Roman" w:hAnsi="Times New Roman"/>
          <w:sz w:val="28"/>
          <w:szCs w:val="28"/>
        </w:rPr>
        <w:t xml:space="preserve"> в соответствующем финансовом году бюджету i-</w:t>
      </w:r>
      <w:proofErr w:type="spellStart"/>
      <w:r w:rsidRPr="00574760">
        <w:rPr>
          <w:rFonts w:ascii="Times New Roman" w:hAnsi="Times New Roman"/>
          <w:sz w:val="28"/>
          <w:szCs w:val="28"/>
        </w:rPr>
        <w:t>го</w:t>
      </w:r>
      <w:proofErr w:type="spellEnd"/>
      <w:r w:rsidRPr="00574760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D632F5" w:rsidRPr="00574760">
        <w:rPr>
          <w:rFonts w:ascii="Times New Roman" w:hAnsi="Times New Roman"/>
          <w:sz w:val="28"/>
          <w:szCs w:val="28"/>
        </w:rPr>
        <w:t xml:space="preserve">Рязанской области </w:t>
      </w:r>
      <w:r w:rsidRPr="00574760">
        <w:rPr>
          <w:rFonts w:ascii="Times New Roman" w:hAnsi="Times New Roman"/>
          <w:sz w:val="28"/>
          <w:szCs w:val="28"/>
        </w:rPr>
        <w:t xml:space="preserve">на </w:t>
      </w:r>
      <w:r w:rsidR="00D632F5" w:rsidRPr="00574760">
        <w:rPr>
          <w:rFonts w:ascii="Times New Roman" w:hAnsi="Times New Roman"/>
          <w:sz w:val="28"/>
          <w:szCs w:val="28"/>
        </w:rPr>
        <w:t>соответствующее</w:t>
      </w:r>
      <w:r w:rsidRPr="00574760">
        <w:rPr>
          <w:rFonts w:ascii="Times New Roman" w:hAnsi="Times New Roman"/>
          <w:sz w:val="28"/>
          <w:szCs w:val="28"/>
        </w:rPr>
        <w:t xml:space="preserve"> программное мероприятие (</w:t>
      </w:r>
      <w:proofErr w:type="spellStart"/>
      <w:proofErr w:type="gramStart"/>
      <w:r w:rsidRPr="00574760">
        <w:rPr>
          <w:rFonts w:ascii="Times New Roman" w:hAnsi="Times New Roman"/>
          <w:sz w:val="28"/>
          <w:szCs w:val="28"/>
        </w:rPr>
        <w:t>V</w:t>
      </w:r>
      <w:proofErr w:type="gramEnd"/>
      <w:r w:rsidRPr="00574760">
        <w:rPr>
          <w:rFonts w:ascii="Times New Roman" w:hAnsi="Times New Roman"/>
          <w:sz w:val="28"/>
          <w:szCs w:val="28"/>
          <w:vertAlign w:val="subscript"/>
        </w:rPr>
        <w:t>оф</w:t>
      </w:r>
      <w:proofErr w:type="spellEnd"/>
      <w:r w:rsidRPr="00574760">
        <w:rPr>
          <w:rFonts w:ascii="Times New Roman" w:hAnsi="Times New Roman"/>
          <w:sz w:val="28"/>
          <w:szCs w:val="28"/>
        </w:rPr>
        <w:t>) рассчитывается по формуле:</w:t>
      </w:r>
    </w:p>
    <w:p w:rsidR="00A06696" w:rsidRPr="00574760" w:rsidRDefault="00A06696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574760">
        <w:rPr>
          <w:rFonts w:ascii="Times New Roman" w:hAnsi="Times New Roman"/>
          <w:sz w:val="28"/>
          <w:szCs w:val="28"/>
        </w:rPr>
        <w:t>V</w:t>
      </w:r>
      <w:r w:rsidRPr="00574760">
        <w:rPr>
          <w:rFonts w:ascii="Times New Roman" w:hAnsi="Times New Roman"/>
          <w:sz w:val="28"/>
          <w:szCs w:val="28"/>
          <w:vertAlign w:val="subscript"/>
        </w:rPr>
        <w:t>оф</w:t>
      </w:r>
      <w:proofErr w:type="spellEnd"/>
      <w:r w:rsidRPr="00574760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574760">
        <w:rPr>
          <w:rFonts w:ascii="Times New Roman" w:hAnsi="Times New Roman"/>
          <w:sz w:val="28"/>
          <w:szCs w:val="28"/>
        </w:rPr>
        <w:t>V</w:t>
      </w:r>
      <w:proofErr w:type="gramStart"/>
      <w:r w:rsidRPr="00574760">
        <w:rPr>
          <w:rFonts w:ascii="Times New Roman" w:hAnsi="Times New Roman"/>
          <w:sz w:val="28"/>
          <w:szCs w:val="28"/>
          <w:vertAlign w:val="subscript"/>
        </w:rPr>
        <w:t>о</w:t>
      </w:r>
      <w:proofErr w:type="gramEnd"/>
      <w:r w:rsidRPr="00574760">
        <w:rPr>
          <w:rFonts w:ascii="Times New Roman" w:hAnsi="Times New Roman"/>
          <w:sz w:val="28"/>
          <w:szCs w:val="28"/>
          <w:vertAlign w:val="subscript"/>
        </w:rPr>
        <w:t>i</w:t>
      </w:r>
      <w:proofErr w:type="spellEnd"/>
      <w:r w:rsidRPr="00574760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574760">
        <w:rPr>
          <w:rFonts w:ascii="Times New Roman" w:hAnsi="Times New Roman"/>
          <w:sz w:val="28"/>
          <w:szCs w:val="28"/>
        </w:rPr>
        <w:t>V</w:t>
      </w:r>
      <w:r w:rsidRPr="00574760">
        <w:rPr>
          <w:rFonts w:ascii="Times New Roman" w:hAnsi="Times New Roman"/>
          <w:sz w:val="28"/>
          <w:szCs w:val="28"/>
          <w:vertAlign w:val="subscript"/>
        </w:rPr>
        <w:t>мбi</w:t>
      </w:r>
      <w:proofErr w:type="spellEnd"/>
      <w:r w:rsidRPr="00574760">
        <w:rPr>
          <w:rFonts w:ascii="Times New Roman" w:hAnsi="Times New Roman"/>
          <w:sz w:val="28"/>
          <w:szCs w:val="28"/>
        </w:rPr>
        <w:t>,</w:t>
      </w: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>где:</w:t>
      </w: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574760">
        <w:rPr>
          <w:rFonts w:ascii="Times New Roman" w:hAnsi="Times New Roman"/>
          <w:sz w:val="28"/>
          <w:szCs w:val="28"/>
        </w:rPr>
        <w:t>V</w:t>
      </w:r>
      <w:proofErr w:type="gramEnd"/>
      <w:r w:rsidRPr="00574760">
        <w:rPr>
          <w:rFonts w:ascii="Times New Roman" w:hAnsi="Times New Roman"/>
          <w:sz w:val="28"/>
          <w:szCs w:val="28"/>
          <w:vertAlign w:val="subscript"/>
        </w:rPr>
        <w:t>оф</w:t>
      </w:r>
      <w:proofErr w:type="spellEnd"/>
      <w:r w:rsidRPr="00574760">
        <w:rPr>
          <w:rFonts w:ascii="Times New Roman" w:hAnsi="Times New Roman"/>
          <w:sz w:val="28"/>
          <w:szCs w:val="28"/>
        </w:rPr>
        <w:t xml:space="preserve"> - объем субсидии за счет средств областного бюджет</w:t>
      </w:r>
      <w:r w:rsidR="00D632F5" w:rsidRPr="00574760">
        <w:rPr>
          <w:rFonts w:ascii="Times New Roman" w:hAnsi="Times New Roman"/>
          <w:sz w:val="28"/>
          <w:szCs w:val="28"/>
        </w:rPr>
        <w:t>а</w:t>
      </w:r>
      <w:r w:rsidRPr="00574760">
        <w:rPr>
          <w:rFonts w:ascii="Times New Roman" w:hAnsi="Times New Roman"/>
          <w:sz w:val="28"/>
          <w:szCs w:val="28"/>
        </w:rPr>
        <w:t xml:space="preserve"> в соответствующем финансовом году бюджету i-</w:t>
      </w:r>
      <w:proofErr w:type="spellStart"/>
      <w:r w:rsidRPr="00574760">
        <w:rPr>
          <w:rFonts w:ascii="Times New Roman" w:hAnsi="Times New Roman"/>
          <w:sz w:val="28"/>
          <w:szCs w:val="28"/>
        </w:rPr>
        <w:t>го</w:t>
      </w:r>
      <w:proofErr w:type="spellEnd"/>
      <w:r w:rsidRPr="00574760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D632F5" w:rsidRPr="00574760">
        <w:rPr>
          <w:rFonts w:ascii="Times New Roman" w:hAnsi="Times New Roman"/>
          <w:sz w:val="28"/>
          <w:szCs w:val="28"/>
        </w:rPr>
        <w:t xml:space="preserve"> Рязанской области</w:t>
      </w:r>
      <w:r w:rsidRPr="00574760">
        <w:rPr>
          <w:rFonts w:ascii="Times New Roman" w:hAnsi="Times New Roman"/>
          <w:sz w:val="28"/>
          <w:szCs w:val="28"/>
        </w:rPr>
        <w:t>, рублей;</w:t>
      </w: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74760">
        <w:rPr>
          <w:rFonts w:ascii="Times New Roman" w:hAnsi="Times New Roman"/>
          <w:sz w:val="28"/>
          <w:szCs w:val="28"/>
        </w:rPr>
        <w:t>V</w:t>
      </w:r>
      <w:proofErr w:type="gramStart"/>
      <w:r w:rsidRPr="00574760">
        <w:rPr>
          <w:rFonts w:ascii="Times New Roman" w:hAnsi="Times New Roman"/>
          <w:sz w:val="28"/>
          <w:szCs w:val="28"/>
          <w:vertAlign w:val="subscript"/>
        </w:rPr>
        <w:t>о</w:t>
      </w:r>
      <w:proofErr w:type="gramEnd"/>
      <w:r w:rsidRPr="00574760">
        <w:rPr>
          <w:rFonts w:ascii="Times New Roman" w:hAnsi="Times New Roman"/>
          <w:sz w:val="28"/>
          <w:szCs w:val="28"/>
          <w:vertAlign w:val="subscript"/>
        </w:rPr>
        <w:t>i</w:t>
      </w:r>
      <w:proofErr w:type="spellEnd"/>
      <w:r w:rsidRPr="00574760">
        <w:rPr>
          <w:rFonts w:ascii="Times New Roman" w:hAnsi="Times New Roman"/>
          <w:sz w:val="28"/>
          <w:szCs w:val="28"/>
        </w:rPr>
        <w:t xml:space="preserve"> - прогнозный объем расходного обязательства муниципального образования </w:t>
      </w:r>
      <w:r w:rsidR="00D632F5" w:rsidRPr="00574760">
        <w:rPr>
          <w:rFonts w:ascii="Times New Roman" w:hAnsi="Times New Roman"/>
          <w:sz w:val="28"/>
          <w:szCs w:val="28"/>
        </w:rPr>
        <w:t xml:space="preserve">Рязанской области </w:t>
      </w:r>
      <w:r w:rsidRPr="00574760">
        <w:rPr>
          <w:rFonts w:ascii="Times New Roman" w:hAnsi="Times New Roman"/>
          <w:sz w:val="28"/>
          <w:szCs w:val="28"/>
        </w:rPr>
        <w:t>в размере общей стоимости программного мероприятия, рублей;</w:t>
      </w: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574760">
        <w:rPr>
          <w:rFonts w:ascii="Times New Roman" w:hAnsi="Times New Roman"/>
          <w:sz w:val="28"/>
          <w:szCs w:val="28"/>
        </w:rPr>
        <w:t>V</w:t>
      </w:r>
      <w:proofErr w:type="gramEnd"/>
      <w:r w:rsidRPr="00574760">
        <w:rPr>
          <w:rFonts w:ascii="Times New Roman" w:hAnsi="Times New Roman"/>
          <w:sz w:val="28"/>
          <w:szCs w:val="28"/>
          <w:vertAlign w:val="subscript"/>
        </w:rPr>
        <w:t>мбi</w:t>
      </w:r>
      <w:proofErr w:type="spellEnd"/>
      <w:r w:rsidRPr="00574760">
        <w:rPr>
          <w:rFonts w:ascii="Times New Roman" w:hAnsi="Times New Roman"/>
          <w:sz w:val="28"/>
          <w:szCs w:val="28"/>
        </w:rPr>
        <w:t xml:space="preserve"> - объем бюджетных ассигнований за счет средств местного бюджета на исполнение расходного обязательства i-</w:t>
      </w:r>
      <w:proofErr w:type="spellStart"/>
      <w:r w:rsidRPr="00574760">
        <w:rPr>
          <w:rFonts w:ascii="Times New Roman" w:hAnsi="Times New Roman"/>
          <w:sz w:val="28"/>
          <w:szCs w:val="28"/>
        </w:rPr>
        <w:t>го</w:t>
      </w:r>
      <w:proofErr w:type="spellEnd"/>
      <w:r w:rsidRPr="00574760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D632F5" w:rsidRPr="00574760">
        <w:rPr>
          <w:rFonts w:ascii="Times New Roman" w:hAnsi="Times New Roman"/>
          <w:sz w:val="28"/>
          <w:szCs w:val="28"/>
        </w:rPr>
        <w:t xml:space="preserve">Рязанской области </w:t>
      </w:r>
      <w:r w:rsidRPr="00574760">
        <w:rPr>
          <w:rFonts w:ascii="Times New Roman" w:hAnsi="Times New Roman"/>
          <w:sz w:val="28"/>
          <w:szCs w:val="28"/>
        </w:rPr>
        <w:t>в соответствующем финансовом году на программное мероприятие, рублей.</w:t>
      </w: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 xml:space="preserve">Если значение показателя </w:t>
      </w:r>
      <w:proofErr w:type="spellStart"/>
      <w:proofErr w:type="gramStart"/>
      <w:r w:rsidRPr="00574760">
        <w:rPr>
          <w:rFonts w:ascii="Times New Roman" w:hAnsi="Times New Roman"/>
          <w:sz w:val="28"/>
          <w:szCs w:val="28"/>
        </w:rPr>
        <w:t>V</w:t>
      </w:r>
      <w:proofErr w:type="gramEnd"/>
      <w:r w:rsidRPr="00574760">
        <w:rPr>
          <w:rFonts w:ascii="Times New Roman" w:hAnsi="Times New Roman"/>
          <w:sz w:val="28"/>
          <w:szCs w:val="28"/>
          <w:vertAlign w:val="subscript"/>
        </w:rPr>
        <w:t>оф</w:t>
      </w:r>
      <w:proofErr w:type="spellEnd"/>
      <w:r w:rsidRPr="00574760">
        <w:rPr>
          <w:rFonts w:ascii="Times New Roman" w:hAnsi="Times New Roman"/>
          <w:sz w:val="28"/>
          <w:szCs w:val="28"/>
        </w:rPr>
        <w:t xml:space="preserve"> больше предельного размера субсидии за счет средств областного бюджет</w:t>
      </w:r>
      <w:r w:rsidR="00D632F5" w:rsidRPr="00574760">
        <w:rPr>
          <w:rFonts w:ascii="Times New Roman" w:hAnsi="Times New Roman"/>
          <w:sz w:val="28"/>
          <w:szCs w:val="28"/>
        </w:rPr>
        <w:t>а</w:t>
      </w:r>
      <w:r w:rsidRPr="00574760">
        <w:rPr>
          <w:rFonts w:ascii="Times New Roman" w:hAnsi="Times New Roman"/>
          <w:sz w:val="28"/>
          <w:szCs w:val="28"/>
        </w:rPr>
        <w:t xml:space="preserve"> в соответствующем финансовом году (</w:t>
      </w:r>
      <w:proofErr w:type="spellStart"/>
      <w:r w:rsidRPr="00574760">
        <w:rPr>
          <w:rFonts w:ascii="Times New Roman" w:hAnsi="Times New Roman"/>
          <w:sz w:val="28"/>
          <w:szCs w:val="28"/>
        </w:rPr>
        <w:t>V</w:t>
      </w:r>
      <w:r w:rsidRPr="00574760">
        <w:rPr>
          <w:rFonts w:ascii="Times New Roman" w:hAnsi="Times New Roman"/>
          <w:sz w:val="28"/>
          <w:szCs w:val="28"/>
          <w:vertAlign w:val="subscript"/>
        </w:rPr>
        <w:t>p</w:t>
      </w:r>
      <w:proofErr w:type="spellEnd"/>
      <w:r w:rsidRPr="00574760">
        <w:rPr>
          <w:rFonts w:ascii="Times New Roman" w:hAnsi="Times New Roman"/>
          <w:sz w:val="28"/>
          <w:szCs w:val="28"/>
        </w:rPr>
        <w:t xml:space="preserve">), то </w:t>
      </w:r>
      <w:proofErr w:type="spellStart"/>
      <w:r w:rsidRPr="00574760">
        <w:rPr>
          <w:rFonts w:ascii="Times New Roman" w:hAnsi="Times New Roman"/>
          <w:sz w:val="28"/>
          <w:szCs w:val="28"/>
        </w:rPr>
        <w:t>V</w:t>
      </w:r>
      <w:r w:rsidRPr="00574760">
        <w:rPr>
          <w:rFonts w:ascii="Times New Roman" w:hAnsi="Times New Roman"/>
          <w:sz w:val="28"/>
          <w:szCs w:val="28"/>
          <w:vertAlign w:val="subscript"/>
        </w:rPr>
        <w:t>оф</w:t>
      </w:r>
      <w:proofErr w:type="spellEnd"/>
      <w:r w:rsidRPr="00574760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574760">
        <w:rPr>
          <w:rFonts w:ascii="Times New Roman" w:hAnsi="Times New Roman"/>
          <w:sz w:val="28"/>
          <w:szCs w:val="28"/>
        </w:rPr>
        <w:t>V</w:t>
      </w:r>
      <w:r w:rsidRPr="00574760">
        <w:rPr>
          <w:rFonts w:ascii="Times New Roman" w:hAnsi="Times New Roman"/>
          <w:sz w:val="28"/>
          <w:szCs w:val="28"/>
          <w:vertAlign w:val="subscript"/>
        </w:rPr>
        <w:t>p</w:t>
      </w:r>
      <w:proofErr w:type="spellEnd"/>
      <w:r w:rsidRPr="00574760">
        <w:rPr>
          <w:rFonts w:ascii="Times New Roman" w:hAnsi="Times New Roman"/>
          <w:sz w:val="28"/>
          <w:szCs w:val="28"/>
        </w:rPr>
        <w:t>.</w:t>
      </w: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>Предельный размер субсидии за счет средств областного бюджет</w:t>
      </w:r>
      <w:r w:rsidR="00D632F5" w:rsidRPr="00574760">
        <w:rPr>
          <w:rFonts w:ascii="Times New Roman" w:hAnsi="Times New Roman"/>
          <w:sz w:val="28"/>
          <w:szCs w:val="28"/>
        </w:rPr>
        <w:t>а</w:t>
      </w:r>
      <w:r w:rsidRPr="00574760">
        <w:rPr>
          <w:rFonts w:ascii="Times New Roman" w:hAnsi="Times New Roman"/>
          <w:sz w:val="28"/>
          <w:szCs w:val="28"/>
        </w:rPr>
        <w:t xml:space="preserve"> в соответствующем финансовом году (</w:t>
      </w:r>
      <w:proofErr w:type="spellStart"/>
      <w:r w:rsidRPr="00574760">
        <w:rPr>
          <w:rFonts w:ascii="Times New Roman" w:hAnsi="Times New Roman"/>
          <w:sz w:val="28"/>
          <w:szCs w:val="28"/>
        </w:rPr>
        <w:t>V</w:t>
      </w:r>
      <w:r w:rsidRPr="00574760">
        <w:rPr>
          <w:rFonts w:ascii="Times New Roman" w:hAnsi="Times New Roman"/>
          <w:sz w:val="28"/>
          <w:szCs w:val="28"/>
          <w:vertAlign w:val="subscript"/>
        </w:rPr>
        <w:t>p</w:t>
      </w:r>
      <w:proofErr w:type="spellEnd"/>
      <w:r w:rsidRPr="00574760">
        <w:rPr>
          <w:rFonts w:ascii="Times New Roman" w:hAnsi="Times New Roman"/>
          <w:sz w:val="28"/>
          <w:szCs w:val="28"/>
        </w:rPr>
        <w:t>) рассчитывается по следующей формуле:</w:t>
      </w: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574760">
        <w:rPr>
          <w:rFonts w:ascii="Times New Roman" w:hAnsi="Times New Roman"/>
          <w:sz w:val="28"/>
          <w:szCs w:val="28"/>
        </w:rPr>
        <w:t>V</w:t>
      </w:r>
      <w:r w:rsidRPr="00574760">
        <w:rPr>
          <w:rFonts w:ascii="Times New Roman" w:hAnsi="Times New Roman"/>
          <w:sz w:val="28"/>
          <w:szCs w:val="28"/>
          <w:vertAlign w:val="subscript"/>
        </w:rPr>
        <w:t>p</w:t>
      </w:r>
      <w:proofErr w:type="spellEnd"/>
      <w:r w:rsidRPr="00574760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574760">
        <w:rPr>
          <w:rFonts w:ascii="Times New Roman" w:hAnsi="Times New Roman"/>
          <w:sz w:val="28"/>
          <w:szCs w:val="28"/>
        </w:rPr>
        <w:t>V</w:t>
      </w:r>
      <w:proofErr w:type="gramStart"/>
      <w:r w:rsidRPr="00574760">
        <w:rPr>
          <w:rFonts w:ascii="Times New Roman" w:hAnsi="Times New Roman"/>
          <w:sz w:val="28"/>
          <w:szCs w:val="28"/>
          <w:vertAlign w:val="subscript"/>
        </w:rPr>
        <w:t>о</w:t>
      </w:r>
      <w:proofErr w:type="gramEnd"/>
      <w:r w:rsidRPr="00574760">
        <w:rPr>
          <w:rFonts w:ascii="Times New Roman" w:hAnsi="Times New Roman"/>
          <w:sz w:val="28"/>
          <w:szCs w:val="28"/>
          <w:vertAlign w:val="subscript"/>
        </w:rPr>
        <w:t>i</w:t>
      </w:r>
      <w:proofErr w:type="spellEnd"/>
      <w:r w:rsidRPr="00574760">
        <w:rPr>
          <w:rFonts w:ascii="Times New Roman" w:hAnsi="Times New Roman"/>
          <w:sz w:val="28"/>
          <w:szCs w:val="28"/>
        </w:rPr>
        <w:t xml:space="preserve"> x </w:t>
      </w:r>
      <w:r w:rsidR="00D632F5" w:rsidRPr="00574760">
        <w:rPr>
          <w:rFonts w:ascii="Times New Roman" w:hAnsi="Times New Roman"/>
          <w:sz w:val="28"/>
          <w:szCs w:val="28"/>
        </w:rPr>
        <w:t>(</w:t>
      </w:r>
      <w:r w:rsidRPr="00574760">
        <w:rPr>
          <w:rFonts w:ascii="Times New Roman" w:hAnsi="Times New Roman"/>
          <w:sz w:val="28"/>
          <w:szCs w:val="28"/>
        </w:rPr>
        <w:t>К / 100</w:t>
      </w:r>
      <w:r w:rsidR="00D632F5" w:rsidRPr="00574760">
        <w:rPr>
          <w:rFonts w:ascii="Times New Roman" w:hAnsi="Times New Roman"/>
          <w:sz w:val="28"/>
          <w:szCs w:val="28"/>
        </w:rPr>
        <w:t>%)</w:t>
      </w:r>
      <w:r w:rsidRPr="00574760">
        <w:rPr>
          <w:rFonts w:ascii="Times New Roman" w:hAnsi="Times New Roman"/>
          <w:sz w:val="28"/>
          <w:szCs w:val="28"/>
        </w:rPr>
        <w:t>,</w:t>
      </w: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>где:</w:t>
      </w: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Par21"/>
      <w:bookmarkEnd w:id="3"/>
      <w:proofErr w:type="gramStart"/>
      <w:r w:rsidRPr="00574760">
        <w:rPr>
          <w:rFonts w:ascii="Times New Roman" w:hAnsi="Times New Roman"/>
          <w:sz w:val="28"/>
          <w:szCs w:val="28"/>
        </w:rPr>
        <w:t>К</w:t>
      </w:r>
      <w:proofErr w:type="gramEnd"/>
      <w:r w:rsidRPr="00574760">
        <w:rPr>
          <w:rFonts w:ascii="Times New Roman" w:hAnsi="Times New Roman"/>
          <w:sz w:val="28"/>
          <w:szCs w:val="28"/>
        </w:rPr>
        <w:t xml:space="preserve"> - </w:t>
      </w:r>
      <w:proofErr w:type="gramStart"/>
      <w:r w:rsidRPr="00574760">
        <w:rPr>
          <w:rFonts w:ascii="Times New Roman" w:hAnsi="Times New Roman"/>
          <w:sz w:val="28"/>
          <w:szCs w:val="28"/>
        </w:rPr>
        <w:t>предельный</w:t>
      </w:r>
      <w:proofErr w:type="gramEnd"/>
      <w:r w:rsidRPr="00574760">
        <w:rPr>
          <w:rFonts w:ascii="Times New Roman" w:hAnsi="Times New Roman"/>
          <w:sz w:val="28"/>
          <w:szCs w:val="28"/>
        </w:rPr>
        <w:t xml:space="preserve"> уровень </w:t>
      </w:r>
      <w:proofErr w:type="spellStart"/>
      <w:r w:rsidRPr="00574760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574760">
        <w:rPr>
          <w:rFonts w:ascii="Times New Roman" w:hAnsi="Times New Roman"/>
          <w:sz w:val="28"/>
          <w:szCs w:val="28"/>
        </w:rPr>
        <w:t xml:space="preserve"> из областного бюджета объема расходного обязательства муниципального образования </w:t>
      </w:r>
      <w:r w:rsidR="00D632F5" w:rsidRPr="00574760">
        <w:rPr>
          <w:rFonts w:ascii="Times New Roman" w:hAnsi="Times New Roman"/>
          <w:sz w:val="28"/>
          <w:szCs w:val="28"/>
        </w:rPr>
        <w:t xml:space="preserve">Рязанской области </w:t>
      </w:r>
      <w:r w:rsidRPr="00574760">
        <w:rPr>
          <w:rFonts w:ascii="Times New Roman" w:hAnsi="Times New Roman"/>
          <w:sz w:val="28"/>
          <w:szCs w:val="28"/>
        </w:rPr>
        <w:t>на соответствующий финансовый год, процентов.</w:t>
      </w:r>
    </w:p>
    <w:p w:rsidR="00D15D99" w:rsidRPr="00574760" w:rsidRDefault="00D632F5" w:rsidP="00D632F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 xml:space="preserve">В случае, если субсидии бюджетам муниципальных образований </w:t>
      </w:r>
      <w:r w:rsidR="00C877A5">
        <w:rPr>
          <w:rFonts w:ascii="Times New Roman" w:hAnsi="Times New Roman"/>
          <w:sz w:val="28"/>
          <w:szCs w:val="28"/>
        </w:rPr>
        <w:t xml:space="preserve">Рязанской области </w:t>
      </w:r>
      <w:r w:rsidRPr="00574760">
        <w:rPr>
          <w:rFonts w:ascii="Times New Roman" w:hAnsi="Times New Roman"/>
          <w:sz w:val="28"/>
          <w:szCs w:val="28"/>
        </w:rPr>
        <w:t xml:space="preserve">не распределены в соответствии с </w:t>
      </w:r>
      <w:r w:rsidR="000C6FCF" w:rsidRPr="00574760">
        <w:rPr>
          <w:rFonts w:ascii="Times New Roman" w:hAnsi="Times New Roman"/>
          <w:sz w:val="28"/>
          <w:szCs w:val="28"/>
        </w:rPr>
        <w:t>настоящей методикой</w:t>
      </w:r>
      <w:r w:rsidRPr="00574760">
        <w:rPr>
          <w:rFonts w:ascii="Times New Roman" w:hAnsi="Times New Roman"/>
          <w:sz w:val="28"/>
          <w:szCs w:val="28"/>
        </w:rPr>
        <w:t>, то проводится новый конкурсный отбор (отбор) с учетом положений настоящего раздела</w:t>
      </w:r>
      <w:r w:rsidR="00D15D99" w:rsidRPr="00574760">
        <w:rPr>
          <w:rFonts w:ascii="Times New Roman" w:hAnsi="Times New Roman"/>
          <w:sz w:val="28"/>
          <w:szCs w:val="28"/>
        </w:rPr>
        <w:t>.</w:t>
      </w: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>4.1</w:t>
      </w:r>
      <w:r w:rsidR="000C6FCF" w:rsidRPr="00574760">
        <w:rPr>
          <w:rFonts w:ascii="Times New Roman" w:hAnsi="Times New Roman"/>
          <w:sz w:val="28"/>
          <w:szCs w:val="28"/>
        </w:rPr>
        <w:t>1</w:t>
      </w:r>
      <w:r w:rsidRPr="00574760">
        <w:rPr>
          <w:rFonts w:ascii="Times New Roman" w:hAnsi="Times New Roman"/>
          <w:sz w:val="28"/>
          <w:szCs w:val="28"/>
        </w:rPr>
        <w:t>. Порядок проведения конкурсного отбора (отбора) муниципальны</w:t>
      </w:r>
      <w:r w:rsidR="00BD5A69" w:rsidRPr="00574760">
        <w:rPr>
          <w:rFonts w:ascii="Times New Roman" w:hAnsi="Times New Roman"/>
          <w:sz w:val="28"/>
          <w:szCs w:val="28"/>
        </w:rPr>
        <w:t>х</w:t>
      </w:r>
      <w:r w:rsidRPr="00574760">
        <w:rPr>
          <w:rFonts w:ascii="Times New Roman" w:hAnsi="Times New Roman"/>
          <w:sz w:val="28"/>
          <w:szCs w:val="28"/>
        </w:rPr>
        <w:t xml:space="preserve"> образовани</w:t>
      </w:r>
      <w:r w:rsidR="00BD5A69" w:rsidRPr="00574760">
        <w:rPr>
          <w:rFonts w:ascii="Times New Roman" w:hAnsi="Times New Roman"/>
          <w:sz w:val="28"/>
          <w:szCs w:val="28"/>
        </w:rPr>
        <w:t>й</w:t>
      </w:r>
      <w:r w:rsidRPr="00574760">
        <w:rPr>
          <w:rFonts w:ascii="Times New Roman" w:hAnsi="Times New Roman"/>
          <w:sz w:val="28"/>
          <w:szCs w:val="28"/>
        </w:rPr>
        <w:t xml:space="preserve"> </w:t>
      </w:r>
      <w:r w:rsidR="00D632F5" w:rsidRPr="00574760">
        <w:rPr>
          <w:rFonts w:ascii="Times New Roman" w:hAnsi="Times New Roman"/>
          <w:sz w:val="28"/>
          <w:szCs w:val="28"/>
        </w:rPr>
        <w:t xml:space="preserve">Рязанской области </w:t>
      </w:r>
      <w:r w:rsidRPr="00574760">
        <w:rPr>
          <w:rFonts w:ascii="Times New Roman" w:hAnsi="Times New Roman"/>
          <w:sz w:val="28"/>
          <w:szCs w:val="28"/>
        </w:rPr>
        <w:t>для предоставления субсидий и проверки условий предоставления субсидий на реализацию мероприятий подпрограммы устанавливается Минтрансом Рязанской области.</w:t>
      </w: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>4.1</w:t>
      </w:r>
      <w:r w:rsidR="000C6FCF" w:rsidRPr="00574760">
        <w:rPr>
          <w:rFonts w:ascii="Times New Roman" w:hAnsi="Times New Roman"/>
          <w:sz w:val="28"/>
          <w:szCs w:val="28"/>
        </w:rPr>
        <w:t>2</w:t>
      </w:r>
      <w:r w:rsidRPr="00574760">
        <w:rPr>
          <w:rFonts w:ascii="Times New Roman" w:hAnsi="Times New Roman"/>
          <w:sz w:val="28"/>
          <w:szCs w:val="28"/>
        </w:rPr>
        <w:t xml:space="preserve">. Распределение субсидий бюджетам муниципальных образований Рязанской области на 2020 год утверждается распоряжением Правительства Рязанской области в разрезе муниципальных образований Рязанской области, </w:t>
      </w:r>
      <w:r w:rsidR="00D632F5" w:rsidRPr="00574760">
        <w:rPr>
          <w:rFonts w:ascii="Times New Roman" w:hAnsi="Times New Roman"/>
          <w:sz w:val="28"/>
          <w:szCs w:val="28"/>
        </w:rPr>
        <w:t xml:space="preserve">программных </w:t>
      </w:r>
      <w:r w:rsidRPr="00574760">
        <w:rPr>
          <w:rFonts w:ascii="Times New Roman" w:hAnsi="Times New Roman"/>
          <w:sz w:val="28"/>
          <w:szCs w:val="28"/>
        </w:rPr>
        <w:t>мероприятий, объектов и объемов финансирования по результатам конкурсного отбора, проведенного соответствующим главным распорядителем бюджетных средств.</w:t>
      </w: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>Начиная с формирования и исполнения бюджетов на 2021 год и плановый период 2022 и 2023 годов, отбор муниципальных образований Рязанской области для предоставления субсидий на реализацию мероприятий настоящего раздела проводится в порядке, установленном Минтрансом Рязанской области. Распределение субсидий местным бюджетам Рязанской области из областного бюджета между муниципальными образованиями утверждается законом Рязанской области об областном бюджете на очередной финансовый год и плановый период по результатам отбора, проведенного Минтрансом Рязанской области.</w:t>
      </w:r>
    </w:p>
    <w:p w:rsidR="002776E3" w:rsidRPr="00574760" w:rsidRDefault="002776E3" w:rsidP="000C6F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 xml:space="preserve">Предоставление субсидии </w:t>
      </w:r>
      <w:r w:rsidR="000C6FCF" w:rsidRPr="00574760">
        <w:rPr>
          <w:rFonts w:ascii="Times New Roman" w:hAnsi="Times New Roman"/>
          <w:sz w:val="28"/>
          <w:szCs w:val="28"/>
        </w:rPr>
        <w:t xml:space="preserve">бюджетам муниципальных образований Рязанской области </w:t>
      </w:r>
      <w:r w:rsidRPr="00574760">
        <w:rPr>
          <w:rFonts w:ascii="Times New Roman" w:hAnsi="Times New Roman"/>
          <w:sz w:val="28"/>
          <w:szCs w:val="28"/>
        </w:rPr>
        <w:t>на реализацию мероприяти</w:t>
      </w:r>
      <w:r w:rsidR="001F36E8" w:rsidRPr="00574760">
        <w:rPr>
          <w:rFonts w:ascii="Times New Roman" w:hAnsi="Times New Roman"/>
          <w:sz w:val="28"/>
          <w:szCs w:val="28"/>
        </w:rPr>
        <w:t>й</w:t>
      </w:r>
      <w:r w:rsidRPr="00574760">
        <w:rPr>
          <w:rFonts w:ascii="Times New Roman" w:hAnsi="Times New Roman"/>
          <w:sz w:val="28"/>
          <w:szCs w:val="28"/>
        </w:rPr>
        <w:t xml:space="preserve">, </w:t>
      </w:r>
      <w:r w:rsidR="001F36E8" w:rsidRPr="00574760">
        <w:rPr>
          <w:rFonts w:ascii="Times New Roman" w:hAnsi="Times New Roman"/>
          <w:sz w:val="28"/>
          <w:szCs w:val="28"/>
        </w:rPr>
        <w:t>указанных в подпунктах 4.1, 4.5, 7.3</w:t>
      </w:r>
      <w:r w:rsidR="000C6FCF" w:rsidRPr="00574760">
        <w:rPr>
          <w:rFonts w:ascii="Times New Roman" w:hAnsi="Times New Roman"/>
          <w:sz w:val="28"/>
          <w:szCs w:val="28"/>
        </w:rPr>
        <w:t xml:space="preserve"> </w:t>
      </w:r>
      <w:r w:rsidR="001F36E8" w:rsidRPr="00574760">
        <w:rPr>
          <w:rFonts w:ascii="Times New Roman" w:hAnsi="Times New Roman"/>
          <w:sz w:val="28"/>
          <w:szCs w:val="28"/>
        </w:rPr>
        <w:t>таблицы №</w:t>
      </w:r>
      <w:r w:rsidR="000C6FCF" w:rsidRPr="00574760">
        <w:rPr>
          <w:rFonts w:ascii="Times New Roman" w:hAnsi="Times New Roman"/>
          <w:sz w:val="28"/>
          <w:szCs w:val="28"/>
        </w:rPr>
        <w:t> </w:t>
      </w:r>
      <w:r w:rsidR="001F36E8" w:rsidRPr="00574760">
        <w:rPr>
          <w:rFonts w:ascii="Times New Roman" w:hAnsi="Times New Roman"/>
          <w:sz w:val="28"/>
          <w:szCs w:val="28"/>
        </w:rPr>
        <w:t>1 раздела 5</w:t>
      </w:r>
      <w:r w:rsidRPr="00574760">
        <w:rPr>
          <w:rFonts w:ascii="Times New Roman" w:hAnsi="Times New Roman"/>
          <w:sz w:val="28"/>
          <w:szCs w:val="28"/>
        </w:rPr>
        <w:t xml:space="preserve">, осуществляется на основании соглашения, заключенного главным распорядителем бюджетных средств с муниципальными образованиями Рязанской области </w:t>
      </w:r>
      <w:r w:rsidR="00C877A5">
        <w:rPr>
          <w:rFonts w:ascii="Times New Roman" w:hAnsi="Times New Roman"/>
          <w:sz w:val="28"/>
          <w:szCs w:val="28"/>
        </w:rPr>
        <w:t>–</w:t>
      </w:r>
      <w:r w:rsidRPr="00574760">
        <w:rPr>
          <w:rFonts w:ascii="Times New Roman" w:hAnsi="Times New Roman"/>
          <w:sz w:val="28"/>
          <w:szCs w:val="28"/>
        </w:rPr>
        <w:t xml:space="preserve"> получателями</w:t>
      </w:r>
      <w:r w:rsidR="00C877A5">
        <w:rPr>
          <w:rFonts w:ascii="Times New Roman" w:hAnsi="Times New Roman"/>
          <w:sz w:val="28"/>
          <w:szCs w:val="28"/>
        </w:rPr>
        <w:t xml:space="preserve"> </w:t>
      </w:r>
      <w:r w:rsidRPr="00574760">
        <w:rPr>
          <w:rFonts w:ascii="Times New Roman" w:hAnsi="Times New Roman"/>
          <w:sz w:val="28"/>
          <w:szCs w:val="28"/>
        </w:rPr>
        <w:t xml:space="preserve">субсидии в соответствии с Правилами </w:t>
      </w:r>
      <w:r w:rsidR="001F36E8" w:rsidRPr="00574760">
        <w:rPr>
          <w:rFonts w:ascii="Times New Roman" w:hAnsi="Times New Roman"/>
          <w:sz w:val="28"/>
          <w:szCs w:val="28"/>
        </w:rPr>
        <w:t>№ </w:t>
      </w:r>
      <w:r w:rsidRPr="00574760">
        <w:rPr>
          <w:rFonts w:ascii="Times New Roman" w:hAnsi="Times New Roman"/>
          <w:sz w:val="28"/>
          <w:szCs w:val="28"/>
        </w:rPr>
        <w:t>377.</w:t>
      </w:r>
    </w:p>
    <w:p w:rsidR="002776E3" w:rsidRPr="00574760" w:rsidRDefault="002776E3" w:rsidP="000C6F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74760">
        <w:rPr>
          <w:rFonts w:ascii="Times New Roman" w:hAnsi="Times New Roman"/>
          <w:sz w:val="28"/>
          <w:szCs w:val="28"/>
        </w:rPr>
        <w:t>Предоставление субсидии местным бюджетам на реализацию мероприяти</w:t>
      </w:r>
      <w:r w:rsidR="001F36E8" w:rsidRPr="00574760">
        <w:rPr>
          <w:rFonts w:ascii="Times New Roman" w:hAnsi="Times New Roman"/>
          <w:sz w:val="28"/>
          <w:szCs w:val="28"/>
        </w:rPr>
        <w:t>й</w:t>
      </w:r>
      <w:r w:rsidRPr="00574760">
        <w:rPr>
          <w:rFonts w:ascii="Times New Roman" w:hAnsi="Times New Roman"/>
          <w:sz w:val="28"/>
          <w:szCs w:val="28"/>
        </w:rPr>
        <w:t xml:space="preserve">, </w:t>
      </w:r>
      <w:r w:rsidR="001F36E8" w:rsidRPr="00574760">
        <w:rPr>
          <w:rFonts w:ascii="Times New Roman" w:hAnsi="Times New Roman"/>
          <w:sz w:val="28"/>
          <w:szCs w:val="28"/>
        </w:rPr>
        <w:t>указанных в подпунктах 4.6, 4.7, 7.4, 8.1 таблицы № 1 раздела 5</w:t>
      </w:r>
      <w:r w:rsidRPr="00574760">
        <w:rPr>
          <w:rFonts w:ascii="Times New Roman" w:hAnsi="Times New Roman"/>
          <w:sz w:val="28"/>
          <w:szCs w:val="28"/>
        </w:rPr>
        <w:t xml:space="preserve">, осуществляется на основании соглашения, заключенного главным распорядителем бюджетных средств с муниципальными образованиями Рязанской области </w:t>
      </w:r>
      <w:r w:rsidR="00C877A5">
        <w:rPr>
          <w:rFonts w:ascii="Times New Roman" w:hAnsi="Times New Roman"/>
          <w:sz w:val="28"/>
          <w:szCs w:val="28"/>
        </w:rPr>
        <w:t>–</w:t>
      </w:r>
      <w:r w:rsidRPr="00574760">
        <w:rPr>
          <w:rFonts w:ascii="Times New Roman" w:hAnsi="Times New Roman"/>
          <w:sz w:val="28"/>
          <w:szCs w:val="28"/>
        </w:rPr>
        <w:t xml:space="preserve"> получателями</w:t>
      </w:r>
      <w:r w:rsidR="00C877A5">
        <w:rPr>
          <w:rFonts w:ascii="Times New Roman" w:hAnsi="Times New Roman"/>
          <w:sz w:val="28"/>
          <w:szCs w:val="28"/>
        </w:rPr>
        <w:t xml:space="preserve"> </w:t>
      </w:r>
      <w:r w:rsidRPr="00574760">
        <w:rPr>
          <w:rFonts w:ascii="Times New Roman" w:hAnsi="Times New Roman"/>
          <w:sz w:val="28"/>
          <w:szCs w:val="28"/>
        </w:rPr>
        <w:t xml:space="preserve">субсидии в соответствии с </w:t>
      </w:r>
      <w:hyperlink r:id="rId15" w:history="1">
        <w:r w:rsidRPr="00574760">
          <w:rPr>
            <w:rFonts w:ascii="Times New Roman" w:hAnsi="Times New Roman"/>
            <w:sz w:val="28"/>
            <w:szCs w:val="28"/>
          </w:rPr>
          <w:t>Правилами</w:t>
        </w:r>
      </w:hyperlink>
      <w:r w:rsidRPr="00574760">
        <w:rPr>
          <w:rFonts w:ascii="Times New Roman" w:hAnsi="Times New Roman"/>
          <w:sz w:val="28"/>
          <w:szCs w:val="28"/>
        </w:rPr>
        <w:t xml:space="preserve"> формирования, предоставления и распределения субсидий из федерального бюджета бюджетам субъектов Российской Федерации, утвержденными </w:t>
      </w:r>
      <w:r w:rsidR="00C877A5">
        <w:rPr>
          <w:rFonts w:ascii="Times New Roman" w:hAnsi="Times New Roman"/>
          <w:sz w:val="28"/>
          <w:szCs w:val="28"/>
        </w:rPr>
        <w:t>п</w:t>
      </w:r>
      <w:r w:rsidRPr="00574760">
        <w:rPr>
          <w:rFonts w:ascii="Times New Roman" w:hAnsi="Times New Roman"/>
          <w:sz w:val="28"/>
          <w:szCs w:val="28"/>
        </w:rPr>
        <w:t xml:space="preserve">остановлением Правительства Российской Федерации от 30.09.2014 </w:t>
      </w:r>
      <w:r w:rsidR="001F36E8" w:rsidRPr="00574760">
        <w:rPr>
          <w:rFonts w:ascii="Times New Roman" w:hAnsi="Times New Roman"/>
          <w:sz w:val="28"/>
          <w:szCs w:val="28"/>
        </w:rPr>
        <w:t>№</w:t>
      </w:r>
      <w:r w:rsidRPr="00574760">
        <w:rPr>
          <w:rFonts w:ascii="Times New Roman" w:hAnsi="Times New Roman"/>
          <w:sz w:val="28"/>
          <w:szCs w:val="28"/>
        </w:rPr>
        <w:t xml:space="preserve"> 999, и Правилами</w:t>
      </w:r>
      <w:proofErr w:type="gramEnd"/>
      <w:r w:rsidRPr="00574760">
        <w:rPr>
          <w:rFonts w:ascii="Times New Roman" w:hAnsi="Times New Roman"/>
          <w:sz w:val="28"/>
          <w:szCs w:val="28"/>
        </w:rPr>
        <w:t xml:space="preserve"> </w:t>
      </w:r>
      <w:r w:rsidR="001F36E8" w:rsidRPr="00574760">
        <w:rPr>
          <w:rFonts w:ascii="Times New Roman" w:hAnsi="Times New Roman"/>
          <w:sz w:val="28"/>
          <w:szCs w:val="28"/>
        </w:rPr>
        <w:t>№</w:t>
      </w:r>
      <w:r w:rsidRPr="00574760">
        <w:rPr>
          <w:rFonts w:ascii="Times New Roman" w:hAnsi="Times New Roman"/>
          <w:sz w:val="28"/>
          <w:szCs w:val="28"/>
        </w:rPr>
        <w:t xml:space="preserve"> 377.</w:t>
      </w: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>4.1</w:t>
      </w:r>
      <w:r w:rsidR="000C6FCF" w:rsidRPr="00574760">
        <w:rPr>
          <w:rFonts w:ascii="Times New Roman" w:hAnsi="Times New Roman"/>
          <w:sz w:val="28"/>
          <w:szCs w:val="28"/>
        </w:rPr>
        <w:t>3</w:t>
      </w:r>
      <w:r w:rsidRPr="00574760">
        <w:rPr>
          <w:rFonts w:ascii="Times New Roman" w:hAnsi="Times New Roman"/>
          <w:sz w:val="28"/>
          <w:szCs w:val="28"/>
        </w:rPr>
        <w:t>. Результатами использования субсидий являются:</w:t>
      </w: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>4.1</w:t>
      </w:r>
      <w:r w:rsidR="000C6FCF" w:rsidRPr="00574760">
        <w:rPr>
          <w:rFonts w:ascii="Times New Roman" w:hAnsi="Times New Roman"/>
          <w:sz w:val="28"/>
          <w:szCs w:val="28"/>
        </w:rPr>
        <w:t>3</w:t>
      </w:r>
      <w:r w:rsidRPr="00574760">
        <w:rPr>
          <w:rFonts w:ascii="Times New Roman" w:hAnsi="Times New Roman"/>
          <w:sz w:val="28"/>
          <w:szCs w:val="28"/>
        </w:rPr>
        <w:t>.1. Для мероприятия, указанного в подпункте 4.1 таблицы № 1 раздела 5:</w:t>
      </w: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>-</w:t>
      </w:r>
      <w:r w:rsidR="00EA1CD8" w:rsidRPr="00574760">
        <w:rPr>
          <w:rFonts w:ascii="Times New Roman" w:hAnsi="Times New Roman"/>
          <w:sz w:val="28"/>
          <w:szCs w:val="28"/>
        </w:rPr>
        <w:t> </w:t>
      </w:r>
      <w:r w:rsidRPr="00574760">
        <w:rPr>
          <w:rFonts w:ascii="Times New Roman" w:hAnsi="Times New Roman"/>
          <w:sz w:val="28"/>
          <w:szCs w:val="28"/>
        </w:rPr>
        <w:t xml:space="preserve">ввод в эксплуатацию после строительства и </w:t>
      </w:r>
      <w:proofErr w:type="gramStart"/>
      <w:r w:rsidRPr="00574760">
        <w:rPr>
          <w:rFonts w:ascii="Times New Roman" w:hAnsi="Times New Roman"/>
          <w:sz w:val="28"/>
          <w:szCs w:val="28"/>
        </w:rPr>
        <w:t>реконструкции</w:t>
      </w:r>
      <w:proofErr w:type="gramEnd"/>
      <w:r w:rsidRPr="00574760">
        <w:rPr>
          <w:rFonts w:ascii="Times New Roman" w:hAnsi="Times New Roman"/>
          <w:sz w:val="28"/>
          <w:szCs w:val="28"/>
        </w:rPr>
        <w:t xml:space="preserve"> автомобильных дорог </w:t>
      </w:r>
      <w:r w:rsidR="006D3EE2" w:rsidRPr="00574760">
        <w:rPr>
          <w:rFonts w:ascii="Times New Roman" w:hAnsi="Times New Roman"/>
          <w:sz w:val="28"/>
          <w:szCs w:val="28"/>
        </w:rPr>
        <w:t xml:space="preserve">общего пользования местного значения с твердым покрытием до сельских населенных пунктов, </w:t>
      </w:r>
      <w:r w:rsidR="00FF46C9" w:rsidRPr="00574760">
        <w:rPr>
          <w:rFonts w:ascii="Times New Roman" w:hAnsi="Times New Roman"/>
          <w:sz w:val="28"/>
          <w:szCs w:val="28"/>
        </w:rPr>
        <w:t>не имеющ</w:t>
      </w:r>
      <w:r w:rsidR="006D3EE2" w:rsidRPr="00574760">
        <w:rPr>
          <w:rFonts w:ascii="Times New Roman" w:hAnsi="Times New Roman"/>
          <w:sz w:val="28"/>
          <w:szCs w:val="28"/>
        </w:rPr>
        <w:t>их</w:t>
      </w:r>
      <w:r w:rsidR="00FF46C9" w:rsidRPr="00574760">
        <w:rPr>
          <w:rFonts w:ascii="Times New Roman" w:hAnsi="Times New Roman"/>
          <w:sz w:val="28"/>
          <w:szCs w:val="28"/>
        </w:rPr>
        <w:t xml:space="preserve"> кр</w:t>
      </w:r>
      <w:r w:rsidR="006D3EE2" w:rsidRPr="00574760">
        <w:rPr>
          <w:rFonts w:ascii="Times New Roman" w:hAnsi="Times New Roman"/>
          <w:sz w:val="28"/>
          <w:szCs w:val="28"/>
        </w:rPr>
        <w:t>углогодичной</w:t>
      </w:r>
      <w:r w:rsidR="00FF46C9" w:rsidRPr="00574760">
        <w:rPr>
          <w:rFonts w:ascii="Times New Roman" w:hAnsi="Times New Roman"/>
          <w:sz w:val="28"/>
          <w:szCs w:val="28"/>
        </w:rPr>
        <w:t xml:space="preserve"> св</w:t>
      </w:r>
      <w:r w:rsidR="006D3EE2" w:rsidRPr="00574760">
        <w:rPr>
          <w:rFonts w:ascii="Times New Roman" w:hAnsi="Times New Roman"/>
          <w:sz w:val="28"/>
          <w:szCs w:val="28"/>
        </w:rPr>
        <w:t>язи с сетью автомобильных дорог</w:t>
      </w:r>
      <w:r w:rsidR="00FF46C9" w:rsidRPr="00574760">
        <w:rPr>
          <w:rFonts w:ascii="Times New Roman" w:hAnsi="Times New Roman"/>
          <w:sz w:val="28"/>
          <w:szCs w:val="28"/>
        </w:rPr>
        <w:t xml:space="preserve"> </w:t>
      </w:r>
      <w:r w:rsidRPr="00574760">
        <w:rPr>
          <w:rFonts w:ascii="Times New Roman" w:hAnsi="Times New Roman"/>
          <w:sz w:val="28"/>
          <w:szCs w:val="28"/>
        </w:rPr>
        <w:t>общего пользования.</w:t>
      </w: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>4.1</w:t>
      </w:r>
      <w:r w:rsidR="000C6FCF" w:rsidRPr="00574760">
        <w:rPr>
          <w:rFonts w:ascii="Times New Roman" w:hAnsi="Times New Roman"/>
          <w:sz w:val="28"/>
          <w:szCs w:val="28"/>
        </w:rPr>
        <w:t>3</w:t>
      </w:r>
      <w:r w:rsidRPr="00574760">
        <w:rPr>
          <w:rFonts w:ascii="Times New Roman" w:hAnsi="Times New Roman"/>
          <w:sz w:val="28"/>
          <w:szCs w:val="28"/>
        </w:rPr>
        <w:t>.2. Для мероприяти</w:t>
      </w:r>
      <w:r w:rsidR="007B0FEA" w:rsidRPr="00574760">
        <w:rPr>
          <w:rFonts w:ascii="Times New Roman" w:hAnsi="Times New Roman"/>
          <w:sz w:val="28"/>
          <w:szCs w:val="28"/>
        </w:rPr>
        <w:t>я</w:t>
      </w:r>
      <w:r w:rsidRPr="00574760">
        <w:rPr>
          <w:rFonts w:ascii="Times New Roman" w:hAnsi="Times New Roman"/>
          <w:sz w:val="28"/>
          <w:szCs w:val="28"/>
        </w:rPr>
        <w:t>, указанн</w:t>
      </w:r>
      <w:r w:rsidR="007B0FEA" w:rsidRPr="00574760">
        <w:rPr>
          <w:rFonts w:ascii="Times New Roman" w:hAnsi="Times New Roman"/>
          <w:sz w:val="28"/>
          <w:szCs w:val="28"/>
        </w:rPr>
        <w:t>ого</w:t>
      </w:r>
      <w:r w:rsidRPr="00574760">
        <w:rPr>
          <w:rFonts w:ascii="Times New Roman" w:hAnsi="Times New Roman"/>
          <w:sz w:val="28"/>
          <w:szCs w:val="28"/>
        </w:rPr>
        <w:t xml:space="preserve"> в подпункт</w:t>
      </w:r>
      <w:r w:rsidR="007B0FEA" w:rsidRPr="00574760">
        <w:rPr>
          <w:rFonts w:ascii="Times New Roman" w:hAnsi="Times New Roman"/>
          <w:sz w:val="28"/>
          <w:szCs w:val="28"/>
        </w:rPr>
        <w:t>е</w:t>
      </w:r>
      <w:r w:rsidRPr="00574760">
        <w:rPr>
          <w:rFonts w:ascii="Times New Roman" w:hAnsi="Times New Roman"/>
          <w:sz w:val="28"/>
          <w:szCs w:val="28"/>
        </w:rPr>
        <w:t xml:space="preserve"> 4.5 таблицы № 1 раздела 5:</w:t>
      </w: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>-</w:t>
      </w:r>
      <w:r w:rsidR="00EA1CD8" w:rsidRPr="00574760">
        <w:rPr>
          <w:rFonts w:ascii="Times New Roman" w:hAnsi="Times New Roman"/>
          <w:sz w:val="28"/>
          <w:szCs w:val="28"/>
        </w:rPr>
        <w:t> </w:t>
      </w:r>
      <w:r w:rsidRPr="00574760">
        <w:rPr>
          <w:rFonts w:ascii="Times New Roman" w:hAnsi="Times New Roman"/>
          <w:sz w:val="28"/>
          <w:szCs w:val="28"/>
        </w:rPr>
        <w:t xml:space="preserve">ввод в эксплуатацию после строительства и </w:t>
      </w:r>
      <w:proofErr w:type="gramStart"/>
      <w:r w:rsidRPr="00574760">
        <w:rPr>
          <w:rFonts w:ascii="Times New Roman" w:hAnsi="Times New Roman"/>
          <w:sz w:val="28"/>
          <w:szCs w:val="28"/>
        </w:rPr>
        <w:t>реконструкции</w:t>
      </w:r>
      <w:proofErr w:type="gramEnd"/>
      <w:r w:rsidRPr="00574760">
        <w:rPr>
          <w:rFonts w:ascii="Times New Roman" w:hAnsi="Times New Roman"/>
          <w:sz w:val="28"/>
          <w:szCs w:val="28"/>
        </w:rPr>
        <w:t xml:space="preserve"> автомобильных дорог общего пользования местного значения;</w:t>
      </w: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>-</w:t>
      </w:r>
      <w:r w:rsidR="00EA1CD8" w:rsidRPr="00574760">
        <w:rPr>
          <w:rFonts w:ascii="Times New Roman" w:hAnsi="Times New Roman"/>
          <w:sz w:val="28"/>
          <w:szCs w:val="28"/>
        </w:rPr>
        <w:t> </w:t>
      </w:r>
      <w:r w:rsidRPr="00574760">
        <w:rPr>
          <w:rFonts w:ascii="Times New Roman" w:hAnsi="Times New Roman"/>
          <w:sz w:val="28"/>
          <w:szCs w:val="28"/>
        </w:rPr>
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результате капитального ремонт</w:t>
      </w:r>
      <w:r w:rsidR="00202E83" w:rsidRPr="00574760">
        <w:rPr>
          <w:rFonts w:ascii="Times New Roman" w:hAnsi="Times New Roman"/>
          <w:sz w:val="28"/>
          <w:szCs w:val="28"/>
        </w:rPr>
        <w:t xml:space="preserve">а и </w:t>
      </w:r>
      <w:proofErr w:type="gramStart"/>
      <w:r w:rsidR="00202E83" w:rsidRPr="00574760">
        <w:rPr>
          <w:rFonts w:ascii="Times New Roman" w:hAnsi="Times New Roman"/>
          <w:sz w:val="28"/>
          <w:szCs w:val="28"/>
        </w:rPr>
        <w:t>ремонта</w:t>
      </w:r>
      <w:proofErr w:type="gramEnd"/>
      <w:r w:rsidR="00202E83" w:rsidRPr="00574760">
        <w:rPr>
          <w:rFonts w:ascii="Times New Roman" w:hAnsi="Times New Roman"/>
          <w:sz w:val="28"/>
          <w:szCs w:val="28"/>
        </w:rPr>
        <w:t xml:space="preserve"> автомобильных дорог;</w:t>
      </w:r>
    </w:p>
    <w:p w:rsidR="007B0FEA" w:rsidRPr="00574760" w:rsidRDefault="00202E83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230D3">
        <w:rPr>
          <w:rFonts w:ascii="Times New Roman" w:hAnsi="Times New Roman"/>
          <w:sz w:val="28"/>
          <w:szCs w:val="28"/>
        </w:rPr>
        <w:t>- </w:t>
      </w:r>
      <w:r w:rsidR="002902DF" w:rsidRPr="00C230D3">
        <w:rPr>
          <w:rFonts w:ascii="Times New Roman" w:hAnsi="Times New Roman"/>
          <w:sz w:val="28"/>
          <w:szCs w:val="28"/>
        </w:rPr>
        <w:t>выполнение</w:t>
      </w:r>
      <w:r w:rsidR="00574760" w:rsidRPr="00C230D3">
        <w:rPr>
          <w:rFonts w:ascii="Times New Roman" w:hAnsi="Times New Roman"/>
          <w:sz w:val="28"/>
          <w:szCs w:val="28"/>
        </w:rPr>
        <w:t xml:space="preserve"> работ </w:t>
      </w:r>
      <w:r w:rsidR="006D3EE2" w:rsidRPr="00C230D3">
        <w:rPr>
          <w:rFonts w:ascii="Times New Roman" w:hAnsi="Times New Roman"/>
          <w:sz w:val="28"/>
          <w:szCs w:val="28"/>
        </w:rPr>
        <w:t xml:space="preserve">по содержанию </w:t>
      </w:r>
      <w:r w:rsidR="00FF46C9" w:rsidRPr="00C230D3">
        <w:rPr>
          <w:rFonts w:ascii="Times New Roman" w:hAnsi="Times New Roman"/>
          <w:sz w:val="28"/>
          <w:szCs w:val="28"/>
        </w:rPr>
        <w:t>автомобильны</w:t>
      </w:r>
      <w:r w:rsidR="00574760" w:rsidRPr="00C230D3">
        <w:rPr>
          <w:rFonts w:ascii="Times New Roman" w:hAnsi="Times New Roman"/>
          <w:sz w:val="28"/>
          <w:szCs w:val="28"/>
        </w:rPr>
        <w:t>х</w:t>
      </w:r>
      <w:r w:rsidR="00FF46C9" w:rsidRPr="00C230D3">
        <w:rPr>
          <w:rFonts w:ascii="Times New Roman" w:hAnsi="Times New Roman"/>
          <w:sz w:val="28"/>
          <w:szCs w:val="28"/>
        </w:rPr>
        <w:t xml:space="preserve"> дорог общего</w:t>
      </w:r>
      <w:r w:rsidR="00FF46C9" w:rsidRPr="00574760">
        <w:rPr>
          <w:rFonts w:ascii="Times New Roman" w:hAnsi="Times New Roman"/>
          <w:sz w:val="28"/>
          <w:szCs w:val="28"/>
        </w:rPr>
        <w:t xml:space="preserve"> пользования местного значения</w:t>
      </w:r>
      <w:r w:rsidR="006D3EE2" w:rsidRPr="00574760">
        <w:rPr>
          <w:rFonts w:ascii="Times New Roman" w:hAnsi="Times New Roman"/>
          <w:sz w:val="28"/>
          <w:szCs w:val="28"/>
        </w:rPr>
        <w:t>.</w:t>
      </w: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>4.1</w:t>
      </w:r>
      <w:r w:rsidR="000C6FCF" w:rsidRPr="00574760">
        <w:rPr>
          <w:rFonts w:ascii="Times New Roman" w:hAnsi="Times New Roman"/>
          <w:sz w:val="28"/>
          <w:szCs w:val="28"/>
        </w:rPr>
        <w:t>3</w:t>
      </w:r>
      <w:r w:rsidRPr="00574760">
        <w:rPr>
          <w:rFonts w:ascii="Times New Roman" w:hAnsi="Times New Roman"/>
          <w:sz w:val="28"/>
          <w:szCs w:val="28"/>
        </w:rPr>
        <w:t>.3. Для мероприятия, указанного в подпункте 4.6 таблицы № 1 раздела 5:</w:t>
      </w: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>-</w:t>
      </w:r>
      <w:r w:rsidR="00EA1CD8" w:rsidRPr="00574760">
        <w:rPr>
          <w:rFonts w:ascii="Times New Roman" w:hAnsi="Times New Roman"/>
          <w:sz w:val="28"/>
          <w:szCs w:val="28"/>
        </w:rPr>
        <w:t> </w:t>
      </w:r>
      <w:r w:rsidRPr="00574760">
        <w:rPr>
          <w:rFonts w:ascii="Times New Roman" w:hAnsi="Times New Roman"/>
          <w:sz w:val="28"/>
          <w:szCs w:val="28"/>
        </w:rPr>
        <w:t xml:space="preserve">ввод в эксплуатацию после строительства и </w:t>
      </w:r>
      <w:proofErr w:type="gramStart"/>
      <w:r w:rsidRPr="00574760">
        <w:rPr>
          <w:rFonts w:ascii="Times New Roman" w:hAnsi="Times New Roman"/>
          <w:sz w:val="28"/>
          <w:szCs w:val="28"/>
        </w:rPr>
        <w:t>реконструкции</w:t>
      </w:r>
      <w:proofErr w:type="gramEnd"/>
      <w:r w:rsidRPr="00574760">
        <w:rPr>
          <w:rFonts w:ascii="Times New Roman" w:hAnsi="Times New Roman"/>
          <w:sz w:val="28"/>
          <w:szCs w:val="28"/>
        </w:rPr>
        <w:t xml:space="preserve"> 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продукции.</w:t>
      </w: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>4.1</w:t>
      </w:r>
      <w:r w:rsidR="000C6FCF" w:rsidRPr="00574760">
        <w:rPr>
          <w:rFonts w:ascii="Times New Roman" w:hAnsi="Times New Roman"/>
          <w:sz w:val="28"/>
          <w:szCs w:val="28"/>
        </w:rPr>
        <w:t>3</w:t>
      </w:r>
      <w:r w:rsidRPr="00574760">
        <w:rPr>
          <w:rFonts w:ascii="Times New Roman" w:hAnsi="Times New Roman"/>
          <w:sz w:val="28"/>
          <w:szCs w:val="28"/>
        </w:rPr>
        <w:t>.4. Для мероприятия, указанного в подпункте 4.7 таблицы № 1 раздела 5:</w:t>
      </w: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>- ввод в эксплуатацию после строительства (реконструкции), капитального ремонта и (или) ремонта автомобильных дорог общего пользования</w:t>
      </w:r>
      <w:r w:rsidR="002776E3" w:rsidRPr="00574760">
        <w:rPr>
          <w:rFonts w:ascii="Times New Roman" w:hAnsi="Times New Roman"/>
          <w:sz w:val="28"/>
          <w:szCs w:val="28"/>
        </w:rPr>
        <w:t xml:space="preserve"> местного значения</w:t>
      </w:r>
      <w:r w:rsidRPr="00574760">
        <w:rPr>
          <w:rFonts w:ascii="Times New Roman" w:hAnsi="Times New Roman"/>
          <w:sz w:val="28"/>
          <w:szCs w:val="28"/>
        </w:rPr>
        <w:t>, ведущих от сети автомобильных дорог общего пользования к объектам, расположенным (планируемым к созданию) в сельских населенных пунктах.</w:t>
      </w: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>4.1</w:t>
      </w:r>
      <w:r w:rsidR="000C6FCF" w:rsidRPr="00574760">
        <w:rPr>
          <w:rFonts w:ascii="Times New Roman" w:hAnsi="Times New Roman"/>
          <w:sz w:val="28"/>
          <w:szCs w:val="28"/>
        </w:rPr>
        <w:t>3</w:t>
      </w:r>
      <w:r w:rsidRPr="00574760">
        <w:rPr>
          <w:rFonts w:ascii="Times New Roman" w:hAnsi="Times New Roman"/>
          <w:sz w:val="28"/>
          <w:szCs w:val="28"/>
        </w:rPr>
        <w:t>.5. Для мероприяти</w:t>
      </w:r>
      <w:r w:rsidR="007B0FEA" w:rsidRPr="00574760">
        <w:rPr>
          <w:rFonts w:ascii="Times New Roman" w:hAnsi="Times New Roman"/>
          <w:sz w:val="28"/>
          <w:szCs w:val="28"/>
        </w:rPr>
        <w:t>я</w:t>
      </w:r>
      <w:r w:rsidRPr="00574760">
        <w:rPr>
          <w:rFonts w:ascii="Times New Roman" w:hAnsi="Times New Roman"/>
          <w:sz w:val="28"/>
          <w:szCs w:val="28"/>
        </w:rPr>
        <w:t>, указанн</w:t>
      </w:r>
      <w:r w:rsidR="007B0FEA" w:rsidRPr="00574760">
        <w:rPr>
          <w:rFonts w:ascii="Times New Roman" w:hAnsi="Times New Roman"/>
          <w:sz w:val="28"/>
          <w:szCs w:val="28"/>
        </w:rPr>
        <w:t>ого</w:t>
      </w:r>
      <w:r w:rsidRPr="00574760">
        <w:rPr>
          <w:rFonts w:ascii="Times New Roman" w:hAnsi="Times New Roman"/>
          <w:sz w:val="28"/>
          <w:szCs w:val="28"/>
        </w:rPr>
        <w:t xml:space="preserve"> в подпункт</w:t>
      </w:r>
      <w:r w:rsidR="007B0FEA" w:rsidRPr="00574760">
        <w:rPr>
          <w:rFonts w:ascii="Times New Roman" w:hAnsi="Times New Roman"/>
          <w:sz w:val="28"/>
          <w:szCs w:val="28"/>
        </w:rPr>
        <w:t>е</w:t>
      </w:r>
      <w:r w:rsidRPr="00574760">
        <w:rPr>
          <w:rFonts w:ascii="Times New Roman" w:hAnsi="Times New Roman"/>
          <w:sz w:val="28"/>
          <w:szCs w:val="28"/>
        </w:rPr>
        <w:t xml:space="preserve"> 7.3</w:t>
      </w:r>
      <w:r w:rsidR="000C6FCF" w:rsidRPr="00574760">
        <w:rPr>
          <w:rFonts w:ascii="Times New Roman" w:hAnsi="Times New Roman"/>
          <w:sz w:val="28"/>
          <w:szCs w:val="28"/>
        </w:rPr>
        <w:t xml:space="preserve"> </w:t>
      </w:r>
      <w:r w:rsidRPr="00574760">
        <w:rPr>
          <w:rFonts w:ascii="Times New Roman" w:hAnsi="Times New Roman"/>
          <w:sz w:val="28"/>
          <w:szCs w:val="28"/>
        </w:rPr>
        <w:t>таблицы № 1 раздела 5:</w:t>
      </w: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>-</w:t>
      </w:r>
      <w:r w:rsidR="00EA1CD8" w:rsidRPr="00574760">
        <w:rPr>
          <w:rFonts w:ascii="Times New Roman" w:hAnsi="Times New Roman"/>
          <w:sz w:val="28"/>
          <w:szCs w:val="28"/>
        </w:rPr>
        <w:t> </w:t>
      </w:r>
      <w:r w:rsidRPr="00574760">
        <w:rPr>
          <w:rFonts w:ascii="Times New Roman" w:hAnsi="Times New Roman"/>
          <w:sz w:val="28"/>
          <w:szCs w:val="28"/>
        </w:rPr>
        <w:t>ввод в эксплуатацию после реконструкции автомобильных дорог общего пользования местного значения;</w:t>
      </w: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>-</w:t>
      </w:r>
      <w:r w:rsidR="00EA1CD8" w:rsidRPr="00574760">
        <w:rPr>
          <w:rFonts w:ascii="Times New Roman" w:hAnsi="Times New Roman"/>
          <w:sz w:val="28"/>
          <w:szCs w:val="28"/>
        </w:rPr>
        <w:t> </w:t>
      </w:r>
      <w:r w:rsidRPr="00574760">
        <w:rPr>
          <w:rFonts w:ascii="Times New Roman" w:hAnsi="Times New Roman"/>
          <w:sz w:val="28"/>
          <w:szCs w:val="28"/>
        </w:rPr>
        <w:t xml:space="preserve"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результате капитального ремонта и </w:t>
      </w:r>
      <w:proofErr w:type="gramStart"/>
      <w:r w:rsidRPr="00574760">
        <w:rPr>
          <w:rFonts w:ascii="Times New Roman" w:hAnsi="Times New Roman"/>
          <w:sz w:val="28"/>
          <w:szCs w:val="28"/>
        </w:rPr>
        <w:t>ремонта</w:t>
      </w:r>
      <w:proofErr w:type="gramEnd"/>
      <w:r w:rsidRPr="00574760">
        <w:rPr>
          <w:rFonts w:ascii="Times New Roman" w:hAnsi="Times New Roman"/>
          <w:sz w:val="28"/>
          <w:szCs w:val="28"/>
        </w:rPr>
        <w:t xml:space="preserve"> ав</w:t>
      </w:r>
      <w:r w:rsidR="00202E83" w:rsidRPr="00574760">
        <w:rPr>
          <w:rFonts w:ascii="Times New Roman" w:hAnsi="Times New Roman"/>
          <w:sz w:val="28"/>
          <w:szCs w:val="28"/>
        </w:rPr>
        <w:t>томобильных дорог;</w:t>
      </w:r>
    </w:p>
    <w:p w:rsidR="00574760" w:rsidRPr="00574760" w:rsidRDefault="00574760" w:rsidP="0057476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230D3">
        <w:rPr>
          <w:rFonts w:ascii="Times New Roman" w:hAnsi="Times New Roman"/>
          <w:sz w:val="28"/>
          <w:szCs w:val="28"/>
        </w:rPr>
        <w:t>- </w:t>
      </w:r>
      <w:r w:rsidR="002902DF" w:rsidRPr="00C230D3">
        <w:rPr>
          <w:rFonts w:ascii="Times New Roman" w:hAnsi="Times New Roman"/>
          <w:sz w:val="28"/>
          <w:szCs w:val="28"/>
        </w:rPr>
        <w:t>выполнение</w:t>
      </w:r>
      <w:r w:rsidRPr="00C230D3">
        <w:rPr>
          <w:rFonts w:ascii="Times New Roman" w:hAnsi="Times New Roman"/>
          <w:sz w:val="28"/>
          <w:szCs w:val="28"/>
        </w:rPr>
        <w:t xml:space="preserve"> работ по содержанию автомобильных дорог общего</w:t>
      </w:r>
      <w:r w:rsidRPr="00574760">
        <w:rPr>
          <w:rFonts w:ascii="Times New Roman" w:hAnsi="Times New Roman"/>
          <w:sz w:val="28"/>
          <w:szCs w:val="28"/>
        </w:rPr>
        <w:t xml:space="preserve"> пользования местного значения.</w:t>
      </w:r>
    </w:p>
    <w:p w:rsidR="001F36E8" w:rsidRPr="00574760" w:rsidRDefault="001F36E8" w:rsidP="001F36E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>4.1</w:t>
      </w:r>
      <w:r w:rsidR="000C6FCF" w:rsidRPr="00574760">
        <w:rPr>
          <w:rFonts w:ascii="Times New Roman" w:hAnsi="Times New Roman"/>
          <w:sz w:val="28"/>
          <w:szCs w:val="28"/>
        </w:rPr>
        <w:t>3</w:t>
      </w:r>
      <w:r w:rsidRPr="00574760">
        <w:rPr>
          <w:rFonts w:ascii="Times New Roman" w:hAnsi="Times New Roman"/>
          <w:sz w:val="28"/>
          <w:szCs w:val="28"/>
        </w:rPr>
        <w:t>.6. Для мероприятия, указанного в подпункте 7.</w:t>
      </w:r>
      <w:r w:rsidR="007B0FEA" w:rsidRPr="00574760">
        <w:rPr>
          <w:rFonts w:ascii="Times New Roman" w:hAnsi="Times New Roman"/>
          <w:sz w:val="28"/>
          <w:szCs w:val="28"/>
        </w:rPr>
        <w:t>4</w:t>
      </w:r>
      <w:r w:rsidRPr="00574760">
        <w:rPr>
          <w:rFonts w:ascii="Times New Roman" w:hAnsi="Times New Roman"/>
          <w:sz w:val="28"/>
          <w:szCs w:val="28"/>
        </w:rPr>
        <w:t xml:space="preserve"> таблицы № 1 раздела 5:</w:t>
      </w:r>
    </w:p>
    <w:p w:rsidR="007B0FEA" w:rsidRPr="00574760" w:rsidRDefault="007B0FEA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>- </w:t>
      </w:r>
      <w:r w:rsidR="00B06888" w:rsidRPr="00574760">
        <w:rPr>
          <w:rFonts w:ascii="Times New Roman" w:hAnsi="Times New Roman"/>
          <w:sz w:val="28"/>
          <w:szCs w:val="28"/>
        </w:rPr>
        <w:t xml:space="preserve">на сети автомобильных дорог общего пользования местного значения Рязанской городской агломерации выполнены работы в целях </w:t>
      </w:r>
      <w:r w:rsidRPr="00574760">
        <w:rPr>
          <w:rFonts w:ascii="Times New Roman" w:hAnsi="Times New Roman"/>
          <w:sz w:val="28"/>
          <w:szCs w:val="28"/>
        </w:rPr>
        <w:t>приведени</w:t>
      </w:r>
      <w:r w:rsidR="00B06888" w:rsidRPr="00574760">
        <w:rPr>
          <w:rFonts w:ascii="Times New Roman" w:hAnsi="Times New Roman"/>
          <w:sz w:val="28"/>
          <w:szCs w:val="28"/>
        </w:rPr>
        <w:t>я</w:t>
      </w:r>
      <w:r w:rsidRPr="00574760">
        <w:rPr>
          <w:rFonts w:ascii="Times New Roman" w:hAnsi="Times New Roman"/>
          <w:sz w:val="28"/>
          <w:szCs w:val="28"/>
        </w:rPr>
        <w:t xml:space="preserve"> в нормативное состояние</w:t>
      </w:r>
      <w:r w:rsidR="00B06888" w:rsidRPr="00574760">
        <w:rPr>
          <w:rFonts w:ascii="Times New Roman" w:hAnsi="Times New Roman"/>
          <w:sz w:val="28"/>
          <w:szCs w:val="28"/>
        </w:rPr>
        <w:t>.</w:t>
      </w:r>
    </w:p>
    <w:p w:rsidR="00261937" w:rsidRPr="00574760" w:rsidRDefault="000C6FCF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>4.13</w:t>
      </w:r>
      <w:r w:rsidR="00261937" w:rsidRPr="00574760">
        <w:rPr>
          <w:rFonts w:ascii="Times New Roman" w:hAnsi="Times New Roman"/>
          <w:sz w:val="28"/>
          <w:szCs w:val="28"/>
        </w:rPr>
        <w:t>.</w:t>
      </w:r>
      <w:r w:rsidR="00F41EFB" w:rsidRPr="00574760">
        <w:rPr>
          <w:rFonts w:ascii="Times New Roman" w:hAnsi="Times New Roman"/>
          <w:sz w:val="28"/>
          <w:szCs w:val="28"/>
        </w:rPr>
        <w:t>7</w:t>
      </w:r>
      <w:r w:rsidR="00261937" w:rsidRPr="00574760">
        <w:rPr>
          <w:rFonts w:ascii="Times New Roman" w:hAnsi="Times New Roman"/>
          <w:sz w:val="28"/>
          <w:szCs w:val="28"/>
        </w:rPr>
        <w:t>. Для мероприятия, указанного в подпункте 8.1 таблицы № 1</w:t>
      </w:r>
      <w:r w:rsidR="00ED1132" w:rsidRPr="00574760">
        <w:rPr>
          <w:rFonts w:ascii="Times New Roman" w:hAnsi="Times New Roman"/>
          <w:sz w:val="28"/>
          <w:szCs w:val="28"/>
        </w:rPr>
        <w:t xml:space="preserve"> раздела 5:</w:t>
      </w: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>-</w:t>
      </w:r>
      <w:r w:rsidR="00EA1CD8" w:rsidRPr="00574760">
        <w:rPr>
          <w:rFonts w:ascii="Times New Roman" w:hAnsi="Times New Roman"/>
          <w:sz w:val="28"/>
          <w:szCs w:val="28"/>
        </w:rPr>
        <w:t> </w:t>
      </w:r>
      <w:r w:rsidRPr="00574760">
        <w:rPr>
          <w:rFonts w:ascii="Times New Roman" w:hAnsi="Times New Roman"/>
          <w:sz w:val="28"/>
          <w:szCs w:val="28"/>
        </w:rPr>
        <w:t xml:space="preserve">количество </w:t>
      </w:r>
      <w:r w:rsidR="000C6FCF" w:rsidRPr="00574760">
        <w:rPr>
          <w:rFonts w:ascii="Times New Roman" w:hAnsi="Times New Roman"/>
          <w:sz w:val="28"/>
          <w:szCs w:val="28"/>
        </w:rPr>
        <w:t xml:space="preserve">установленных </w:t>
      </w:r>
      <w:r w:rsidRPr="00574760">
        <w:rPr>
          <w:rFonts w:ascii="Times New Roman" w:hAnsi="Times New Roman"/>
          <w:sz w:val="28"/>
          <w:szCs w:val="28"/>
        </w:rPr>
        <w:t xml:space="preserve">элементов </w:t>
      </w:r>
      <w:r w:rsidR="00FF46C9" w:rsidRPr="00574760">
        <w:rPr>
          <w:rFonts w:ascii="Times New Roman" w:eastAsia="Times New Roman CYR" w:hAnsi="Times New Roman"/>
          <w:sz w:val="28"/>
          <w:szCs w:val="28"/>
        </w:rPr>
        <w:t xml:space="preserve">автоматизированной системы управления дорожным движением </w:t>
      </w:r>
      <w:r w:rsidR="002776E3" w:rsidRPr="00574760">
        <w:rPr>
          <w:rFonts w:ascii="Times New Roman" w:hAnsi="Times New Roman"/>
          <w:sz w:val="28"/>
          <w:szCs w:val="28"/>
        </w:rPr>
        <w:t>в целях внедрения интеллектуальной транспортной системы, предусматривающей автоматизацию процессов управления дорожным движением в городских агломерациях, включающих города с населением свыше 300 тысяч человек</w:t>
      </w:r>
      <w:r w:rsidRPr="00574760">
        <w:rPr>
          <w:rFonts w:ascii="Times New Roman" w:hAnsi="Times New Roman"/>
          <w:sz w:val="28"/>
          <w:szCs w:val="28"/>
        </w:rPr>
        <w:t>.</w:t>
      </w:r>
    </w:p>
    <w:p w:rsidR="00261937" w:rsidRPr="00574760" w:rsidRDefault="00261937" w:rsidP="002619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>4.1</w:t>
      </w:r>
      <w:r w:rsidR="000C6FCF" w:rsidRPr="00574760">
        <w:rPr>
          <w:rFonts w:ascii="Times New Roman" w:hAnsi="Times New Roman"/>
          <w:sz w:val="28"/>
          <w:szCs w:val="28"/>
        </w:rPr>
        <w:t>4</w:t>
      </w:r>
      <w:r w:rsidRPr="00574760">
        <w:rPr>
          <w:rFonts w:ascii="Times New Roman" w:hAnsi="Times New Roman"/>
          <w:sz w:val="28"/>
          <w:szCs w:val="28"/>
        </w:rPr>
        <w:t>. В рамках реализации настоящей подпрограммы предусматривается финансовое обеспечение мероприятий в текущем финансовом году, в рамках которого финансируются соответствующие расходные обязательства, принятые и не оплаченные в предшествующем году</w:t>
      </w:r>
      <w:proofErr w:type="gramStart"/>
      <w:r w:rsidRPr="00574760">
        <w:rPr>
          <w:rFonts w:ascii="Times New Roman" w:hAnsi="Times New Roman"/>
          <w:sz w:val="28"/>
          <w:szCs w:val="28"/>
        </w:rPr>
        <w:t>.</w:t>
      </w:r>
      <w:r w:rsidR="00F90CB7" w:rsidRPr="00574760">
        <w:rPr>
          <w:rFonts w:ascii="Times New Roman" w:hAnsi="Times New Roman"/>
          <w:sz w:val="28"/>
          <w:szCs w:val="28"/>
        </w:rPr>
        <w:t>»;</w:t>
      </w:r>
      <w:proofErr w:type="gramEnd"/>
    </w:p>
    <w:p w:rsidR="00C662C3" w:rsidRPr="00574760" w:rsidRDefault="00C877A5" w:rsidP="00DD647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4B3656" w:rsidRPr="00574760">
        <w:rPr>
          <w:rFonts w:ascii="Times New Roman" w:hAnsi="Times New Roman"/>
          <w:sz w:val="28"/>
          <w:szCs w:val="28"/>
        </w:rPr>
        <w:t xml:space="preserve">в </w:t>
      </w:r>
      <w:r w:rsidR="00FC08CA" w:rsidRPr="00574760">
        <w:rPr>
          <w:rFonts w:ascii="Times New Roman" w:hAnsi="Times New Roman"/>
          <w:sz w:val="28"/>
          <w:szCs w:val="28"/>
        </w:rPr>
        <w:t xml:space="preserve">раздел 5 «Система программных мероприятий» </w:t>
      </w:r>
      <w:r w:rsidR="00C662C3" w:rsidRPr="00574760">
        <w:rPr>
          <w:rFonts w:ascii="Times New Roman" w:hAnsi="Times New Roman"/>
          <w:sz w:val="28"/>
          <w:szCs w:val="28"/>
        </w:rPr>
        <w:t>согласно приложению</w:t>
      </w:r>
      <w:r w:rsidR="00E303AD" w:rsidRPr="00574760">
        <w:rPr>
          <w:rFonts w:ascii="Times New Roman" w:hAnsi="Times New Roman"/>
          <w:sz w:val="28"/>
          <w:szCs w:val="28"/>
        </w:rPr>
        <w:t xml:space="preserve"> </w:t>
      </w:r>
      <w:r w:rsidR="00C662C3" w:rsidRPr="00574760">
        <w:rPr>
          <w:rFonts w:ascii="Times New Roman" w:hAnsi="Times New Roman"/>
          <w:sz w:val="28"/>
          <w:szCs w:val="28"/>
        </w:rPr>
        <w:t>№ 1 к настоящему постановлению;</w:t>
      </w:r>
    </w:p>
    <w:p w:rsidR="00AD76F6" w:rsidRPr="00574760" w:rsidRDefault="00C877A5" w:rsidP="00DD647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AD76F6" w:rsidRPr="00574760">
        <w:rPr>
          <w:rFonts w:ascii="Times New Roman" w:hAnsi="Times New Roman"/>
          <w:sz w:val="28"/>
          <w:szCs w:val="28"/>
        </w:rPr>
        <w:t>в разделе 6 «Целевые индикаторы эффективности исполнения подпрограммы»:</w:t>
      </w:r>
    </w:p>
    <w:p w:rsidR="000B1A5A" w:rsidRDefault="00AD76F6" w:rsidP="00DD647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4760">
        <w:rPr>
          <w:rFonts w:ascii="Times New Roman" w:hAnsi="Times New Roman"/>
          <w:sz w:val="28"/>
          <w:szCs w:val="28"/>
        </w:rPr>
        <w:t>- </w:t>
      </w:r>
      <w:r w:rsidR="000B1A5A" w:rsidRPr="00574760">
        <w:rPr>
          <w:rFonts w:ascii="Times New Roman" w:hAnsi="Times New Roman"/>
          <w:sz w:val="28"/>
          <w:szCs w:val="28"/>
        </w:rPr>
        <w:t>пункты 1</w:t>
      </w:r>
      <w:r w:rsidR="000C6FCF" w:rsidRPr="00574760">
        <w:rPr>
          <w:rFonts w:ascii="Times New Roman" w:hAnsi="Times New Roman"/>
          <w:sz w:val="28"/>
          <w:szCs w:val="28"/>
        </w:rPr>
        <w:t xml:space="preserve">, </w:t>
      </w:r>
      <w:r w:rsidR="000B1A5A" w:rsidRPr="00574760">
        <w:rPr>
          <w:rFonts w:ascii="Times New Roman" w:hAnsi="Times New Roman"/>
          <w:sz w:val="28"/>
          <w:szCs w:val="28"/>
        </w:rPr>
        <w:t>2, 4</w:t>
      </w:r>
      <w:r w:rsidR="00C163D6" w:rsidRPr="00574760">
        <w:rPr>
          <w:rFonts w:ascii="Times New Roman" w:hAnsi="Times New Roman"/>
          <w:sz w:val="28"/>
          <w:szCs w:val="28"/>
        </w:rPr>
        <w:t>-8</w:t>
      </w:r>
      <w:r w:rsidR="000B1A5A" w:rsidRPr="00574760">
        <w:rPr>
          <w:rFonts w:ascii="Times New Roman" w:hAnsi="Times New Roman"/>
          <w:sz w:val="28"/>
          <w:szCs w:val="28"/>
        </w:rPr>
        <w:t>, 10</w:t>
      </w:r>
      <w:r w:rsidR="000C6FCF" w:rsidRPr="00574760">
        <w:rPr>
          <w:rFonts w:ascii="Times New Roman" w:hAnsi="Times New Roman"/>
          <w:sz w:val="28"/>
          <w:szCs w:val="28"/>
        </w:rPr>
        <w:t xml:space="preserve">, </w:t>
      </w:r>
      <w:r w:rsidR="000B1A5A" w:rsidRPr="00574760">
        <w:rPr>
          <w:rFonts w:ascii="Times New Roman" w:hAnsi="Times New Roman"/>
          <w:sz w:val="28"/>
          <w:szCs w:val="28"/>
        </w:rPr>
        <w:t>11</w:t>
      </w:r>
      <w:r w:rsidR="002A28B6" w:rsidRPr="00574760">
        <w:rPr>
          <w:rFonts w:ascii="Times New Roman" w:hAnsi="Times New Roman"/>
          <w:sz w:val="28"/>
          <w:szCs w:val="28"/>
        </w:rPr>
        <w:t>, 23, 26</w:t>
      </w:r>
      <w:r w:rsidR="000B1A5A" w:rsidRPr="00574760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6D3EE2" w:rsidRDefault="006D3EE2" w:rsidP="000B1A5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4"/>
          <w:szCs w:val="4"/>
        </w:rPr>
      </w:pPr>
    </w:p>
    <w:p w:rsidR="006D3EE2" w:rsidRPr="00024960" w:rsidRDefault="006D3EE2" w:rsidP="000B1A5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4"/>
          <w:szCs w:val="4"/>
        </w:rPr>
      </w:pPr>
    </w:p>
    <w:tbl>
      <w:tblPr>
        <w:tblW w:w="960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759"/>
        <w:gridCol w:w="68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</w:tblGrid>
      <w:tr w:rsidR="000B1A5A" w:rsidRPr="00024960" w:rsidTr="005B05FE">
        <w:trPr>
          <w:cantSplit/>
          <w:trHeight w:val="121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5A" w:rsidRPr="00024960" w:rsidRDefault="000B1A5A" w:rsidP="005B05F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ab/>
              <w:t>1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A5A" w:rsidRPr="00024960" w:rsidRDefault="000B1A5A" w:rsidP="005B05F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A5A" w:rsidRPr="00024960" w:rsidRDefault="000B1A5A" w:rsidP="005B05F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A5A" w:rsidRPr="00024960" w:rsidRDefault="000B1A5A" w:rsidP="005B05F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A5A" w:rsidRPr="00024960" w:rsidRDefault="000B1A5A" w:rsidP="005B05F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A5A" w:rsidRPr="00024960" w:rsidRDefault="000B1A5A" w:rsidP="005B05F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A5A" w:rsidRPr="00024960" w:rsidRDefault="000B1A5A" w:rsidP="005B05F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A5A" w:rsidRPr="00024960" w:rsidRDefault="000B1A5A" w:rsidP="005B05F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A5A" w:rsidRPr="00024960" w:rsidRDefault="000B1A5A" w:rsidP="005B05F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A5A" w:rsidRPr="00024960" w:rsidRDefault="000B1A5A" w:rsidP="005B05F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A5A" w:rsidRPr="00024960" w:rsidRDefault="000B1A5A" w:rsidP="005B05F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A5A" w:rsidRPr="00024960" w:rsidRDefault="000B1A5A" w:rsidP="005B05F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A5A" w:rsidRPr="00024960" w:rsidRDefault="000B1A5A" w:rsidP="005B05F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</w:tr>
      <w:tr w:rsidR="000B1A5A" w:rsidRPr="00024960" w:rsidTr="006D3EE2">
        <w:trPr>
          <w:cantSplit/>
          <w:trHeight w:val="26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«1.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A5A" w:rsidRPr="00024960" w:rsidRDefault="000B1A5A" w:rsidP="000C6FCF">
            <w:pPr>
              <w:autoSpaceDE w:val="0"/>
              <w:autoSpaceDN w:val="0"/>
              <w:adjustRightInd w:val="0"/>
              <w:ind w:left="-57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2496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Обеспечение круглогодичного содержания сети автомобильных дорог общего пользования регионального или межмуниципального значения и искусственных сооружений на них в соответствии с нормативными требованиями к транспортно-эксплуатационному состоянию и условиями безопасности движения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 w:hanging="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6538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+57,3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+6,4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+6,2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B05F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+0,45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1A5A" w:rsidRPr="00024960" w:rsidRDefault="000B1A5A" w:rsidP="005B05F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+9,37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1A5A" w:rsidRPr="00024960" w:rsidRDefault="000B1A5A" w:rsidP="005B05F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+17,06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1A5A" w:rsidRPr="00024960" w:rsidRDefault="000B1A5A" w:rsidP="005B05F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+64,54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1A5A" w:rsidRPr="00024960" w:rsidRDefault="000B1A5A" w:rsidP="005B05F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+16,6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1A5A" w:rsidRPr="00024960" w:rsidRDefault="000B1A5A" w:rsidP="005B05F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+31,721</w:t>
            </w:r>
          </w:p>
        </w:tc>
      </w:tr>
      <w:tr w:rsidR="000B1A5A" w:rsidRPr="00024960" w:rsidTr="00574760">
        <w:trPr>
          <w:cantSplit/>
          <w:trHeight w:val="20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A5A" w:rsidRPr="00024960" w:rsidRDefault="000B1A5A" w:rsidP="00DD6473">
            <w:pPr>
              <w:autoSpaceDE w:val="0"/>
              <w:autoSpaceDN w:val="0"/>
              <w:adjustRightInd w:val="0"/>
              <w:ind w:left="-57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2496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Обеспечение общей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 на                   31 декабря отчетного года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 w:hanging="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817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1146,7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1417,8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1447,7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B05F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1600,1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1A5A" w:rsidRPr="00024960" w:rsidRDefault="000B1A5A" w:rsidP="005B05F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1797,8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1A5A" w:rsidRPr="00024960" w:rsidRDefault="000B1A5A" w:rsidP="005B05F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2078,3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1A5A" w:rsidRPr="00024960" w:rsidRDefault="000B1A5A" w:rsidP="005B05F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2365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1A5A" w:rsidRPr="00024960" w:rsidRDefault="000B1A5A" w:rsidP="005B05F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2638,2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1A5A" w:rsidRPr="00024960" w:rsidRDefault="000B1A5A" w:rsidP="005B05F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2915,2»</w:t>
            </w:r>
          </w:p>
        </w:tc>
      </w:tr>
      <w:tr w:rsidR="000B1A5A" w:rsidRPr="00024960" w:rsidTr="00574760">
        <w:trPr>
          <w:cantSplit/>
          <w:trHeight w:val="111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«4.</w:t>
            </w:r>
          </w:p>
        </w:tc>
        <w:tc>
          <w:tcPr>
            <w:tcW w:w="3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A5A" w:rsidRPr="00024960" w:rsidRDefault="000B1A5A" w:rsidP="00DD6473">
            <w:pPr>
              <w:autoSpaceDE w:val="0"/>
              <w:autoSpaceDN w:val="0"/>
              <w:adjustRightInd w:val="0"/>
              <w:spacing w:line="235" w:lineRule="auto"/>
              <w:ind w:left="-57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Прирост автомобильных дорог общего пользования регионального или межмуниципального значения и искусственных сооружений на них, соответствующих нормативным требованиям после проведения капитального ремонта или ремонта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 w:hanging="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74760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+40,95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74760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+93,288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74760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+130,769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74760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+29,4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74760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+152,40858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1A5A" w:rsidRPr="00024960" w:rsidRDefault="000B1A5A" w:rsidP="00574760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+197,716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1A5A" w:rsidRPr="00024960" w:rsidRDefault="000B1A5A" w:rsidP="00574760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+267,473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1A5A" w:rsidRPr="00024960" w:rsidRDefault="000B1A5A" w:rsidP="00574760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+237,81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0B1A5A" w:rsidRPr="00024960" w:rsidRDefault="000B1A5A" w:rsidP="00574760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+262,197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0B1A5A" w:rsidRPr="00024960" w:rsidRDefault="000B1A5A" w:rsidP="00574760">
            <w:pPr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+265,035</w:t>
            </w:r>
          </w:p>
        </w:tc>
      </w:tr>
      <w:tr w:rsidR="000B1A5A" w:rsidRPr="00024960" w:rsidTr="006D3EE2">
        <w:trPr>
          <w:cantSplit/>
          <w:trHeight w:val="111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A5A" w:rsidRPr="00024960" w:rsidRDefault="000B1A5A" w:rsidP="00DD6473">
            <w:pPr>
              <w:autoSpaceDE w:val="0"/>
              <w:autoSpaceDN w:val="0"/>
              <w:adjustRightInd w:val="0"/>
              <w:spacing w:line="235" w:lineRule="auto"/>
              <w:ind w:left="-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пог</w:t>
            </w:r>
            <w:proofErr w:type="spellEnd"/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. м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+554,48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+746,41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+1030,43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+310,13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+1657,23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1A5A" w:rsidRPr="00024960" w:rsidRDefault="006060BB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+</w:t>
            </w:r>
            <w:r w:rsidR="000B1A5A" w:rsidRPr="00024960">
              <w:rPr>
                <w:rFonts w:ascii="Times New Roman" w:hAnsi="Times New Roman"/>
                <w:spacing w:val="-4"/>
                <w:sz w:val="22"/>
                <w:szCs w:val="22"/>
              </w:rPr>
              <w:t>562,08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+183,4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+174,6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+160,55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0B1A5A" w:rsidRPr="00024960" w:rsidRDefault="000B1A5A" w:rsidP="00C163D6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+170,2</w:t>
            </w:r>
          </w:p>
        </w:tc>
      </w:tr>
      <w:tr w:rsidR="00DD6473" w:rsidRPr="00024960" w:rsidTr="00DD6473">
        <w:trPr>
          <w:cantSplit/>
          <w:trHeight w:val="4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473" w:rsidRPr="00024960" w:rsidRDefault="00DD6473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3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6473" w:rsidRPr="00024960" w:rsidRDefault="00DD6473" w:rsidP="00DD6473">
            <w:pPr>
              <w:autoSpaceDE w:val="0"/>
              <w:autoSpaceDN w:val="0"/>
              <w:adjustRightInd w:val="0"/>
              <w:ind w:left="-57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Количество и протяженность уникальных искусственных сооружений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473" w:rsidRPr="00024960" w:rsidRDefault="00DD6473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шт.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D6473" w:rsidRPr="00024960" w:rsidRDefault="00DD6473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D6473" w:rsidRPr="00024960" w:rsidRDefault="00DD6473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D6473" w:rsidRPr="00024960" w:rsidRDefault="00DC2AD5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D6473" w:rsidRPr="00024960" w:rsidRDefault="00DD6473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D6473" w:rsidRPr="00024960" w:rsidRDefault="00DD6473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D6473" w:rsidRPr="00024960" w:rsidRDefault="00DD6473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D6473" w:rsidRPr="00024960" w:rsidRDefault="00DD6473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D6473" w:rsidRPr="00024960" w:rsidRDefault="00DD6473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D6473" w:rsidRPr="00024960" w:rsidRDefault="00DD6473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D6473" w:rsidRPr="00024960" w:rsidRDefault="00DC2AD5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1</w:t>
            </w:r>
          </w:p>
        </w:tc>
      </w:tr>
      <w:tr w:rsidR="00DD6473" w:rsidRPr="00024960" w:rsidTr="00061A2F">
        <w:trPr>
          <w:cantSplit/>
          <w:trHeight w:val="70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73" w:rsidRPr="00024960" w:rsidRDefault="00DD6473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473" w:rsidRPr="00024960" w:rsidRDefault="00DD6473" w:rsidP="005B05FE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473" w:rsidRPr="00024960" w:rsidRDefault="00DD6473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пог</w:t>
            </w:r>
            <w:proofErr w:type="spellEnd"/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. м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D6473" w:rsidRPr="00024960" w:rsidRDefault="00DD6473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D6473" w:rsidRPr="00024960" w:rsidRDefault="00DD6473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D6473" w:rsidRPr="00024960" w:rsidRDefault="00DC2AD5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762,16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D6473" w:rsidRPr="00024960" w:rsidRDefault="00DD6473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D6473" w:rsidRPr="00024960" w:rsidRDefault="00DD6473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D6473" w:rsidRPr="00024960" w:rsidRDefault="00DD6473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D6473" w:rsidRPr="00024960" w:rsidRDefault="00DD6473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D6473" w:rsidRPr="00024960" w:rsidRDefault="00DD6473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D6473" w:rsidRPr="00024960" w:rsidRDefault="00DD6473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D6473" w:rsidRPr="00024960" w:rsidRDefault="00DC2AD5" w:rsidP="008E7D0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2000</w:t>
            </w:r>
          </w:p>
        </w:tc>
      </w:tr>
      <w:tr w:rsidR="00D90F50" w:rsidRPr="00024960" w:rsidTr="00574760">
        <w:trPr>
          <w:cantSplit/>
          <w:trHeight w:val="10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F50" w:rsidRPr="00024960" w:rsidRDefault="00D90F50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F50" w:rsidRPr="00024960" w:rsidRDefault="00D90F50" w:rsidP="00DD6473">
            <w:pPr>
              <w:autoSpaceDE w:val="0"/>
              <w:autoSpaceDN w:val="0"/>
              <w:adjustRightInd w:val="0"/>
              <w:ind w:left="-57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Доля уникальных искусственных дорожных сооружений, находящихся в предаварийном или аварийном состоянии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F50" w:rsidRPr="00024960" w:rsidRDefault="00D90F50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%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90F50" w:rsidRPr="00024960" w:rsidRDefault="00D90F50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90F50" w:rsidRPr="00024960" w:rsidRDefault="00D90F50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90F50" w:rsidRPr="00024960" w:rsidRDefault="00D90F50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90F50" w:rsidRPr="00024960" w:rsidRDefault="00D90F50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90F50" w:rsidRPr="00024960" w:rsidRDefault="00D90F50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90F50" w:rsidRPr="00024960" w:rsidRDefault="00D90F50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90F50" w:rsidRPr="00024960" w:rsidRDefault="00D90F50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90F50" w:rsidRPr="00024960" w:rsidRDefault="00D90F50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90F50" w:rsidRPr="00024960" w:rsidRDefault="00D90F50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90F50" w:rsidRPr="00024960" w:rsidRDefault="00D90F50" w:rsidP="00C163D6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3,</w:t>
            </w:r>
            <w:r w:rsidR="007B2ED5" w:rsidRPr="00024960">
              <w:rPr>
                <w:rFonts w:ascii="Times New Roman" w:hAnsi="Times New Roman"/>
                <w:spacing w:val="-4"/>
                <w:sz w:val="22"/>
                <w:szCs w:val="22"/>
              </w:rPr>
              <w:t>4</w:t>
            </w:r>
          </w:p>
        </w:tc>
      </w:tr>
      <w:tr w:rsidR="000B1A5A" w:rsidRPr="00024960" w:rsidTr="00574760">
        <w:trPr>
          <w:cantSplit/>
          <w:trHeight w:val="13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A5A" w:rsidRPr="00024960" w:rsidRDefault="000B1A5A" w:rsidP="00DD6473">
            <w:pPr>
              <w:autoSpaceDE w:val="0"/>
              <w:autoSpaceDN w:val="0"/>
              <w:adjustRightInd w:val="0"/>
              <w:ind w:left="-57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2496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Протяженность сети автомобильных дорог общего пользования регионального или межмуниципального значения на территории Рязанской области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км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6538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6595,3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6601,7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6597,5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6598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6607,3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6611,4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6627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6632,6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6652,3</w:t>
            </w:r>
          </w:p>
        </w:tc>
      </w:tr>
      <w:tr w:rsidR="000B1A5A" w:rsidRPr="00024960" w:rsidTr="00DD6473">
        <w:trPr>
          <w:cantSplit/>
          <w:trHeight w:val="79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8.</w:t>
            </w:r>
          </w:p>
        </w:tc>
        <w:tc>
          <w:tcPr>
            <w:tcW w:w="3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1A5A" w:rsidRPr="00024960" w:rsidRDefault="000B1A5A" w:rsidP="00DD6473">
            <w:pPr>
              <w:autoSpaceDE w:val="0"/>
              <w:autoSpaceDN w:val="0"/>
              <w:adjustRightInd w:val="0"/>
              <w:ind w:left="-57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2496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Ввод в эксплуатацию после строительства и </w:t>
            </w:r>
            <w:proofErr w:type="gramStart"/>
            <w:r w:rsidRPr="0002496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реконструкции</w:t>
            </w:r>
            <w:proofErr w:type="gramEnd"/>
            <w:r w:rsidRPr="0002496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автомобильных дорог общего пользования регионального или межмуниципального значения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км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4,677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15,008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9,802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6,2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0,45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9,37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17,06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64,54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16,6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31,721</w:t>
            </w:r>
          </w:p>
        </w:tc>
      </w:tr>
      <w:tr w:rsidR="000B1A5A" w:rsidRPr="00024960" w:rsidTr="00061A2F">
        <w:trPr>
          <w:cantSplit/>
          <w:trHeight w:val="66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A5A" w:rsidRPr="00024960" w:rsidRDefault="000B1A5A" w:rsidP="00DD6473">
            <w:pPr>
              <w:autoSpaceDE w:val="0"/>
              <w:autoSpaceDN w:val="0"/>
              <w:adjustRightInd w:val="0"/>
              <w:ind w:left="-57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пог</w:t>
            </w:r>
            <w:proofErr w:type="spellEnd"/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. м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49,15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176,5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53,2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2000»</w:t>
            </w:r>
          </w:p>
        </w:tc>
      </w:tr>
      <w:tr w:rsidR="000B1A5A" w:rsidRPr="00024960" w:rsidTr="00574760">
        <w:trPr>
          <w:cantSplit/>
          <w:trHeight w:val="101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«10.</w:t>
            </w:r>
          </w:p>
        </w:tc>
        <w:tc>
          <w:tcPr>
            <w:tcW w:w="3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1A5A" w:rsidRPr="00024960" w:rsidRDefault="000B1A5A" w:rsidP="00A478DB">
            <w:pPr>
              <w:autoSpaceDE w:val="0"/>
              <w:autoSpaceDN w:val="0"/>
              <w:adjustRightInd w:val="0"/>
              <w:ind w:left="-57" w:right="-113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2496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Прирост протяженности сети автомобильных дорог общего пользования регионального или межмуниципального значения на территории Рязанской области в результате строительства новых автомобильных дорог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км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+4,677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+13,415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+4,1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+6,2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+0,45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+9,37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+4,06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+15,633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+5,6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+19,721</w:t>
            </w:r>
          </w:p>
        </w:tc>
      </w:tr>
      <w:tr w:rsidR="000B1A5A" w:rsidRPr="00024960" w:rsidTr="00574760">
        <w:trPr>
          <w:cantSplit/>
          <w:trHeight w:val="84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A5A" w:rsidRPr="00024960" w:rsidRDefault="000B1A5A" w:rsidP="00A478DB">
            <w:pPr>
              <w:autoSpaceDE w:val="0"/>
              <w:autoSpaceDN w:val="0"/>
              <w:adjustRightInd w:val="0"/>
              <w:ind w:left="-57" w:right="-113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пог</w:t>
            </w:r>
            <w:proofErr w:type="spellEnd"/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. м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+9,85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+176,5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+53,2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2000</w:t>
            </w:r>
          </w:p>
        </w:tc>
      </w:tr>
      <w:tr w:rsidR="000B1A5A" w:rsidRPr="00024960" w:rsidTr="006D3EE2">
        <w:trPr>
          <w:cantSplit/>
          <w:trHeight w:val="120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11.</w:t>
            </w:r>
          </w:p>
        </w:tc>
        <w:tc>
          <w:tcPr>
            <w:tcW w:w="3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A5A" w:rsidRPr="00024960" w:rsidRDefault="000B1A5A" w:rsidP="00A478DB">
            <w:pPr>
              <w:autoSpaceDE w:val="0"/>
              <w:autoSpaceDN w:val="0"/>
              <w:adjustRightInd w:val="0"/>
              <w:ind w:left="-57" w:right="-113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2496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Прирост протяженности автомобильных дорог общего пользования регионального или межмуниципального значения на территории Рязанской области, соответствующих нормативным требованиям к транспортно-эксплуатационным показателям в результате реконструкции автомобильных дорог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км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+0,32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+5,702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+13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+48,907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+11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+12</w:t>
            </w:r>
          </w:p>
        </w:tc>
      </w:tr>
      <w:tr w:rsidR="000B1A5A" w:rsidRPr="00024960" w:rsidTr="00574760">
        <w:trPr>
          <w:cantSplit/>
          <w:trHeight w:val="13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A5A" w:rsidRPr="00024960" w:rsidRDefault="000B1A5A" w:rsidP="005B05F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proofErr w:type="spellStart"/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пог</w:t>
            </w:r>
            <w:proofErr w:type="spellEnd"/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. м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+39,3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0B1A5A" w:rsidRPr="00024960" w:rsidRDefault="000B1A5A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pacing w:val="-4"/>
                <w:sz w:val="22"/>
                <w:szCs w:val="22"/>
              </w:rPr>
              <w:t>-»</w:t>
            </w:r>
          </w:p>
        </w:tc>
      </w:tr>
      <w:tr w:rsidR="002A28B6" w:rsidRPr="00024960" w:rsidTr="00574760">
        <w:trPr>
          <w:cantSplit/>
          <w:trHeight w:val="9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B6" w:rsidRPr="00574760" w:rsidRDefault="002A28B6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74760">
              <w:rPr>
                <w:rFonts w:ascii="Times New Roman" w:hAnsi="Times New Roman"/>
                <w:sz w:val="22"/>
                <w:szCs w:val="22"/>
              </w:rPr>
              <w:t>«23.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8B6" w:rsidRPr="00574760" w:rsidRDefault="002A28B6" w:rsidP="005B05F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57476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Доля дорожной сети Рязанской </w:t>
            </w:r>
            <w:r w:rsidR="00FF46C9" w:rsidRPr="0057476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городской </w:t>
            </w:r>
            <w:r w:rsidRPr="0057476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агломерации, находящейся в нормативном состоянии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8B6" w:rsidRPr="00574760" w:rsidRDefault="002A28B6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74760">
              <w:rPr>
                <w:rFonts w:ascii="Times New Roman" w:hAnsi="Times New Roman"/>
                <w:spacing w:val="-4"/>
                <w:sz w:val="22"/>
                <w:szCs w:val="22"/>
              </w:rPr>
              <w:t>%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28B6" w:rsidRPr="00574760" w:rsidRDefault="002A28B6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747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28B6" w:rsidRPr="00574760" w:rsidRDefault="002A28B6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747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28B6" w:rsidRPr="00574760" w:rsidRDefault="002A28B6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747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28B6" w:rsidRPr="00574760" w:rsidRDefault="002A28B6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747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28B6" w:rsidRPr="00574760" w:rsidRDefault="002A28B6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74760">
              <w:rPr>
                <w:rFonts w:ascii="Times New Roman" w:hAnsi="Times New Roman"/>
                <w:spacing w:val="-4"/>
                <w:sz w:val="22"/>
                <w:szCs w:val="22"/>
              </w:rPr>
              <w:t>70,2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A28B6" w:rsidRPr="00574760" w:rsidRDefault="002A28B6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74760">
              <w:rPr>
                <w:rFonts w:ascii="Times New Roman" w:hAnsi="Times New Roman"/>
                <w:spacing w:val="-4"/>
                <w:sz w:val="22"/>
                <w:szCs w:val="22"/>
              </w:rPr>
              <w:t>75,2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A28B6" w:rsidRPr="00574760" w:rsidRDefault="002A28B6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74760">
              <w:rPr>
                <w:rFonts w:ascii="Times New Roman" w:hAnsi="Times New Roman"/>
                <w:spacing w:val="-4"/>
                <w:sz w:val="22"/>
                <w:szCs w:val="22"/>
              </w:rPr>
              <w:t>79,5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A28B6" w:rsidRPr="00574760" w:rsidRDefault="002A28B6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74760">
              <w:rPr>
                <w:rFonts w:ascii="Times New Roman" w:hAnsi="Times New Roman"/>
                <w:spacing w:val="-4"/>
                <w:sz w:val="22"/>
                <w:szCs w:val="22"/>
              </w:rPr>
              <w:t>81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2A28B6" w:rsidRPr="00574760" w:rsidRDefault="002A28B6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74760">
              <w:rPr>
                <w:rFonts w:ascii="Times New Roman" w:hAnsi="Times New Roman"/>
                <w:spacing w:val="-4"/>
                <w:sz w:val="22"/>
                <w:szCs w:val="22"/>
              </w:rPr>
              <w:t>87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2A28B6" w:rsidRPr="00024960" w:rsidRDefault="002A28B6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74760">
              <w:rPr>
                <w:rFonts w:ascii="Times New Roman" w:hAnsi="Times New Roman"/>
                <w:spacing w:val="-4"/>
                <w:sz w:val="22"/>
                <w:szCs w:val="22"/>
              </w:rPr>
              <w:t>92,7»</w:t>
            </w:r>
          </w:p>
        </w:tc>
      </w:tr>
      <w:tr w:rsidR="002A28B6" w:rsidRPr="00024960" w:rsidTr="002A28B6">
        <w:trPr>
          <w:cantSplit/>
          <w:trHeight w:val="9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B6" w:rsidRPr="00574760" w:rsidRDefault="002A28B6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74760">
              <w:rPr>
                <w:rFonts w:ascii="Times New Roman" w:hAnsi="Times New Roman"/>
                <w:sz w:val="22"/>
                <w:szCs w:val="22"/>
              </w:rPr>
              <w:t>«26.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8B6" w:rsidRPr="00574760" w:rsidRDefault="002A28B6" w:rsidP="005B05F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57476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Количество мест концентрации дорожно-транспортных происшествий (аварийно-опасных участков) на дорожной сети Рязанской </w:t>
            </w:r>
            <w:r w:rsidR="00FF46C9" w:rsidRPr="0057476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городской </w:t>
            </w:r>
            <w:r w:rsidRPr="0057476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агломерации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8B6" w:rsidRPr="00574760" w:rsidRDefault="002A28B6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74760">
              <w:rPr>
                <w:rFonts w:ascii="Times New Roman" w:hAnsi="Times New Roman"/>
                <w:spacing w:val="-4"/>
                <w:sz w:val="22"/>
                <w:szCs w:val="22"/>
              </w:rPr>
              <w:t>%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28B6" w:rsidRPr="00574760" w:rsidRDefault="002A28B6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747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28B6" w:rsidRPr="00574760" w:rsidRDefault="002A28B6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747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28B6" w:rsidRPr="00574760" w:rsidRDefault="002A28B6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747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28B6" w:rsidRPr="00574760" w:rsidRDefault="002A28B6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74760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28B6" w:rsidRPr="00574760" w:rsidRDefault="002A28B6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74760">
              <w:rPr>
                <w:rFonts w:ascii="Times New Roman" w:hAnsi="Times New Roman"/>
                <w:spacing w:val="-4"/>
                <w:sz w:val="22"/>
                <w:szCs w:val="22"/>
              </w:rPr>
              <w:t>90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A28B6" w:rsidRPr="00574760" w:rsidRDefault="002A28B6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74760">
              <w:rPr>
                <w:rFonts w:ascii="Times New Roman" w:hAnsi="Times New Roman"/>
                <w:spacing w:val="-4"/>
                <w:sz w:val="22"/>
                <w:szCs w:val="22"/>
              </w:rPr>
              <w:t>80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A28B6" w:rsidRPr="00574760" w:rsidRDefault="002A28B6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74760">
              <w:rPr>
                <w:rFonts w:ascii="Times New Roman" w:hAnsi="Times New Roman"/>
                <w:spacing w:val="-4"/>
                <w:sz w:val="22"/>
                <w:szCs w:val="22"/>
              </w:rPr>
              <w:t>70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A28B6" w:rsidRPr="00574760" w:rsidRDefault="002A28B6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74760">
              <w:rPr>
                <w:rFonts w:ascii="Times New Roman" w:hAnsi="Times New Roman"/>
                <w:spacing w:val="-4"/>
                <w:sz w:val="22"/>
                <w:szCs w:val="22"/>
              </w:rPr>
              <w:t>65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2A28B6" w:rsidRPr="00574760" w:rsidRDefault="002A28B6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74760">
              <w:rPr>
                <w:rFonts w:ascii="Times New Roman" w:hAnsi="Times New Roman"/>
                <w:spacing w:val="-4"/>
                <w:sz w:val="22"/>
                <w:szCs w:val="22"/>
              </w:rPr>
              <w:t>60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2A28B6" w:rsidRPr="00024960" w:rsidRDefault="002A28B6" w:rsidP="005B05FE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574760">
              <w:rPr>
                <w:rFonts w:ascii="Times New Roman" w:hAnsi="Times New Roman"/>
                <w:spacing w:val="-4"/>
                <w:sz w:val="22"/>
                <w:szCs w:val="22"/>
              </w:rPr>
              <w:t>50»</w:t>
            </w:r>
          </w:p>
        </w:tc>
      </w:tr>
    </w:tbl>
    <w:p w:rsidR="000B1A5A" w:rsidRPr="00024960" w:rsidRDefault="000B1A5A" w:rsidP="000B1A5A">
      <w:pPr>
        <w:rPr>
          <w:rFonts w:ascii="Times New Roman" w:hAnsi="Times New Roman"/>
          <w:sz w:val="8"/>
          <w:szCs w:val="8"/>
        </w:rPr>
      </w:pPr>
    </w:p>
    <w:p w:rsidR="00AD76F6" w:rsidRDefault="00AD76F6" w:rsidP="000B1A5A">
      <w:pPr>
        <w:pStyle w:val="ConsPlusNormal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>- дополнить пунктом 31 следующего содержания:</w:t>
      </w:r>
    </w:p>
    <w:p w:rsidR="00AD76F6" w:rsidRPr="00024960" w:rsidRDefault="00AD76F6" w:rsidP="000B1A5A">
      <w:pPr>
        <w:pStyle w:val="ConsPlusNormal"/>
        <w:spacing w:line="233" w:lineRule="auto"/>
        <w:ind w:firstLine="709"/>
        <w:jc w:val="both"/>
        <w:rPr>
          <w:rFonts w:ascii="Times New Roman" w:hAnsi="Times New Roman"/>
          <w:sz w:val="4"/>
          <w:szCs w:val="4"/>
        </w:rPr>
      </w:pPr>
    </w:p>
    <w:tbl>
      <w:tblPr>
        <w:tblW w:w="960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759"/>
        <w:gridCol w:w="68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</w:tblGrid>
      <w:tr w:rsidR="00AD76F6" w:rsidRPr="00024960" w:rsidTr="00250BAD">
        <w:trPr>
          <w:cantSplit/>
          <w:trHeight w:val="121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F6" w:rsidRPr="00024960" w:rsidRDefault="00AD76F6" w:rsidP="00250BAD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ab/>
              <w:t>1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6F6" w:rsidRPr="00024960" w:rsidRDefault="00AD76F6" w:rsidP="00250BAD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76F6" w:rsidRPr="00024960" w:rsidRDefault="00AD76F6" w:rsidP="00250BAD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76F6" w:rsidRPr="00024960" w:rsidRDefault="00AD76F6" w:rsidP="00250BAD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76F6" w:rsidRPr="00024960" w:rsidRDefault="00AD76F6" w:rsidP="00250BAD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76F6" w:rsidRPr="00024960" w:rsidRDefault="00AD76F6" w:rsidP="00250BAD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76F6" w:rsidRPr="00024960" w:rsidRDefault="00AD76F6" w:rsidP="00250BAD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76F6" w:rsidRPr="00024960" w:rsidRDefault="00AD76F6" w:rsidP="00250BAD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76F6" w:rsidRPr="00024960" w:rsidRDefault="00AD76F6" w:rsidP="00250BAD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76F6" w:rsidRPr="00024960" w:rsidRDefault="00AD76F6" w:rsidP="00250BAD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76F6" w:rsidRPr="00024960" w:rsidRDefault="00AD76F6" w:rsidP="00250BAD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76F6" w:rsidRPr="00024960" w:rsidRDefault="00AD76F6" w:rsidP="00250BAD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76F6" w:rsidRPr="00024960" w:rsidRDefault="00AD76F6" w:rsidP="00250BAD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</w:tr>
      <w:tr w:rsidR="00AD76F6" w:rsidRPr="00024960" w:rsidTr="00ED1132">
        <w:trPr>
          <w:cantSplit/>
          <w:trHeight w:val="18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6F6" w:rsidRPr="00024960" w:rsidRDefault="00AD76F6" w:rsidP="00250BAD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«31.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6F6" w:rsidRPr="00024960" w:rsidRDefault="00AD76F6" w:rsidP="00AD76F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 xml:space="preserve">Количество стационарных камер </w:t>
            </w:r>
            <w:proofErr w:type="spellStart"/>
            <w:r w:rsidRPr="00024960">
              <w:rPr>
                <w:rFonts w:ascii="Times New Roman" w:hAnsi="Times New Roman"/>
                <w:sz w:val="22"/>
                <w:szCs w:val="22"/>
              </w:rPr>
              <w:t>фотовидеофиксации</w:t>
            </w:r>
            <w:proofErr w:type="spellEnd"/>
            <w:r w:rsidRPr="00024960">
              <w:rPr>
                <w:rFonts w:ascii="Times New Roman" w:hAnsi="Times New Roman"/>
                <w:sz w:val="22"/>
                <w:szCs w:val="22"/>
              </w:rPr>
              <w:t xml:space="preserve"> нарушений правил дорожного движения на автомобильных дорогах федерального, регионального или межмуниципального, местного значения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6F6" w:rsidRPr="00C877A5" w:rsidRDefault="00AD76F6" w:rsidP="001147E6">
            <w:pPr>
              <w:spacing w:line="235" w:lineRule="auto"/>
              <w:ind w:left="-5" w:right="-113" w:hanging="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77A5">
              <w:rPr>
                <w:rFonts w:ascii="Times New Roman" w:hAnsi="Times New Roman"/>
                <w:sz w:val="22"/>
                <w:szCs w:val="22"/>
              </w:rPr>
              <w:t>шт./%</w:t>
            </w:r>
          </w:p>
          <w:p w:rsidR="001147E6" w:rsidRPr="00024960" w:rsidRDefault="001147E6" w:rsidP="001147E6">
            <w:pPr>
              <w:spacing w:line="235" w:lineRule="auto"/>
              <w:ind w:left="-113" w:right="-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D76F6" w:rsidRPr="00024960" w:rsidRDefault="00AD76F6" w:rsidP="00250BAD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D76F6" w:rsidRPr="00024960" w:rsidRDefault="00AD76F6" w:rsidP="00250BAD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D76F6" w:rsidRPr="00024960" w:rsidRDefault="00AD76F6" w:rsidP="00250BAD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D76F6" w:rsidRPr="00024960" w:rsidRDefault="00AD76F6" w:rsidP="00250BAD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D76F6" w:rsidRPr="00024960" w:rsidRDefault="00170250" w:rsidP="00250BA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96/123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D76F6" w:rsidRPr="00024960" w:rsidRDefault="00AD76F6" w:rsidP="00250BA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110/141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D76F6" w:rsidRPr="00024960" w:rsidRDefault="00AD76F6" w:rsidP="00250BA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140/180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D76F6" w:rsidRPr="00024960" w:rsidRDefault="00AD76F6" w:rsidP="00250BA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170/218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76F6" w:rsidRPr="00024960" w:rsidRDefault="00AD76F6" w:rsidP="00250BA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200/257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D76F6" w:rsidRPr="00024960" w:rsidRDefault="005F493F" w:rsidP="00250BA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243</w:t>
            </w:r>
            <w:r w:rsidR="00AD76F6" w:rsidRPr="00024960">
              <w:rPr>
                <w:rFonts w:ascii="Times New Roman" w:hAnsi="Times New Roman"/>
                <w:sz w:val="22"/>
                <w:szCs w:val="22"/>
              </w:rPr>
              <w:t>/311»</w:t>
            </w:r>
          </w:p>
        </w:tc>
      </w:tr>
    </w:tbl>
    <w:p w:rsidR="00AD76F6" w:rsidRPr="00024960" w:rsidRDefault="00AD76F6" w:rsidP="000B1A5A">
      <w:pPr>
        <w:pStyle w:val="ConsPlusNormal"/>
        <w:spacing w:line="233" w:lineRule="auto"/>
        <w:ind w:firstLine="709"/>
        <w:jc w:val="both"/>
        <w:rPr>
          <w:rFonts w:ascii="Times New Roman" w:hAnsi="Times New Roman"/>
        </w:rPr>
      </w:pPr>
    </w:p>
    <w:p w:rsidR="000B1A5A" w:rsidRPr="00024960" w:rsidRDefault="000B1A5A" w:rsidP="000B1A5A">
      <w:pPr>
        <w:pStyle w:val="ConsPlusNormal"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>5) </w:t>
      </w:r>
      <w:r w:rsidRPr="00024960">
        <w:rPr>
          <w:rFonts w:ascii="Times New Roman" w:hAnsi="Times New Roman" w:cs="Times New Roman"/>
          <w:sz w:val="28"/>
          <w:szCs w:val="28"/>
        </w:rPr>
        <w:t>в приложении № 5 к государственной программе:</w:t>
      </w:r>
    </w:p>
    <w:p w:rsidR="000B1A5A" w:rsidRPr="00024960" w:rsidRDefault="00C877A5" w:rsidP="008B4E2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по тексту пункта 1 таблицы </w:t>
      </w:r>
      <w:r w:rsidR="000B1A5A" w:rsidRPr="00024960">
        <w:rPr>
          <w:rFonts w:ascii="Times New Roman" w:hAnsi="Times New Roman"/>
          <w:sz w:val="28"/>
          <w:szCs w:val="28"/>
        </w:rPr>
        <w:t>раздела 3 «Ресурсное обеспечение подпрограммы»</w:t>
      </w:r>
      <w:r w:rsidR="000B1A5A" w:rsidRPr="00024960">
        <w:rPr>
          <w:rFonts w:ascii="Times New Roman" w:hAnsi="Times New Roman"/>
          <w:szCs w:val="28"/>
        </w:rPr>
        <w:t xml:space="preserve"> </w:t>
      </w:r>
      <w:r w:rsidR="000B1A5A" w:rsidRPr="00024960">
        <w:rPr>
          <w:rFonts w:ascii="Times New Roman" w:hAnsi="Times New Roman"/>
          <w:sz w:val="28"/>
          <w:szCs w:val="28"/>
        </w:rPr>
        <w:t>цифры «3385961,41909», «607923,05572» заменить соответственно цифрами «</w:t>
      </w:r>
      <w:r w:rsidR="00CB5C1D" w:rsidRPr="00024960">
        <w:rPr>
          <w:rFonts w:ascii="Times New Roman" w:hAnsi="Times New Roman"/>
          <w:sz w:val="28"/>
          <w:szCs w:val="28"/>
        </w:rPr>
        <w:t>3469605,25593</w:t>
      </w:r>
      <w:r w:rsidR="000B1A5A" w:rsidRPr="00024960">
        <w:rPr>
          <w:rFonts w:ascii="Times New Roman" w:hAnsi="Times New Roman"/>
          <w:sz w:val="28"/>
          <w:szCs w:val="28"/>
        </w:rPr>
        <w:t>», «</w:t>
      </w:r>
      <w:r w:rsidR="00CB5C1D" w:rsidRPr="00024960">
        <w:rPr>
          <w:rFonts w:ascii="Times New Roman" w:hAnsi="Times New Roman"/>
          <w:sz w:val="28"/>
          <w:szCs w:val="28"/>
        </w:rPr>
        <w:t>691566,89256</w:t>
      </w:r>
      <w:r w:rsidR="000B1A5A" w:rsidRPr="00024960">
        <w:rPr>
          <w:rFonts w:ascii="Times New Roman" w:hAnsi="Times New Roman"/>
          <w:sz w:val="28"/>
          <w:szCs w:val="28"/>
        </w:rPr>
        <w:t>»;</w:t>
      </w:r>
    </w:p>
    <w:p w:rsidR="00157BD9" w:rsidRPr="00024960" w:rsidRDefault="00C877A5" w:rsidP="008B4E25">
      <w:pPr>
        <w:pStyle w:val="af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024960">
        <w:rPr>
          <w:sz w:val="28"/>
          <w:szCs w:val="28"/>
        </w:rPr>
        <w:t xml:space="preserve">абзац одиннадцатый </w:t>
      </w:r>
      <w:r w:rsidR="008B4E25" w:rsidRPr="00024960">
        <w:rPr>
          <w:sz w:val="28"/>
          <w:szCs w:val="28"/>
        </w:rPr>
        <w:t>пункт</w:t>
      </w:r>
      <w:r>
        <w:rPr>
          <w:sz w:val="28"/>
          <w:szCs w:val="28"/>
        </w:rPr>
        <w:t>а</w:t>
      </w:r>
      <w:r w:rsidR="008B4E25" w:rsidRPr="00024960">
        <w:rPr>
          <w:sz w:val="28"/>
          <w:szCs w:val="28"/>
        </w:rPr>
        <w:t xml:space="preserve"> 4.3 раздела 4 «Ме</w:t>
      </w:r>
      <w:r w:rsidR="00157BD9" w:rsidRPr="00024960">
        <w:rPr>
          <w:sz w:val="28"/>
          <w:szCs w:val="28"/>
        </w:rPr>
        <w:t xml:space="preserve">ханизм реализации </w:t>
      </w:r>
      <w:r>
        <w:rPr>
          <w:sz w:val="28"/>
          <w:szCs w:val="28"/>
        </w:rPr>
        <w:t>подпрограммы»</w:t>
      </w:r>
      <w:r w:rsidRPr="00C877A5">
        <w:rPr>
          <w:sz w:val="28"/>
          <w:szCs w:val="28"/>
        </w:rPr>
        <w:t xml:space="preserve"> </w:t>
      </w:r>
      <w:r w:rsidRPr="00024960">
        <w:rPr>
          <w:sz w:val="28"/>
          <w:szCs w:val="28"/>
        </w:rPr>
        <w:t>изложить в следующей редакции</w:t>
      </w:r>
      <w:r>
        <w:rPr>
          <w:sz w:val="28"/>
          <w:szCs w:val="28"/>
        </w:rPr>
        <w:t>:</w:t>
      </w:r>
    </w:p>
    <w:p w:rsidR="007B4E0E" w:rsidRPr="00024960" w:rsidRDefault="007B4E0E" w:rsidP="008B4E25">
      <w:pPr>
        <w:pStyle w:val="af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24960">
        <w:rPr>
          <w:sz w:val="28"/>
          <w:szCs w:val="28"/>
        </w:rPr>
        <w:t>«- </w:t>
      </w:r>
      <w:r w:rsidR="00CD59D8" w:rsidRPr="00024960">
        <w:rPr>
          <w:sz w:val="28"/>
          <w:szCs w:val="28"/>
        </w:rPr>
        <w:t>наличие утвержденной в установленном порядке муниципальной программы, предусматривающей мероприятия, направленные на достижение целей</w:t>
      </w:r>
      <w:r w:rsidR="002776E3" w:rsidRPr="00024960">
        <w:rPr>
          <w:sz w:val="28"/>
          <w:szCs w:val="28"/>
        </w:rPr>
        <w:t xml:space="preserve"> предоставления субсидий из областного бюджета</w:t>
      </w:r>
      <w:r w:rsidR="006060BB" w:rsidRPr="00024960">
        <w:rPr>
          <w:sz w:val="28"/>
          <w:szCs w:val="28"/>
        </w:rPr>
        <w:t>,</w:t>
      </w:r>
      <w:r w:rsidR="00CD59D8" w:rsidRPr="00024960">
        <w:rPr>
          <w:sz w:val="28"/>
          <w:szCs w:val="28"/>
        </w:rPr>
        <w:t xml:space="preserve"> предусмотренных абзацем четвертым настоящего пункта (далее </w:t>
      </w:r>
      <w:r w:rsidR="00C877A5">
        <w:rPr>
          <w:sz w:val="28"/>
          <w:szCs w:val="28"/>
        </w:rPr>
        <w:t>–</w:t>
      </w:r>
      <w:r w:rsidR="00CD59D8" w:rsidRPr="00024960">
        <w:rPr>
          <w:sz w:val="28"/>
          <w:szCs w:val="28"/>
        </w:rPr>
        <w:t xml:space="preserve"> муниципальная</w:t>
      </w:r>
      <w:r w:rsidR="00C877A5">
        <w:rPr>
          <w:sz w:val="28"/>
          <w:szCs w:val="28"/>
        </w:rPr>
        <w:t xml:space="preserve"> </w:t>
      </w:r>
      <w:r w:rsidR="00CD59D8" w:rsidRPr="00024960">
        <w:rPr>
          <w:sz w:val="28"/>
          <w:szCs w:val="28"/>
        </w:rPr>
        <w:t>программа)</w:t>
      </w:r>
      <w:proofErr w:type="gramStart"/>
      <w:r w:rsidR="00CD59D8" w:rsidRPr="00024960">
        <w:rPr>
          <w:sz w:val="28"/>
          <w:szCs w:val="28"/>
        </w:rPr>
        <w:t>;»</w:t>
      </w:r>
      <w:proofErr w:type="gramEnd"/>
      <w:r w:rsidR="00CD59D8" w:rsidRPr="00024960">
        <w:rPr>
          <w:sz w:val="28"/>
          <w:szCs w:val="28"/>
        </w:rPr>
        <w:t>;</w:t>
      </w:r>
    </w:p>
    <w:p w:rsidR="000B1A5A" w:rsidRPr="00024960" w:rsidRDefault="00C877A5" w:rsidP="000B1A5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0B1A5A" w:rsidRPr="00024960">
        <w:rPr>
          <w:rFonts w:ascii="Times New Roman" w:hAnsi="Times New Roman"/>
          <w:sz w:val="28"/>
          <w:szCs w:val="28"/>
        </w:rPr>
        <w:t>в разделе 5 «Система программных мероприятий»:</w:t>
      </w:r>
    </w:p>
    <w:p w:rsidR="003A5D6B" w:rsidRDefault="000B1A5A" w:rsidP="000B1A5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 xml:space="preserve">в </w:t>
      </w:r>
      <w:r w:rsidR="00C877A5">
        <w:rPr>
          <w:rFonts w:ascii="Times New Roman" w:hAnsi="Times New Roman"/>
          <w:sz w:val="28"/>
          <w:szCs w:val="28"/>
        </w:rPr>
        <w:t>пункте</w:t>
      </w:r>
      <w:r w:rsidRPr="00024960">
        <w:rPr>
          <w:rFonts w:ascii="Times New Roman" w:hAnsi="Times New Roman"/>
          <w:sz w:val="28"/>
          <w:szCs w:val="28"/>
        </w:rPr>
        <w:t xml:space="preserve"> 1</w:t>
      </w:r>
      <w:r w:rsidR="00C877A5">
        <w:rPr>
          <w:rFonts w:ascii="Times New Roman" w:hAnsi="Times New Roman"/>
          <w:sz w:val="28"/>
          <w:szCs w:val="28"/>
        </w:rPr>
        <w:t>:</w:t>
      </w:r>
      <w:r w:rsidRPr="00024960">
        <w:rPr>
          <w:rFonts w:ascii="Times New Roman" w:hAnsi="Times New Roman"/>
          <w:sz w:val="28"/>
          <w:szCs w:val="28"/>
        </w:rPr>
        <w:t xml:space="preserve"> </w:t>
      </w:r>
    </w:p>
    <w:p w:rsidR="000B1A5A" w:rsidRPr="00024960" w:rsidRDefault="000B1A5A" w:rsidP="000B1A5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>цифры «1173226,97627», «308711,13311» заменить соответственно цифрами «</w:t>
      </w:r>
      <w:r w:rsidR="00CB5C1D" w:rsidRPr="00024960">
        <w:rPr>
          <w:rFonts w:ascii="Times New Roman" w:hAnsi="Times New Roman"/>
          <w:sz w:val="28"/>
          <w:szCs w:val="28"/>
        </w:rPr>
        <w:t>1256870,81311</w:t>
      </w:r>
      <w:r w:rsidRPr="00024960">
        <w:rPr>
          <w:rFonts w:ascii="Times New Roman" w:hAnsi="Times New Roman"/>
          <w:sz w:val="28"/>
          <w:szCs w:val="28"/>
        </w:rPr>
        <w:t>», «</w:t>
      </w:r>
      <w:r w:rsidR="00CB5C1D" w:rsidRPr="00024960">
        <w:rPr>
          <w:rFonts w:ascii="Times New Roman" w:hAnsi="Times New Roman"/>
          <w:sz w:val="28"/>
          <w:szCs w:val="28"/>
        </w:rPr>
        <w:t>392354,96995</w:t>
      </w:r>
      <w:r w:rsidRPr="00024960">
        <w:rPr>
          <w:rFonts w:ascii="Times New Roman" w:hAnsi="Times New Roman"/>
          <w:sz w:val="28"/>
          <w:szCs w:val="28"/>
        </w:rPr>
        <w:t>»;</w:t>
      </w:r>
    </w:p>
    <w:p w:rsidR="000B1A5A" w:rsidRPr="00024960" w:rsidRDefault="00C877A5" w:rsidP="000B1A5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подпункте</w:t>
      </w:r>
      <w:r w:rsidR="000B1A5A" w:rsidRPr="00024960">
        <w:rPr>
          <w:rFonts w:ascii="Times New Roman" w:hAnsi="Times New Roman"/>
          <w:sz w:val="28"/>
          <w:szCs w:val="28"/>
        </w:rPr>
        <w:t xml:space="preserve"> 1.1 цифры «321921,74688», «32502,63463» заменить соответственно цифрами «</w:t>
      </w:r>
      <w:r w:rsidR="00CB5C1D" w:rsidRPr="00024960">
        <w:rPr>
          <w:rFonts w:ascii="Times New Roman" w:hAnsi="Times New Roman"/>
          <w:sz w:val="28"/>
          <w:szCs w:val="28"/>
        </w:rPr>
        <w:t>36</w:t>
      </w:r>
      <w:r w:rsidR="009E715A" w:rsidRPr="00024960">
        <w:rPr>
          <w:rFonts w:ascii="Times New Roman" w:hAnsi="Times New Roman"/>
          <w:sz w:val="28"/>
          <w:szCs w:val="28"/>
        </w:rPr>
        <w:t>7</w:t>
      </w:r>
      <w:r w:rsidR="00CB5C1D" w:rsidRPr="00024960">
        <w:rPr>
          <w:rFonts w:ascii="Times New Roman" w:hAnsi="Times New Roman"/>
          <w:sz w:val="28"/>
          <w:szCs w:val="28"/>
        </w:rPr>
        <w:t>416,15253</w:t>
      </w:r>
      <w:r w:rsidR="000B1A5A" w:rsidRPr="00024960">
        <w:rPr>
          <w:rFonts w:ascii="Times New Roman" w:hAnsi="Times New Roman"/>
          <w:sz w:val="28"/>
          <w:szCs w:val="28"/>
        </w:rPr>
        <w:t>», «</w:t>
      </w:r>
      <w:r w:rsidR="00CB5C1D" w:rsidRPr="00024960">
        <w:rPr>
          <w:rFonts w:ascii="Times New Roman" w:hAnsi="Times New Roman"/>
          <w:sz w:val="28"/>
          <w:szCs w:val="28"/>
        </w:rPr>
        <w:t>75997,04028</w:t>
      </w:r>
      <w:r w:rsidR="000B1A5A" w:rsidRPr="00024960">
        <w:rPr>
          <w:rFonts w:ascii="Times New Roman" w:hAnsi="Times New Roman"/>
          <w:sz w:val="28"/>
          <w:szCs w:val="28"/>
        </w:rPr>
        <w:t>»;</w:t>
      </w:r>
    </w:p>
    <w:p w:rsidR="000B1A5A" w:rsidRPr="00024960" w:rsidRDefault="00C877A5" w:rsidP="000B1A5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тексту подпункта</w:t>
      </w:r>
      <w:r w:rsidR="000B1A5A" w:rsidRPr="00024960">
        <w:rPr>
          <w:rFonts w:ascii="Times New Roman" w:hAnsi="Times New Roman"/>
          <w:sz w:val="28"/>
          <w:szCs w:val="28"/>
        </w:rPr>
        <w:t xml:space="preserve"> 1.4 цифры «40065,16618» заменить цифрами «48765,16618»;</w:t>
      </w:r>
    </w:p>
    <w:p w:rsidR="000B1A5A" w:rsidRPr="00024960" w:rsidRDefault="000B1A5A" w:rsidP="000B1A5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 xml:space="preserve">в </w:t>
      </w:r>
      <w:r w:rsidR="00C877A5">
        <w:rPr>
          <w:rFonts w:ascii="Times New Roman" w:hAnsi="Times New Roman"/>
          <w:sz w:val="28"/>
          <w:szCs w:val="28"/>
        </w:rPr>
        <w:t>подпункте</w:t>
      </w:r>
      <w:r w:rsidRPr="00024960">
        <w:rPr>
          <w:rFonts w:ascii="Times New Roman" w:hAnsi="Times New Roman"/>
          <w:sz w:val="28"/>
          <w:szCs w:val="28"/>
        </w:rPr>
        <w:t xml:space="preserve"> 1.6 цифры «41665,3845», «21000» заменить соответственно цифрами «</w:t>
      </w:r>
      <w:r w:rsidR="00CB5C1D" w:rsidRPr="00024960">
        <w:rPr>
          <w:rFonts w:ascii="Times New Roman" w:hAnsi="Times New Roman"/>
          <w:sz w:val="28"/>
          <w:szCs w:val="28"/>
        </w:rPr>
        <w:t>7</w:t>
      </w:r>
      <w:r w:rsidR="009E715A" w:rsidRPr="00024960">
        <w:rPr>
          <w:rFonts w:ascii="Times New Roman" w:hAnsi="Times New Roman"/>
          <w:sz w:val="28"/>
          <w:szCs w:val="28"/>
        </w:rPr>
        <w:t>1</w:t>
      </w:r>
      <w:r w:rsidR="00CB5C1D" w:rsidRPr="00024960">
        <w:rPr>
          <w:rFonts w:ascii="Times New Roman" w:hAnsi="Times New Roman"/>
          <w:sz w:val="28"/>
          <w:szCs w:val="28"/>
        </w:rPr>
        <w:t>114,81569</w:t>
      </w:r>
      <w:r w:rsidRPr="00024960">
        <w:rPr>
          <w:rFonts w:ascii="Times New Roman" w:hAnsi="Times New Roman"/>
          <w:sz w:val="28"/>
          <w:szCs w:val="28"/>
        </w:rPr>
        <w:t>», «</w:t>
      </w:r>
      <w:r w:rsidR="00CB5C1D" w:rsidRPr="00024960">
        <w:rPr>
          <w:rFonts w:ascii="Times New Roman" w:hAnsi="Times New Roman"/>
          <w:sz w:val="28"/>
          <w:szCs w:val="28"/>
        </w:rPr>
        <w:t>52449,43119</w:t>
      </w:r>
      <w:r w:rsidRPr="00024960">
        <w:rPr>
          <w:rFonts w:ascii="Times New Roman" w:hAnsi="Times New Roman"/>
          <w:sz w:val="28"/>
          <w:szCs w:val="28"/>
        </w:rPr>
        <w:t>»;</w:t>
      </w:r>
    </w:p>
    <w:p w:rsidR="000B1A5A" w:rsidRPr="00024960" w:rsidRDefault="000B1A5A" w:rsidP="000B1A5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>в строке «ИТОГО» цифры «3385961,41909», «607923,05572» заменить соответственно цифрами «</w:t>
      </w:r>
      <w:r w:rsidR="00CB5C1D" w:rsidRPr="00024960">
        <w:rPr>
          <w:rFonts w:ascii="Times New Roman" w:hAnsi="Times New Roman"/>
          <w:sz w:val="28"/>
          <w:szCs w:val="28"/>
        </w:rPr>
        <w:t>3469605,25593</w:t>
      </w:r>
      <w:r w:rsidRPr="00024960">
        <w:rPr>
          <w:rFonts w:ascii="Times New Roman" w:hAnsi="Times New Roman"/>
          <w:sz w:val="28"/>
          <w:szCs w:val="28"/>
        </w:rPr>
        <w:t>», «</w:t>
      </w:r>
      <w:r w:rsidR="00CB5C1D" w:rsidRPr="00024960">
        <w:rPr>
          <w:rFonts w:ascii="Times New Roman" w:hAnsi="Times New Roman"/>
          <w:sz w:val="28"/>
          <w:szCs w:val="28"/>
        </w:rPr>
        <w:t>691566,89256»;</w:t>
      </w:r>
    </w:p>
    <w:p w:rsidR="000B1A5A" w:rsidRDefault="00C877A5" w:rsidP="000B1A5A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0B1A5A" w:rsidRPr="00024960">
        <w:rPr>
          <w:rFonts w:ascii="Times New Roman" w:hAnsi="Times New Roman"/>
          <w:sz w:val="28"/>
          <w:szCs w:val="28"/>
        </w:rPr>
        <w:t>пункт 4 раздела 6 «Целевые индикаторы и показатели эффективности исполнения подпрограммы» изложить в следующей редакции:</w:t>
      </w:r>
    </w:p>
    <w:p w:rsidR="007E3C1A" w:rsidRPr="00024960" w:rsidRDefault="007E3C1A" w:rsidP="000B1A5A">
      <w:pPr>
        <w:pStyle w:val="af2"/>
        <w:ind w:firstLine="709"/>
        <w:jc w:val="both"/>
        <w:rPr>
          <w:rFonts w:ascii="Times New Roman" w:hAnsi="Times New Roman"/>
          <w:sz w:val="10"/>
          <w:szCs w:val="10"/>
        </w:rPr>
      </w:pPr>
    </w:p>
    <w:tbl>
      <w:tblPr>
        <w:tblW w:w="950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3969"/>
        <w:gridCol w:w="578"/>
        <w:gridCol w:w="577"/>
        <w:gridCol w:w="577"/>
        <w:gridCol w:w="577"/>
        <w:gridCol w:w="577"/>
        <w:gridCol w:w="516"/>
        <w:gridCol w:w="567"/>
        <w:gridCol w:w="575"/>
        <w:gridCol w:w="562"/>
      </w:tblGrid>
      <w:tr w:rsidR="000B1A5A" w:rsidRPr="00024960" w:rsidTr="00A478DB">
        <w:trPr>
          <w:cantSplit/>
          <w:trHeight w:val="127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5A" w:rsidRPr="00024960" w:rsidRDefault="000B1A5A" w:rsidP="005B05F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A5A" w:rsidRPr="00024960" w:rsidRDefault="000B1A5A" w:rsidP="005B05F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A5A" w:rsidRPr="00024960" w:rsidRDefault="000B1A5A" w:rsidP="005B05F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A5A" w:rsidRPr="00024960" w:rsidRDefault="000B1A5A" w:rsidP="005B05F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A5A" w:rsidRPr="00024960" w:rsidRDefault="000B1A5A" w:rsidP="005B05F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A5A" w:rsidRPr="00024960" w:rsidRDefault="000B1A5A" w:rsidP="005B05F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A5A" w:rsidRPr="00024960" w:rsidRDefault="000B1A5A" w:rsidP="005B05F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1A5A" w:rsidRPr="00024960" w:rsidRDefault="000B1A5A" w:rsidP="005B05F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A5A" w:rsidRPr="00024960" w:rsidRDefault="000B1A5A" w:rsidP="005B05F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A5A" w:rsidRPr="00024960" w:rsidRDefault="000B1A5A" w:rsidP="005B05F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A5A" w:rsidRPr="00024960" w:rsidRDefault="000B1A5A" w:rsidP="005B05FE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</w:tr>
      <w:tr w:rsidR="000B1A5A" w:rsidRPr="00024960" w:rsidTr="00A478DB">
        <w:trPr>
          <w:cantSplit/>
          <w:trHeight w:val="981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5A" w:rsidRPr="00024960" w:rsidRDefault="000B1A5A" w:rsidP="005B05FE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«4.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A5A" w:rsidRPr="00024960" w:rsidRDefault="000B1A5A" w:rsidP="00C877A5">
            <w:pPr>
              <w:autoSpaceDE w:val="0"/>
              <w:autoSpaceDN w:val="0"/>
              <w:adjustRightInd w:val="0"/>
              <w:ind w:left="-57" w:right="-113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02496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Доля маршрутов регулярных перевозок, на которых осуществляется перевозка граждан, имеющих право на меры социальной поддержки в соответствии с законодательством Российской Федерации и Рязанской области, на городском наземном электрическом транспорте общего пользования, автомобильном транспорте общего пользования городского и пригородного сообщения, а также автомобильном транспорте общего пользования междугородного сообщения по маршрутам, соединяющим административный центр муниципального района Рязанской области с населенными пунктами </w:t>
            </w:r>
            <w:r w:rsidR="00A478DB" w:rsidRPr="0002496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данно</w:t>
            </w:r>
            <w:r w:rsidRPr="0002496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го</w:t>
            </w:r>
            <w:proofErr w:type="gramEnd"/>
            <w:r w:rsidRPr="0002496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муниципального района, к общему количеству маршрутов регулярных перевозок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A5A" w:rsidRPr="00024960" w:rsidRDefault="000B1A5A" w:rsidP="005B05FE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A5A" w:rsidRPr="00024960" w:rsidRDefault="000B1A5A" w:rsidP="005B05FE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50,2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A5A" w:rsidRPr="00024960" w:rsidRDefault="000B1A5A" w:rsidP="000E1106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50,</w:t>
            </w:r>
            <w:r w:rsidR="000E1106" w:rsidRPr="0002496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A5A" w:rsidRPr="00024960" w:rsidRDefault="00DB6DB2" w:rsidP="005B05FE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50,5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A5A" w:rsidRPr="00024960" w:rsidRDefault="00DB6DB2" w:rsidP="005B05FE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50,5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A5A" w:rsidRPr="00024960" w:rsidRDefault="00DB6DB2" w:rsidP="005B05FE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50,5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A5A" w:rsidRPr="00024960" w:rsidRDefault="000B1A5A" w:rsidP="005B05FE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A5A" w:rsidRPr="00024960" w:rsidRDefault="000B1A5A" w:rsidP="005B05FE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A5A" w:rsidRPr="00024960" w:rsidRDefault="007B4E65" w:rsidP="005B05FE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-</w:t>
            </w:r>
            <w:r w:rsidR="000B1A5A" w:rsidRPr="00024960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</w:tbl>
    <w:p w:rsidR="000B1A5A" w:rsidRPr="00C877A5" w:rsidRDefault="000B1A5A" w:rsidP="000B1A5A">
      <w:pPr>
        <w:rPr>
          <w:rFonts w:ascii="Times New Roman" w:hAnsi="Times New Roman"/>
          <w:sz w:val="10"/>
          <w:szCs w:val="10"/>
        </w:rPr>
      </w:pPr>
    </w:p>
    <w:p w:rsidR="000B1A5A" w:rsidRPr="00024960" w:rsidRDefault="009C0ADE" w:rsidP="000B1A5A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>6</w:t>
      </w:r>
      <w:r w:rsidR="00A830B9" w:rsidRPr="00024960">
        <w:rPr>
          <w:rFonts w:ascii="Times New Roman" w:hAnsi="Times New Roman"/>
          <w:sz w:val="28"/>
          <w:szCs w:val="28"/>
        </w:rPr>
        <w:t>) </w:t>
      </w:r>
      <w:r w:rsidR="000B1A5A" w:rsidRPr="00024960">
        <w:rPr>
          <w:rFonts w:ascii="Times New Roman" w:hAnsi="Times New Roman"/>
          <w:sz w:val="28"/>
          <w:szCs w:val="28"/>
        </w:rPr>
        <w:t>в приложении № 6 к государственной программе:</w:t>
      </w:r>
    </w:p>
    <w:p w:rsidR="006060BB" w:rsidRPr="00024960" w:rsidRDefault="00C877A5" w:rsidP="000B1A5A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2A6DCB" w:rsidRPr="00024960">
        <w:rPr>
          <w:rFonts w:ascii="Times New Roman" w:hAnsi="Times New Roman"/>
          <w:sz w:val="28"/>
          <w:szCs w:val="28"/>
        </w:rPr>
        <w:t>в разделе 1 «Цель и задачи реализации подпрограммы»:</w:t>
      </w:r>
    </w:p>
    <w:p w:rsidR="002A6DCB" w:rsidRPr="00024960" w:rsidRDefault="002A6DCB" w:rsidP="000B1A5A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>абзац шестой признать утратившим силу;</w:t>
      </w:r>
    </w:p>
    <w:p w:rsidR="002A6DCB" w:rsidRPr="00024960" w:rsidRDefault="002A6DCB" w:rsidP="000B1A5A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>дополнить абзацем следующего содержания:</w:t>
      </w:r>
    </w:p>
    <w:p w:rsidR="002A6DCB" w:rsidRPr="00024960" w:rsidRDefault="002A6DCB" w:rsidP="002A6DCB">
      <w:pPr>
        <w:autoSpaceDE w:val="0"/>
        <w:autoSpaceDN w:val="0"/>
        <w:adjustRightInd w:val="0"/>
        <w:ind w:right="-108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>«Реализация регионального проекта «Дорожная сеть (Рязанская область)», направленного на достижение результатов реализации федерального проекта «Дорожная сеть» в рамках национального проекта «Безопасные и качес</w:t>
      </w:r>
      <w:r w:rsidR="00C877A5">
        <w:rPr>
          <w:rFonts w:ascii="Times New Roman" w:hAnsi="Times New Roman"/>
          <w:sz w:val="28"/>
          <w:szCs w:val="28"/>
        </w:rPr>
        <w:t>твенные автомобильные дороги»</w:t>
      </w:r>
      <w:proofErr w:type="gramStart"/>
      <w:r w:rsidR="004D2950">
        <w:rPr>
          <w:rFonts w:ascii="Times New Roman" w:hAnsi="Times New Roman"/>
          <w:sz w:val="28"/>
          <w:szCs w:val="28"/>
        </w:rPr>
        <w:t>.</w:t>
      </w:r>
      <w:r w:rsidR="00C877A5">
        <w:rPr>
          <w:rFonts w:ascii="Times New Roman" w:hAnsi="Times New Roman"/>
          <w:sz w:val="28"/>
          <w:szCs w:val="28"/>
        </w:rPr>
        <w:t>»</w:t>
      </w:r>
      <w:proofErr w:type="gramEnd"/>
      <w:r w:rsidR="00C877A5">
        <w:rPr>
          <w:rFonts w:ascii="Times New Roman" w:hAnsi="Times New Roman"/>
          <w:sz w:val="28"/>
          <w:szCs w:val="28"/>
        </w:rPr>
        <w:t>;</w:t>
      </w:r>
    </w:p>
    <w:p w:rsidR="000B1A5A" w:rsidRPr="00024960" w:rsidRDefault="00C877A5" w:rsidP="000B1A5A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0B1A5A" w:rsidRPr="00024960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таблице раздела</w:t>
      </w:r>
      <w:r w:rsidR="000B1A5A" w:rsidRPr="00024960">
        <w:rPr>
          <w:rFonts w:ascii="Times New Roman" w:hAnsi="Times New Roman"/>
          <w:sz w:val="28"/>
          <w:szCs w:val="28"/>
        </w:rPr>
        <w:t xml:space="preserve"> 3 «Ресурсное обеспечение подпрограммы»:</w:t>
      </w:r>
    </w:p>
    <w:p w:rsidR="000B1A5A" w:rsidRPr="00024960" w:rsidRDefault="00C877A5" w:rsidP="000B1A5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тексту пункта</w:t>
      </w:r>
      <w:r w:rsidR="000B1A5A" w:rsidRPr="00024960">
        <w:rPr>
          <w:rFonts w:ascii="Times New Roman" w:hAnsi="Times New Roman"/>
          <w:sz w:val="28"/>
          <w:szCs w:val="28"/>
        </w:rPr>
        <w:t xml:space="preserve"> 1 цифры «3961457,81624», «621700», «2934315,02424» заменить соответственно цифрами «3957632,60524», «617874,789», «2930489,81324»;</w:t>
      </w:r>
    </w:p>
    <w:p w:rsidR="001C0733" w:rsidRPr="00024960" w:rsidRDefault="000B1A5A" w:rsidP="000B1A5A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>в строке «Итого» цифры «3968205,92544», «622468», «2934315,02424», «621700» заменить соответственно цифрами «3964380,71444», «618642,789», «2930489,81324», «617874,789».</w:t>
      </w:r>
    </w:p>
    <w:p w:rsidR="006572DF" w:rsidRPr="00024960" w:rsidRDefault="00C877A5" w:rsidP="003C7B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3A5D6B">
        <w:rPr>
          <w:rFonts w:ascii="Times New Roman" w:hAnsi="Times New Roman"/>
          <w:sz w:val="28"/>
          <w:szCs w:val="28"/>
        </w:rPr>
        <w:t xml:space="preserve">в </w:t>
      </w:r>
      <w:r w:rsidR="00061A2F" w:rsidRPr="00024960">
        <w:rPr>
          <w:rFonts w:ascii="Times New Roman" w:hAnsi="Times New Roman"/>
          <w:sz w:val="28"/>
          <w:szCs w:val="28"/>
        </w:rPr>
        <w:t>раздел 5 «Система программных мероприятий» согласно приложению № 2 к настоящему постановлению;</w:t>
      </w:r>
    </w:p>
    <w:p w:rsidR="007B2346" w:rsidRPr="00024960" w:rsidRDefault="00C877A5" w:rsidP="003C7B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7B2346" w:rsidRPr="00024960">
        <w:rPr>
          <w:rFonts w:ascii="Times New Roman" w:hAnsi="Times New Roman"/>
          <w:sz w:val="28"/>
          <w:szCs w:val="28"/>
        </w:rPr>
        <w:t>в разделе 6 «Целевые индикаторы эффективности исполнения подпрограммы»:</w:t>
      </w:r>
    </w:p>
    <w:p w:rsidR="007B2346" w:rsidRPr="00024960" w:rsidRDefault="007B2346" w:rsidP="007B234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>пункт 10 изложить в следующей редакции:</w:t>
      </w:r>
    </w:p>
    <w:p w:rsidR="007B2346" w:rsidRPr="00024960" w:rsidRDefault="007B2346" w:rsidP="007B2346">
      <w:pPr>
        <w:pStyle w:val="af2"/>
        <w:ind w:firstLine="709"/>
        <w:jc w:val="both"/>
        <w:rPr>
          <w:rFonts w:ascii="Times New Roman" w:hAnsi="Times New Roman"/>
          <w:sz w:val="10"/>
          <w:szCs w:val="10"/>
        </w:rPr>
      </w:pPr>
    </w:p>
    <w:tbl>
      <w:tblPr>
        <w:tblW w:w="96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1701"/>
        <w:gridCol w:w="709"/>
        <w:gridCol w:w="425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7B2346" w:rsidRPr="00024960" w:rsidTr="007B2346">
        <w:trPr>
          <w:cantSplit/>
          <w:trHeight w:val="127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6" w:rsidRPr="00024960" w:rsidRDefault="007B2346" w:rsidP="00B0176F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346" w:rsidRPr="00024960" w:rsidRDefault="007B2346" w:rsidP="00B0176F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346" w:rsidRPr="00024960" w:rsidRDefault="007B2346" w:rsidP="00B0176F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346" w:rsidRPr="00024960" w:rsidRDefault="007B2346" w:rsidP="00B0176F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346" w:rsidRPr="00024960" w:rsidRDefault="007B2346" w:rsidP="00B0176F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346" w:rsidRPr="00024960" w:rsidRDefault="007B2346" w:rsidP="00B0176F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346" w:rsidRPr="00024960" w:rsidRDefault="007B2346" w:rsidP="00B0176F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346" w:rsidRPr="00024960" w:rsidRDefault="007B2346" w:rsidP="00B0176F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346" w:rsidRPr="00024960" w:rsidRDefault="007B2346" w:rsidP="00B0176F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346" w:rsidRPr="00024960" w:rsidRDefault="007B2346" w:rsidP="00B0176F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346" w:rsidRPr="00024960" w:rsidRDefault="007B2346" w:rsidP="00B0176F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6" w:rsidRPr="00024960" w:rsidRDefault="007B2346" w:rsidP="00B0176F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6" w:rsidRPr="00024960" w:rsidRDefault="007B2346" w:rsidP="007B2346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</w:tr>
      <w:tr w:rsidR="007B2346" w:rsidRPr="00024960" w:rsidTr="007B2346">
        <w:trPr>
          <w:cantSplit/>
          <w:trHeight w:val="981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6" w:rsidRPr="00024960" w:rsidRDefault="007B2346" w:rsidP="007B2346"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«10.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346" w:rsidRPr="00024960" w:rsidRDefault="007B2346" w:rsidP="00B0176F">
            <w:pPr>
              <w:autoSpaceDE w:val="0"/>
              <w:autoSpaceDN w:val="0"/>
              <w:adjustRightInd w:val="0"/>
              <w:ind w:left="-57" w:right="-113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Количество оборудованных нерегулируемых пешеходных переходов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346" w:rsidRPr="00024960" w:rsidRDefault="007B2346" w:rsidP="007B2346"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объект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346" w:rsidRPr="00024960" w:rsidRDefault="007B2346" w:rsidP="00B0176F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346" w:rsidRPr="00024960" w:rsidRDefault="007B2346" w:rsidP="00B0176F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не менее 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346" w:rsidRPr="00024960" w:rsidRDefault="007B2346" w:rsidP="00B0176F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не менее 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346" w:rsidRPr="00024960" w:rsidRDefault="007B2346" w:rsidP="00B0176F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не менее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346" w:rsidRPr="00024960" w:rsidRDefault="007B2346" w:rsidP="00B0176F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не менее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346" w:rsidRPr="00024960" w:rsidRDefault="007B2346" w:rsidP="00B0176F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не менее 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346" w:rsidRPr="00024960" w:rsidRDefault="007B2346" w:rsidP="00B0176F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не менее 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346" w:rsidRPr="00024960" w:rsidRDefault="007B2346" w:rsidP="002776E3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 w:rsidR="002776E3" w:rsidRPr="00024960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6" w:rsidRPr="00024960" w:rsidRDefault="007B2346" w:rsidP="002776E3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 xml:space="preserve">не менее </w:t>
            </w:r>
            <w:r w:rsidR="002776E3" w:rsidRPr="00024960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346" w:rsidRPr="00024960" w:rsidRDefault="002776E3" w:rsidP="002776E3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не менее 10</w:t>
            </w:r>
            <w:r w:rsidR="007B2346" w:rsidRPr="00024960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</w:tbl>
    <w:p w:rsidR="007B2346" w:rsidRPr="00024960" w:rsidRDefault="007B2346" w:rsidP="003C7B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10"/>
          <w:szCs w:val="10"/>
        </w:rPr>
      </w:pPr>
    </w:p>
    <w:p w:rsidR="00E0751E" w:rsidRPr="00024960" w:rsidRDefault="00C877A5" w:rsidP="003C7B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подраздел </w:t>
      </w:r>
      <w:r w:rsidR="003A5D6B">
        <w:rPr>
          <w:rFonts w:ascii="Times New Roman" w:hAnsi="Times New Roman"/>
          <w:sz w:val="28"/>
          <w:szCs w:val="28"/>
        </w:rPr>
        <w:t>«Показатели регионального проекта «Общесистемные меры развития дорожного хозяйства (Рязанская область)» в рамках реализации национального проекта «Безопасные и качественные автомобильные дороги»</w:t>
      </w:r>
      <w:r w:rsidR="002669E0" w:rsidRPr="000249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7B2346" w:rsidRPr="00024960" w:rsidRDefault="007B2346" w:rsidP="007B2346">
      <w:pPr>
        <w:pStyle w:val="af2"/>
        <w:ind w:firstLine="709"/>
        <w:jc w:val="both"/>
        <w:rPr>
          <w:rFonts w:ascii="Times New Roman" w:hAnsi="Times New Roman"/>
          <w:sz w:val="10"/>
          <w:szCs w:val="10"/>
        </w:rPr>
      </w:pPr>
    </w:p>
    <w:tbl>
      <w:tblPr>
        <w:tblW w:w="96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1701"/>
        <w:gridCol w:w="709"/>
        <w:gridCol w:w="425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7B2346" w:rsidRPr="00024960" w:rsidTr="00EB29E5">
        <w:trPr>
          <w:cantSplit/>
          <w:trHeight w:val="127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6" w:rsidRPr="00024960" w:rsidRDefault="007B2346" w:rsidP="00EB29E5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346" w:rsidRPr="00024960" w:rsidRDefault="007B2346" w:rsidP="00EB29E5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346" w:rsidRPr="00024960" w:rsidRDefault="007B2346" w:rsidP="00EB29E5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346" w:rsidRPr="00024960" w:rsidRDefault="007B2346" w:rsidP="00EB29E5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346" w:rsidRPr="00024960" w:rsidRDefault="007B2346" w:rsidP="00EB29E5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346" w:rsidRPr="00024960" w:rsidRDefault="007B2346" w:rsidP="00EB29E5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346" w:rsidRPr="00024960" w:rsidRDefault="007B2346" w:rsidP="00EB29E5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346" w:rsidRPr="00024960" w:rsidRDefault="007B2346" w:rsidP="00EB29E5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346" w:rsidRPr="00024960" w:rsidRDefault="007B2346" w:rsidP="00EB29E5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346" w:rsidRPr="00024960" w:rsidRDefault="007B2346" w:rsidP="00EB29E5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346" w:rsidRPr="00024960" w:rsidRDefault="007B2346" w:rsidP="00EB29E5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6" w:rsidRPr="00024960" w:rsidRDefault="007B2346" w:rsidP="00EB29E5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6" w:rsidRPr="00024960" w:rsidRDefault="007B2346" w:rsidP="00EB29E5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</w:tr>
      <w:tr w:rsidR="007B2346" w:rsidRPr="00024960" w:rsidTr="00E955F5">
        <w:trPr>
          <w:cantSplit/>
          <w:trHeight w:val="127"/>
          <w:tblHeader/>
        </w:trPr>
        <w:tc>
          <w:tcPr>
            <w:tcW w:w="96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6" w:rsidRPr="00024960" w:rsidRDefault="00F745CC" w:rsidP="007B2346">
            <w:pPr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«</w:t>
            </w:r>
            <w:r w:rsidR="007B2346" w:rsidRPr="00024960">
              <w:rPr>
                <w:rFonts w:ascii="Times New Roman" w:hAnsi="Times New Roman"/>
                <w:sz w:val="22"/>
                <w:szCs w:val="22"/>
              </w:rPr>
              <w:t>Показатели регионального проекта «Дорожная сеть (Рязанская область)» в рамках реализации национального проекта «Безопасные и качественные автомобильные дороги»</w:t>
            </w:r>
          </w:p>
        </w:tc>
      </w:tr>
      <w:tr w:rsidR="007B2346" w:rsidRPr="00024960" w:rsidTr="00EB29E5">
        <w:trPr>
          <w:cantSplit/>
          <w:trHeight w:val="981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6" w:rsidRPr="00024960" w:rsidRDefault="007B2346" w:rsidP="00170250"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1</w:t>
            </w:r>
            <w:r w:rsidR="00C877A5">
              <w:rPr>
                <w:rFonts w:ascii="Times New Roman" w:hAnsi="Times New Roman"/>
                <w:sz w:val="22"/>
                <w:szCs w:val="22"/>
              </w:rPr>
              <w:t>5</w:t>
            </w:r>
            <w:r w:rsidRPr="0002496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346" w:rsidRPr="00024960" w:rsidRDefault="007B2346" w:rsidP="00EB29E5">
            <w:pPr>
              <w:autoSpaceDE w:val="0"/>
              <w:autoSpaceDN w:val="0"/>
              <w:adjustRightInd w:val="0"/>
              <w:ind w:left="-57" w:right="-113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Количество оборудованных нерегулируемых пешеходных переходов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346" w:rsidRPr="00024960" w:rsidRDefault="007B2346" w:rsidP="00EB29E5"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объект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346" w:rsidRPr="00024960" w:rsidRDefault="007B2346" w:rsidP="00EB29E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346" w:rsidRPr="00024960" w:rsidRDefault="007B2346" w:rsidP="00EB29E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346" w:rsidRPr="00024960" w:rsidRDefault="007B2346" w:rsidP="00EB29E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346" w:rsidRPr="00024960" w:rsidRDefault="007B2346" w:rsidP="00EB29E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346" w:rsidRPr="00024960" w:rsidRDefault="007B2346" w:rsidP="00EB29E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346" w:rsidRPr="00024960" w:rsidRDefault="007B2346" w:rsidP="007B2346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не менее 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346" w:rsidRPr="00024960" w:rsidRDefault="007B2346" w:rsidP="00EB29E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346" w:rsidRPr="00024960" w:rsidRDefault="007B2346" w:rsidP="00EB29E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6" w:rsidRPr="00024960" w:rsidRDefault="007B2346" w:rsidP="00EB29E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346" w:rsidRPr="00024960" w:rsidRDefault="007B2346" w:rsidP="00EB29E5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4960">
              <w:rPr>
                <w:rFonts w:ascii="Times New Roman" w:hAnsi="Times New Roman"/>
                <w:sz w:val="22"/>
                <w:szCs w:val="22"/>
              </w:rPr>
              <w:t>-»</w:t>
            </w:r>
          </w:p>
        </w:tc>
      </w:tr>
    </w:tbl>
    <w:p w:rsidR="007B2346" w:rsidRPr="00024960" w:rsidRDefault="007B2346" w:rsidP="007B234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10"/>
          <w:szCs w:val="10"/>
        </w:rPr>
      </w:pPr>
    </w:p>
    <w:p w:rsidR="000B1A5A" w:rsidRPr="00024960" w:rsidRDefault="00C13B3D" w:rsidP="000B1A5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24960">
        <w:rPr>
          <w:rFonts w:ascii="Times New Roman" w:hAnsi="Times New Roman"/>
          <w:sz w:val="28"/>
          <w:szCs w:val="28"/>
        </w:rPr>
        <w:t>7</w:t>
      </w:r>
      <w:r w:rsidR="00485D24" w:rsidRPr="00024960">
        <w:rPr>
          <w:rFonts w:ascii="Times New Roman" w:hAnsi="Times New Roman"/>
          <w:sz w:val="28"/>
          <w:szCs w:val="28"/>
        </w:rPr>
        <w:t>)</w:t>
      </w:r>
      <w:r w:rsidR="00D44E37" w:rsidRPr="00024960">
        <w:rPr>
          <w:rFonts w:ascii="Times New Roman" w:hAnsi="Times New Roman"/>
          <w:sz w:val="28"/>
          <w:szCs w:val="28"/>
        </w:rPr>
        <w:t> </w:t>
      </w:r>
      <w:r w:rsidR="000B1A5A" w:rsidRPr="00024960">
        <w:rPr>
          <w:rFonts w:ascii="Times New Roman" w:hAnsi="Times New Roman"/>
          <w:sz w:val="28"/>
          <w:szCs w:val="28"/>
        </w:rPr>
        <w:t>в приложении № 7 к государственной программе:</w:t>
      </w:r>
    </w:p>
    <w:p w:rsidR="000B1A5A" w:rsidRPr="00024960" w:rsidRDefault="00C877A5" w:rsidP="000B1A5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0B1A5A" w:rsidRPr="00024960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пункте</w:t>
      </w:r>
      <w:r w:rsidR="000B1A5A" w:rsidRPr="00024960">
        <w:rPr>
          <w:rFonts w:ascii="Times New Roman" w:hAnsi="Times New Roman"/>
          <w:sz w:val="28"/>
          <w:szCs w:val="28"/>
        </w:rPr>
        <w:t xml:space="preserve"> 1 </w:t>
      </w:r>
      <w:r>
        <w:rPr>
          <w:rFonts w:ascii="Times New Roman" w:hAnsi="Times New Roman"/>
          <w:sz w:val="28"/>
          <w:szCs w:val="28"/>
        </w:rPr>
        <w:t xml:space="preserve">таблицы </w:t>
      </w:r>
      <w:r w:rsidR="000B1A5A" w:rsidRPr="00024960">
        <w:rPr>
          <w:rFonts w:ascii="Times New Roman" w:hAnsi="Times New Roman"/>
          <w:sz w:val="28"/>
          <w:szCs w:val="28"/>
        </w:rPr>
        <w:t>раздела 3 «Ресурсное обеспечение подпрограммы»</w:t>
      </w:r>
      <w:r w:rsidR="000B1A5A" w:rsidRPr="00024960">
        <w:rPr>
          <w:rFonts w:ascii="Times New Roman" w:hAnsi="Times New Roman"/>
          <w:szCs w:val="28"/>
        </w:rPr>
        <w:t xml:space="preserve"> </w:t>
      </w:r>
      <w:r w:rsidR="000B1A5A" w:rsidRPr="00024960">
        <w:rPr>
          <w:rFonts w:ascii="Times New Roman" w:hAnsi="Times New Roman"/>
          <w:sz w:val="28"/>
          <w:szCs w:val="28"/>
        </w:rPr>
        <w:t>цифры «853343,72219», «119293,91629», «263241,7609», «62133,77438» заменить соответственно цифрами «</w:t>
      </w:r>
      <w:r w:rsidR="00F745CC" w:rsidRPr="00024960">
        <w:rPr>
          <w:rFonts w:ascii="Times New Roman" w:hAnsi="Times New Roman"/>
          <w:sz w:val="28"/>
          <w:szCs w:val="28"/>
        </w:rPr>
        <w:t>930260,3702</w:t>
      </w:r>
      <w:r w:rsidR="000B1A5A" w:rsidRPr="00024960">
        <w:rPr>
          <w:rFonts w:ascii="Times New Roman" w:hAnsi="Times New Roman"/>
          <w:sz w:val="28"/>
          <w:szCs w:val="28"/>
        </w:rPr>
        <w:t>», «</w:t>
      </w:r>
      <w:r w:rsidR="00F745CC" w:rsidRPr="00024960">
        <w:rPr>
          <w:rFonts w:ascii="Times New Roman" w:hAnsi="Times New Roman"/>
          <w:sz w:val="28"/>
          <w:szCs w:val="28"/>
        </w:rPr>
        <w:t>196210,5643</w:t>
      </w:r>
      <w:r w:rsidR="000B1A5A" w:rsidRPr="00024960">
        <w:rPr>
          <w:rFonts w:ascii="Times New Roman" w:hAnsi="Times New Roman"/>
          <w:sz w:val="28"/>
          <w:szCs w:val="28"/>
        </w:rPr>
        <w:t>»,</w:t>
      </w:r>
      <w:r w:rsidR="006D3EE2">
        <w:rPr>
          <w:rFonts w:ascii="Times New Roman" w:hAnsi="Times New Roman"/>
          <w:sz w:val="28"/>
          <w:szCs w:val="28"/>
        </w:rPr>
        <w:t xml:space="preserve"> «339932,80891», «138824,82239»;</w:t>
      </w:r>
    </w:p>
    <w:p w:rsidR="00C13B3D" w:rsidRPr="00024960" w:rsidRDefault="00C877A5" w:rsidP="000B1A5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0B1A5A" w:rsidRPr="00024960">
        <w:rPr>
          <w:rFonts w:ascii="Times New Roman" w:hAnsi="Times New Roman"/>
          <w:sz w:val="28"/>
          <w:szCs w:val="28"/>
        </w:rPr>
        <w:t xml:space="preserve">раздел 5 «Система программных мероприятий» изложить в новой редакции согласно приложению № </w:t>
      </w:r>
      <w:r w:rsidR="00061A2F" w:rsidRPr="00024960">
        <w:rPr>
          <w:rFonts w:ascii="Times New Roman" w:hAnsi="Times New Roman"/>
          <w:sz w:val="28"/>
          <w:szCs w:val="28"/>
        </w:rPr>
        <w:t>3</w:t>
      </w:r>
      <w:r w:rsidR="000B1A5A" w:rsidRPr="00024960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C13B3D" w:rsidRPr="00024960">
        <w:rPr>
          <w:rFonts w:ascii="Times New Roman" w:hAnsi="Times New Roman"/>
          <w:sz w:val="28"/>
          <w:szCs w:val="28"/>
        </w:rPr>
        <w:t>;</w:t>
      </w:r>
    </w:p>
    <w:p w:rsidR="00D651E2" w:rsidRDefault="00C13B3D" w:rsidP="000C6F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C6FCF">
        <w:rPr>
          <w:rFonts w:ascii="Times New Roman" w:hAnsi="Times New Roman"/>
          <w:sz w:val="28"/>
          <w:szCs w:val="28"/>
        </w:rPr>
        <w:t>8)</w:t>
      </w:r>
      <w:r w:rsidR="00742F1D" w:rsidRPr="000C6FCF">
        <w:rPr>
          <w:rFonts w:ascii="Times New Roman" w:hAnsi="Times New Roman"/>
          <w:sz w:val="28"/>
          <w:szCs w:val="28"/>
        </w:rPr>
        <w:t> </w:t>
      </w:r>
      <w:r w:rsidR="000C6FCF" w:rsidRPr="000C6FCF">
        <w:rPr>
          <w:rFonts w:ascii="Times New Roman" w:hAnsi="Times New Roman"/>
          <w:sz w:val="28"/>
          <w:szCs w:val="28"/>
        </w:rPr>
        <w:t>таблицу № 1 приложения № 8 к государственной программе изложить в новой редакции согласно приложению № 4 к настоящему постановлению</w:t>
      </w:r>
      <w:r w:rsidR="00BD6364">
        <w:rPr>
          <w:rFonts w:ascii="Times New Roman" w:hAnsi="Times New Roman"/>
          <w:sz w:val="28"/>
          <w:szCs w:val="28"/>
        </w:rPr>
        <w:t>.</w:t>
      </w:r>
    </w:p>
    <w:p w:rsidR="007F2251" w:rsidRPr="00C51CBC" w:rsidRDefault="007F2251" w:rsidP="003C7B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39E5" w:rsidRPr="00C51CBC" w:rsidRDefault="002D39E5" w:rsidP="003C7B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0E08" w:rsidRPr="00C51CBC" w:rsidRDefault="008E0E08" w:rsidP="003C7B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928"/>
        <w:gridCol w:w="4819"/>
      </w:tblGrid>
      <w:tr w:rsidR="003C7B4D" w:rsidRPr="003C7B4D" w:rsidTr="00C877A5">
        <w:tc>
          <w:tcPr>
            <w:tcW w:w="4928" w:type="dxa"/>
            <w:shd w:val="clear" w:color="auto" w:fill="auto"/>
          </w:tcPr>
          <w:p w:rsidR="003C7B4D" w:rsidRPr="003C7B4D" w:rsidRDefault="000B1A5A" w:rsidP="000B1A5A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Губернатор Рязанской области</w:t>
            </w:r>
          </w:p>
        </w:tc>
        <w:tc>
          <w:tcPr>
            <w:tcW w:w="4819" w:type="dxa"/>
            <w:shd w:val="clear" w:color="auto" w:fill="auto"/>
          </w:tcPr>
          <w:p w:rsidR="003C7B4D" w:rsidRPr="003C7B4D" w:rsidRDefault="000B1A5A" w:rsidP="000B1A5A">
            <w:pPr>
              <w:jc w:val="righ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Н</w:t>
            </w:r>
            <w:r w:rsidR="003C7B4D" w:rsidRPr="003C7B4D">
              <w:rPr>
                <w:rFonts w:ascii="Times New Roman" w:hAnsi="Times New Roman"/>
                <w:sz w:val="28"/>
                <w:szCs w:val="24"/>
              </w:rPr>
              <w:t>.</w:t>
            </w:r>
            <w:r>
              <w:rPr>
                <w:rFonts w:ascii="Times New Roman" w:hAnsi="Times New Roman"/>
                <w:sz w:val="28"/>
                <w:szCs w:val="24"/>
              </w:rPr>
              <w:t>В</w:t>
            </w:r>
            <w:r w:rsidR="003C7B4D" w:rsidRPr="003C7B4D">
              <w:rPr>
                <w:rFonts w:ascii="Times New Roman" w:hAnsi="Times New Roman"/>
                <w:sz w:val="28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4"/>
              </w:rPr>
              <w:t>Любимов</w:t>
            </w:r>
          </w:p>
        </w:tc>
      </w:tr>
    </w:tbl>
    <w:p w:rsidR="0056353F" w:rsidRPr="00C51CBC" w:rsidRDefault="0056353F" w:rsidP="003C7B4D">
      <w:pPr>
        <w:autoSpaceDE w:val="0"/>
        <w:autoSpaceDN w:val="0"/>
        <w:adjustRightInd w:val="0"/>
        <w:jc w:val="both"/>
        <w:rPr>
          <w:rFonts w:ascii="Times New Roman" w:hAnsi="Times New Roman"/>
          <w:sz w:val="2"/>
          <w:szCs w:val="2"/>
        </w:rPr>
      </w:pPr>
    </w:p>
    <w:sectPr w:rsidR="0056353F" w:rsidRPr="00C51CBC" w:rsidSect="003A5D6B">
      <w:headerReference w:type="default" r:id="rId16"/>
      <w:type w:val="continuous"/>
      <w:pgSz w:w="11907" w:h="16834" w:code="9"/>
      <w:pgMar w:top="953" w:right="567" w:bottom="1134" w:left="1843" w:header="272" w:footer="40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DCC" w:rsidRDefault="00287DCC">
      <w:r>
        <w:separator/>
      </w:r>
    </w:p>
  </w:endnote>
  <w:endnote w:type="continuationSeparator" w:id="0">
    <w:p w:rsidR="00287DCC" w:rsidRDefault="00287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A755ED" w:rsidTr="00686746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A755ED" w:rsidRDefault="00A755ED">
          <w:pPr>
            <w:pStyle w:val="a7"/>
          </w:pPr>
          <w:r>
            <w:rPr>
              <w:noProof/>
            </w:rPr>
            <w:drawing>
              <wp:inline distT="0" distB="0" distL="0" distR="0" wp14:anchorId="4134A7C5" wp14:editId="1C14F760">
                <wp:extent cx="668020" cy="286385"/>
                <wp:effectExtent l="19050" t="0" r="0" b="0"/>
                <wp:docPr id="2" name="Рисунок 2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8020" cy="286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A755ED" w:rsidRPr="00686746" w:rsidRDefault="00A755ED" w:rsidP="00686746">
          <w:pPr>
            <w:pStyle w:val="a7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6B62EA4D" wp14:editId="4CC3704D">
                <wp:extent cx="174625" cy="142875"/>
                <wp:effectExtent l="19050" t="0" r="0" b="0"/>
                <wp:docPr id="3" name="Рисунок 3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625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A755ED" w:rsidRPr="00686746" w:rsidRDefault="003A5D6B" w:rsidP="00686746">
          <w:pPr>
            <w:pStyle w:val="a7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45828  16.06.2020 14:38:12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A755ED" w:rsidRPr="00F16F07" w:rsidRDefault="00A755ED" w:rsidP="00686746">
          <w:pPr>
            <w:pStyle w:val="a7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</w:tcPr>
        <w:p w:rsidR="00A755ED" w:rsidRPr="00686746" w:rsidRDefault="00A755ED" w:rsidP="00686746">
          <w:pPr>
            <w:pStyle w:val="a7"/>
            <w:spacing w:before="40"/>
            <w:rPr>
              <w:b/>
              <w:spacing w:val="30"/>
            </w:rPr>
          </w:pPr>
        </w:p>
      </w:tc>
    </w:tr>
  </w:tbl>
  <w:p w:rsidR="00A755ED" w:rsidRPr="00B413CE" w:rsidRDefault="00A755ED">
    <w:pPr>
      <w:pStyle w:val="a7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A755ED" w:rsidRPr="00686746" w:rsidTr="00686746">
      <w:tc>
        <w:tcPr>
          <w:tcW w:w="2538" w:type="dxa"/>
        </w:tcPr>
        <w:p w:rsidR="00A755ED" w:rsidRPr="00686746" w:rsidRDefault="00A755ED" w:rsidP="00AC7150">
          <w:pPr>
            <w:pStyle w:val="a7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A755ED" w:rsidRPr="00686746" w:rsidRDefault="00A755ED" w:rsidP="00686746">
          <w:pPr>
            <w:pStyle w:val="a7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A755ED" w:rsidRPr="00686746" w:rsidRDefault="00A755ED" w:rsidP="00686746">
          <w:pPr>
            <w:pStyle w:val="a7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A755ED" w:rsidRPr="00686746" w:rsidRDefault="00A755ED" w:rsidP="00686746">
          <w:pPr>
            <w:pStyle w:val="a7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A755ED" w:rsidRDefault="00A755ED" w:rsidP="00E56EF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DCC" w:rsidRDefault="00287DCC">
      <w:r>
        <w:separator/>
      </w:r>
    </w:p>
  </w:footnote>
  <w:footnote w:type="continuationSeparator" w:id="0">
    <w:p w:rsidR="00287DCC" w:rsidRDefault="00287D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5ED" w:rsidRDefault="006136D8" w:rsidP="002F1E81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755E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755ED">
      <w:rPr>
        <w:rStyle w:val="a9"/>
        <w:noProof/>
      </w:rPr>
      <w:t>1</w:t>
    </w:r>
    <w:r>
      <w:rPr>
        <w:rStyle w:val="a9"/>
      </w:rPr>
      <w:fldChar w:fldCharType="end"/>
    </w:r>
  </w:p>
  <w:p w:rsidR="00A755ED" w:rsidRDefault="00A755E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5ED" w:rsidRPr="00481B88" w:rsidRDefault="00A755ED" w:rsidP="00E37801">
    <w:pPr>
      <w:pStyle w:val="a6"/>
      <w:framePr w:w="326" w:wrap="around" w:vAnchor="text" w:hAnchor="page" w:x="6486" w:y="321"/>
      <w:rPr>
        <w:rStyle w:val="a9"/>
        <w:rFonts w:ascii="Times New Roman" w:hAnsi="Times New Roman"/>
        <w:sz w:val="28"/>
        <w:szCs w:val="28"/>
      </w:rPr>
    </w:pPr>
  </w:p>
  <w:p w:rsidR="00A755ED" w:rsidRPr="00481B88" w:rsidRDefault="006136D8" w:rsidP="00E37801">
    <w:pPr>
      <w:pStyle w:val="a6"/>
      <w:framePr w:w="326" w:wrap="around" w:vAnchor="text" w:hAnchor="page" w:x="6486" w:y="1"/>
      <w:rPr>
        <w:rStyle w:val="a9"/>
        <w:rFonts w:ascii="Times New Roman" w:hAnsi="Times New Roman"/>
        <w:sz w:val="28"/>
        <w:szCs w:val="28"/>
      </w:rPr>
    </w:pPr>
    <w:r w:rsidRPr="00481B88">
      <w:rPr>
        <w:rStyle w:val="a9"/>
        <w:rFonts w:ascii="Times New Roman" w:hAnsi="Times New Roman"/>
        <w:sz w:val="28"/>
        <w:szCs w:val="28"/>
      </w:rPr>
      <w:fldChar w:fldCharType="begin"/>
    </w:r>
    <w:r w:rsidR="00A755ED" w:rsidRPr="00481B88">
      <w:rPr>
        <w:rStyle w:val="a9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9"/>
        <w:rFonts w:ascii="Times New Roman" w:hAnsi="Times New Roman"/>
        <w:sz w:val="28"/>
        <w:szCs w:val="28"/>
      </w:rPr>
      <w:fldChar w:fldCharType="separate"/>
    </w:r>
    <w:r w:rsidR="00F218A4">
      <w:rPr>
        <w:rStyle w:val="a9"/>
        <w:rFonts w:ascii="Times New Roman" w:hAnsi="Times New Roman"/>
        <w:noProof/>
        <w:sz w:val="28"/>
        <w:szCs w:val="28"/>
      </w:rPr>
      <w:t>20</w:t>
    </w:r>
    <w:r w:rsidRPr="00481B88">
      <w:rPr>
        <w:rStyle w:val="a9"/>
        <w:rFonts w:ascii="Times New Roman" w:hAnsi="Times New Roman"/>
        <w:sz w:val="28"/>
        <w:szCs w:val="28"/>
      </w:rPr>
      <w:fldChar w:fldCharType="end"/>
    </w:r>
  </w:p>
  <w:p w:rsidR="00A755ED" w:rsidRPr="00E37801" w:rsidRDefault="00A755ED">
    <w:pPr>
      <w:pStyle w:val="a6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3.1pt;height:11.55pt" o:bullet="t">
        <v:imagedata r:id="rId1" o:title="Номер версии 555" gain="79922f" blacklevel="-1966f"/>
      </v:shape>
    </w:pict>
  </w:numPicBullet>
  <w:abstractNum w:abstractNumId="0">
    <w:nsid w:val="09581B40"/>
    <w:multiLevelType w:val="hybridMultilevel"/>
    <w:tmpl w:val="6DAE4166"/>
    <w:lvl w:ilvl="0" w:tplc="570249EE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0765E3"/>
    <w:multiLevelType w:val="hybridMultilevel"/>
    <w:tmpl w:val="96FCD970"/>
    <w:lvl w:ilvl="0" w:tplc="B80297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371E8E"/>
    <w:multiLevelType w:val="hybridMultilevel"/>
    <w:tmpl w:val="5192B880"/>
    <w:lvl w:ilvl="0" w:tplc="D5D875D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C866DBD"/>
    <w:multiLevelType w:val="hybridMultilevel"/>
    <w:tmpl w:val="7B108650"/>
    <w:lvl w:ilvl="0" w:tplc="3880E50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22DE5AE8"/>
    <w:multiLevelType w:val="hybridMultilevel"/>
    <w:tmpl w:val="96B2C45E"/>
    <w:lvl w:ilvl="0" w:tplc="1BEA46C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61A68D7"/>
    <w:multiLevelType w:val="hybridMultilevel"/>
    <w:tmpl w:val="33AC9A68"/>
    <w:lvl w:ilvl="0" w:tplc="C95439A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2A9831F7"/>
    <w:multiLevelType w:val="hybridMultilevel"/>
    <w:tmpl w:val="C1CC30EE"/>
    <w:lvl w:ilvl="0" w:tplc="68AC1354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3A3D62CD"/>
    <w:multiLevelType w:val="hybridMultilevel"/>
    <w:tmpl w:val="13F8827C"/>
    <w:lvl w:ilvl="0" w:tplc="9D38D7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D233238"/>
    <w:multiLevelType w:val="hybridMultilevel"/>
    <w:tmpl w:val="D19C0670"/>
    <w:lvl w:ilvl="0" w:tplc="469083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48634E54"/>
    <w:multiLevelType w:val="hybridMultilevel"/>
    <w:tmpl w:val="B8B8F288"/>
    <w:lvl w:ilvl="0" w:tplc="8A8CC6E4">
      <w:start w:val="3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>
    <w:nsid w:val="504823C6"/>
    <w:multiLevelType w:val="hybridMultilevel"/>
    <w:tmpl w:val="A15267EA"/>
    <w:lvl w:ilvl="0" w:tplc="8E3CFF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6E842CC"/>
    <w:multiLevelType w:val="hybridMultilevel"/>
    <w:tmpl w:val="E41465E6"/>
    <w:lvl w:ilvl="0" w:tplc="092E9E56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>
    <w:nsid w:val="58C002ED"/>
    <w:multiLevelType w:val="hybridMultilevel"/>
    <w:tmpl w:val="FAAC2B26"/>
    <w:lvl w:ilvl="0" w:tplc="66D688EA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7">
    <w:nsid w:val="652D32DE"/>
    <w:multiLevelType w:val="hybridMultilevel"/>
    <w:tmpl w:val="A1AA724A"/>
    <w:lvl w:ilvl="0" w:tplc="E7C069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77DA2622"/>
    <w:multiLevelType w:val="hybridMultilevel"/>
    <w:tmpl w:val="10DE8976"/>
    <w:lvl w:ilvl="0" w:tplc="29DA135C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8495588"/>
    <w:multiLevelType w:val="hybridMultilevel"/>
    <w:tmpl w:val="A4D043C6"/>
    <w:lvl w:ilvl="0" w:tplc="1D70C5EC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1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7DC66DA4"/>
    <w:multiLevelType w:val="multilevel"/>
    <w:tmpl w:val="E2546226"/>
    <w:lvl w:ilvl="0">
      <w:start w:val="1"/>
      <w:numFmt w:val="upperRoman"/>
      <w:pStyle w:val="1"/>
      <w:lvlText w:val="%1."/>
      <w:lvlJc w:val="righ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42" w:hanging="432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21"/>
  </w:num>
  <w:num w:numId="2">
    <w:abstractNumId w:val="4"/>
  </w:num>
  <w:num w:numId="3">
    <w:abstractNumId w:val="12"/>
  </w:num>
  <w:num w:numId="4">
    <w:abstractNumId w:val="7"/>
  </w:num>
  <w:num w:numId="5">
    <w:abstractNumId w:val="9"/>
  </w:num>
  <w:num w:numId="6">
    <w:abstractNumId w:val="18"/>
  </w:num>
  <w:num w:numId="7">
    <w:abstractNumId w:val="8"/>
  </w:num>
  <w:num w:numId="8">
    <w:abstractNumId w:val="13"/>
  </w:num>
  <w:num w:numId="9">
    <w:abstractNumId w:val="6"/>
  </w:num>
  <w:num w:numId="10">
    <w:abstractNumId w:val="20"/>
  </w:num>
  <w:num w:numId="11">
    <w:abstractNumId w:val="15"/>
  </w:num>
  <w:num w:numId="12">
    <w:abstractNumId w:val="22"/>
  </w:num>
  <w:num w:numId="13">
    <w:abstractNumId w:val="1"/>
  </w:num>
  <w:num w:numId="14">
    <w:abstractNumId w:val="16"/>
  </w:num>
  <w:num w:numId="15">
    <w:abstractNumId w:val="5"/>
  </w:num>
  <w:num w:numId="16">
    <w:abstractNumId w:val="2"/>
  </w:num>
  <w:num w:numId="17">
    <w:abstractNumId w:val="17"/>
  </w:num>
  <w:num w:numId="18">
    <w:abstractNumId w:val="19"/>
  </w:num>
  <w:num w:numId="19">
    <w:abstractNumId w:val="0"/>
  </w:num>
  <w:num w:numId="20">
    <w:abstractNumId w:val="11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10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EA4"/>
    <w:rsid w:val="0000101B"/>
    <w:rsid w:val="00001673"/>
    <w:rsid w:val="000018D4"/>
    <w:rsid w:val="00002496"/>
    <w:rsid w:val="00003216"/>
    <w:rsid w:val="00003D7E"/>
    <w:rsid w:val="000041CC"/>
    <w:rsid w:val="00004C4B"/>
    <w:rsid w:val="00005569"/>
    <w:rsid w:val="000068C2"/>
    <w:rsid w:val="000070A0"/>
    <w:rsid w:val="00007158"/>
    <w:rsid w:val="000073FB"/>
    <w:rsid w:val="00007AF4"/>
    <w:rsid w:val="0001027A"/>
    <w:rsid w:val="0001035D"/>
    <w:rsid w:val="00010B3A"/>
    <w:rsid w:val="000115D5"/>
    <w:rsid w:val="0001193D"/>
    <w:rsid w:val="00012350"/>
    <w:rsid w:val="0001319E"/>
    <w:rsid w:val="0001360F"/>
    <w:rsid w:val="000138D6"/>
    <w:rsid w:val="00013A58"/>
    <w:rsid w:val="00013D04"/>
    <w:rsid w:val="00013FF6"/>
    <w:rsid w:val="00015032"/>
    <w:rsid w:val="0001635F"/>
    <w:rsid w:val="000163A7"/>
    <w:rsid w:val="0001671F"/>
    <w:rsid w:val="00017BBE"/>
    <w:rsid w:val="0002094E"/>
    <w:rsid w:val="00020D83"/>
    <w:rsid w:val="00020E5A"/>
    <w:rsid w:val="000214D5"/>
    <w:rsid w:val="00021DBE"/>
    <w:rsid w:val="00023974"/>
    <w:rsid w:val="00024960"/>
    <w:rsid w:val="00025CCB"/>
    <w:rsid w:val="0002634B"/>
    <w:rsid w:val="00026938"/>
    <w:rsid w:val="00026A5D"/>
    <w:rsid w:val="00026C03"/>
    <w:rsid w:val="000300C2"/>
    <w:rsid w:val="00030CE6"/>
    <w:rsid w:val="000310A4"/>
    <w:rsid w:val="00032305"/>
    <w:rsid w:val="000331B3"/>
    <w:rsid w:val="000333C5"/>
    <w:rsid w:val="00033413"/>
    <w:rsid w:val="0003380F"/>
    <w:rsid w:val="00035078"/>
    <w:rsid w:val="00035DD0"/>
    <w:rsid w:val="000360D0"/>
    <w:rsid w:val="00036C8E"/>
    <w:rsid w:val="000373EF"/>
    <w:rsid w:val="0003797F"/>
    <w:rsid w:val="00037B75"/>
    <w:rsid w:val="00037C0C"/>
    <w:rsid w:val="00037F8E"/>
    <w:rsid w:val="00040686"/>
    <w:rsid w:val="00040B02"/>
    <w:rsid w:val="00040C71"/>
    <w:rsid w:val="000410AE"/>
    <w:rsid w:val="00041510"/>
    <w:rsid w:val="00041E46"/>
    <w:rsid w:val="00042FE4"/>
    <w:rsid w:val="000432E4"/>
    <w:rsid w:val="000461E9"/>
    <w:rsid w:val="00046754"/>
    <w:rsid w:val="000468C5"/>
    <w:rsid w:val="00046D45"/>
    <w:rsid w:val="00047DCC"/>
    <w:rsid w:val="00050768"/>
    <w:rsid w:val="00051858"/>
    <w:rsid w:val="000521FF"/>
    <w:rsid w:val="00052436"/>
    <w:rsid w:val="00052719"/>
    <w:rsid w:val="000527D4"/>
    <w:rsid w:val="000528C7"/>
    <w:rsid w:val="00053514"/>
    <w:rsid w:val="000550D8"/>
    <w:rsid w:val="0005519E"/>
    <w:rsid w:val="00055D39"/>
    <w:rsid w:val="00056B65"/>
    <w:rsid w:val="00056DEB"/>
    <w:rsid w:val="000576B0"/>
    <w:rsid w:val="00060463"/>
    <w:rsid w:val="000612B9"/>
    <w:rsid w:val="000618D8"/>
    <w:rsid w:val="00061A2F"/>
    <w:rsid w:val="00062754"/>
    <w:rsid w:val="00062E86"/>
    <w:rsid w:val="000635BD"/>
    <w:rsid w:val="00064A0A"/>
    <w:rsid w:val="00067E2F"/>
    <w:rsid w:val="00070695"/>
    <w:rsid w:val="000707C0"/>
    <w:rsid w:val="0007187B"/>
    <w:rsid w:val="00072077"/>
    <w:rsid w:val="0007259C"/>
    <w:rsid w:val="00072A98"/>
    <w:rsid w:val="0007378C"/>
    <w:rsid w:val="00073A7A"/>
    <w:rsid w:val="00074BE4"/>
    <w:rsid w:val="000757B2"/>
    <w:rsid w:val="00075DEA"/>
    <w:rsid w:val="0007665A"/>
    <w:rsid w:val="00076D5E"/>
    <w:rsid w:val="000779E5"/>
    <w:rsid w:val="0008017C"/>
    <w:rsid w:val="00080BCD"/>
    <w:rsid w:val="00080C29"/>
    <w:rsid w:val="00081990"/>
    <w:rsid w:val="00081F59"/>
    <w:rsid w:val="000829F2"/>
    <w:rsid w:val="00084679"/>
    <w:rsid w:val="00084CD7"/>
    <w:rsid w:val="00084DD3"/>
    <w:rsid w:val="00084E01"/>
    <w:rsid w:val="00084FC2"/>
    <w:rsid w:val="00085063"/>
    <w:rsid w:val="000861B1"/>
    <w:rsid w:val="00086E00"/>
    <w:rsid w:val="00087125"/>
    <w:rsid w:val="00090340"/>
    <w:rsid w:val="000917C0"/>
    <w:rsid w:val="000935FB"/>
    <w:rsid w:val="00093A94"/>
    <w:rsid w:val="00093ADF"/>
    <w:rsid w:val="00095049"/>
    <w:rsid w:val="00095097"/>
    <w:rsid w:val="00095EB0"/>
    <w:rsid w:val="00095FED"/>
    <w:rsid w:val="000966AA"/>
    <w:rsid w:val="00097121"/>
    <w:rsid w:val="00097279"/>
    <w:rsid w:val="000A0101"/>
    <w:rsid w:val="000A18BD"/>
    <w:rsid w:val="000A2528"/>
    <w:rsid w:val="000A381D"/>
    <w:rsid w:val="000A3D6E"/>
    <w:rsid w:val="000A5B05"/>
    <w:rsid w:val="000A5B43"/>
    <w:rsid w:val="000A7ABB"/>
    <w:rsid w:val="000B047D"/>
    <w:rsid w:val="000B0736"/>
    <w:rsid w:val="000B0D70"/>
    <w:rsid w:val="000B170B"/>
    <w:rsid w:val="000B1A5A"/>
    <w:rsid w:val="000B1BC1"/>
    <w:rsid w:val="000B1E14"/>
    <w:rsid w:val="000B2B80"/>
    <w:rsid w:val="000B3034"/>
    <w:rsid w:val="000B3B80"/>
    <w:rsid w:val="000B44BB"/>
    <w:rsid w:val="000B4E82"/>
    <w:rsid w:val="000B5972"/>
    <w:rsid w:val="000B67A5"/>
    <w:rsid w:val="000B6A16"/>
    <w:rsid w:val="000B6EA4"/>
    <w:rsid w:val="000C11E7"/>
    <w:rsid w:val="000C1563"/>
    <w:rsid w:val="000C1C16"/>
    <w:rsid w:val="000C218B"/>
    <w:rsid w:val="000C2A68"/>
    <w:rsid w:val="000C3E6B"/>
    <w:rsid w:val="000C49A3"/>
    <w:rsid w:val="000C53FB"/>
    <w:rsid w:val="000C6228"/>
    <w:rsid w:val="000C6784"/>
    <w:rsid w:val="000C6FCF"/>
    <w:rsid w:val="000C74ED"/>
    <w:rsid w:val="000C7E68"/>
    <w:rsid w:val="000D06F9"/>
    <w:rsid w:val="000D0FE0"/>
    <w:rsid w:val="000D13A0"/>
    <w:rsid w:val="000D21F8"/>
    <w:rsid w:val="000D2C42"/>
    <w:rsid w:val="000D3137"/>
    <w:rsid w:val="000D356E"/>
    <w:rsid w:val="000D4A88"/>
    <w:rsid w:val="000D4F87"/>
    <w:rsid w:val="000D5849"/>
    <w:rsid w:val="000D59F5"/>
    <w:rsid w:val="000D5BD3"/>
    <w:rsid w:val="000D5C82"/>
    <w:rsid w:val="000D5EED"/>
    <w:rsid w:val="000E00D7"/>
    <w:rsid w:val="000E0BAF"/>
    <w:rsid w:val="000E1106"/>
    <w:rsid w:val="000E1A94"/>
    <w:rsid w:val="000E3152"/>
    <w:rsid w:val="000E33CB"/>
    <w:rsid w:val="000E3470"/>
    <w:rsid w:val="000E4E18"/>
    <w:rsid w:val="000E5B6B"/>
    <w:rsid w:val="000E62D0"/>
    <w:rsid w:val="000F008B"/>
    <w:rsid w:val="000F01D6"/>
    <w:rsid w:val="000F080B"/>
    <w:rsid w:val="000F4AEA"/>
    <w:rsid w:val="000F5B62"/>
    <w:rsid w:val="000F700C"/>
    <w:rsid w:val="00100275"/>
    <w:rsid w:val="00100549"/>
    <w:rsid w:val="00100976"/>
    <w:rsid w:val="001013CE"/>
    <w:rsid w:val="00101FD6"/>
    <w:rsid w:val="00102506"/>
    <w:rsid w:val="00102693"/>
    <w:rsid w:val="00102E29"/>
    <w:rsid w:val="00103C82"/>
    <w:rsid w:val="001048A2"/>
    <w:rsid w:val="001049E9"/>
    <w:rsid w:val="00104C1F"/>
    <w:rsid w:val="001055ED"/>
    <w:rsid w:val="0010570D"/>
    <w:rsid w:val="001058B7"/>
    <w:rsid w:val="00105B82"/>
    <w:rsid w:val="0010629B"/>
    <w:rsid w:val="00106B1B"/>
    <w:rsid w:val="00106EAB"/>
    <w:rsid w:val="0010730E"/>
    <w:rsid w:val="00107C45"/>
    <w:rsid w:val="00107DE6"/>
    <w:rsid w:val="00110AA3"/>
    <w:rsid w:val="00110D9D"/>
    <w:rsid w:val="00111206"/>
    <w:rsid w:val="00111C17"/>
    <w:rsid w:val="00112982"/>
    <w:rsid w:val="00112A58"/>
    <w:rsid w:val="00113C33"/>
    <w:rsid w:val="00113E0D"/>
    <w:rsid w:val="00113F68"/>
    <w:rsid w:val="00114619"/>
    <w:rsid w:val="001147E6"/>
    <w:rsid w:val="00115851"/>
    <w:rsid w:val="00115FE4"/>
    <w:rsid w:val="001172A8"/>
    <w:rsid w:val="001207F6"/>
    <w:rsid w:val="00121997"/>
    <w:rsid w:val="001224FE"/>
    <w:rsid w:val="00122CFD"/>
    <w:rsid w:val="00122FC5"/>
    <w:rsid w:val="00125054"/>
    <w:rsid w:val="001255C9"/>
    <w:rsid w:val="00125C73"/>
    <w:rsid w:val="00125D5A"/>
    <w:rsid w:val="00126361"/>
    <w:rsid w:val="00126A7B"/>
    <w:rsid w:val="001275CE"/>
    <w:rsid w:val="00127909"/>
    <w:rsid w:val="00130263"/>
    <w:rsid w:val="00130661"/>
    <w:rsid w:val="00131692"/>
    <w:rsid w:val="00131B65"/>
    <w:rsid w:val="00133756"/>
    <w:rsid w:val="00133B9A"/>
    <w:rsid w:val="00133DD2"/>
    <w:rsid w:val="00134793"/>
    <w:rsid w:val="00134DC6"/>
    <w:rsid w:val="0013511F"/>
    <w:rsid w:val="00135DF1"/>
    <w:rsid w:val="00135F28"/>
    <w:rsid w:val="00136967"/>
    <w:rsid w:val="0013729A"/>
    <w:rsid w:val="0014011D"/>
    <w:rsid w:val="0014035E"/>
    <w:rsid w:val="001408C7"/>
    <w:rsid w:val="001408E8"/>
    <w:rsid w:val="00140E1E"/>
    <w:rsid w:val="00141C05"/>
    <w:rsid w:val="00142613"/>
    <w:rsid w:val="00142E6B"/>
    <w:rsid w:val="001437C4"/>
    <w:rsid w:val="00143BC6"/>
    <w:rsid w:val="001440F1"/>
    <w:rsid w:val="00145332"/>
    <w:rsid w:val="0014567B"/>
    <w:rsid w:val="0014616F"/>
    <w:rsid w:val="0014636A"/>
    <w:rsid w:val="00146735"/>
    <w:rsid w:val="00146758"/>
    <w:rsid w:val="001471CB"/>
    <w:rsid w:val="00147370"/>
    <w:rsid w:val="00150022"/>
    <w:rsid w:val="00150A67"/>
    <w:rsid w:val="00150F86"/>
    <w:rsid w:val="00151370"/>
    <w:rsid w:val="001517FE"/>
    <w:rsid w:val="00152AA4"/>
    <w:rsid w:val="00152DB3"/>
    <w:rsid w:val="001534C3"/>
    <w:rsid w:val="00153770"/>
    <w:rsid w:val="0015399A"/>
    <w:rsid w:val="00153FB9"/>
    <w:rsid w:val="001541C6"/>
    <w:rsid w:val="0015455C"/>
    <w:rsid w:val="00154E03"/>
    <w:rsid w:val="0015576D"/>
    <w:rsid w:val="00155A02"/>
    <w:rsid w:val="00156AAF"/>
    <w:rsid w:val="00157389"/>
    <w:rsid w:val="00157BD9"/>
    <w:rsid w:val="00160897"/>
    <w:rsid w:val="00160BF5"/>
    <w:rsid w:val="00161D8A"/>
    <w:rsid w:val="00162E72"/>
    <w:rsid w:val="00163717"/>
    <w:rsid w:val="00164271"/>
    <w:rsid w:val="001645F4"/>
    <w:rsid w:val="00164C1B"/>
    <w:rsid w:val="001654A2"/>
    <w:rsid w:val="00165E3E"/>
    <w:rsid w:val="0016615B"/>
    <w:rsid w:val="0016638E"/>
    <w:rsid w:val="00167532"/>
    <w:rsid w:val="00167590"/>
    <w:rsid w:val="001675D7"/>
    <w:rsid w:val="00167F9D"/>
    <w:rsid w:val="00170250"/>
    <w:rsid w:val="001720D9"/>
    <w:rsid w:val="00172B83"/>
    <w:rsid w:val="00173957"/>
    <w:rsid w:val="0017512C"/>
    <w:rsid w:val="001751EB"/>
    <w:rsid w:val="00175565"/>
    <w:rsid w:val="001755E6"/>
    <w:rsid w:val="0017575E"/>
    <w:rsid w:val="00175B68"/>
    <w:rsid w:val="00175BE5"/>
    <w:rsid w:val="00175E7D"/>
    <w:rsid w:val="00175FCC"/>
    <w:rsid w:val="00176B04"/>
    <w:rsid w:val="001770A8"/>
    <w:rsid w:val="00177169"/>
    <w:rsid w:val="00177ABB"/>
    <w:rsid w:val="00177E44"/>
    <w:rsid w:val="00180309"/>
    <w:rsid w:val="00180980"/>
    <w:rsid w:val="00180DC9"/>
    <w:rsid w:val="0018150C"/>
    <w:rsid w:val="00181C67"/>
    <w:rsid w:val="0018233F"/>
    <w:rsid w:val="001835AA"/>
    <w:rsid w:val="001840B2"/>
    <w:rsid w:val="001842D5"/>
    <w:rsid w:val="001850F4"/>
    <w:rsid w:val="001852A1"/>
    <w:rsid w:val="00185744"/>
    <w:rsid w:val="001878DC"/>
    <w:rsid w:val="0019068A"/>
    <w:rsid w:val="00190EF3"/>
    <w:rsid w:val="0019127D"/>
    <w:rsid w:val="0019133E"/>
    <w:rsid w:val="001917F6"/>
    <w:rsid w:val="00192218"/>
    <w:rsid w:val="00192707"/>
    <w:rsid w:val="001947BE"/>
    <w:rsid w:val="001947DE"/>
    <w:rsid w:val="00195527"/>
    <w:rsid w:val="00195600"/>
    <w:rsid w:val="001958ED"/>
    <w:rsid w:val="00195F8D"/>
    <w:rsid w:val="00196A8D"/>
    <w:rsid w:val="00196B3D"/>
    <w:rsid w:val="00196B94"/>
    <w:rsid w:val="00196BA6"/>
    <w:rsid w:val="001A0F12"/>
    <w:rsid w:val="001A1A0F"/>
    <w:rsid w:val="001A22A5"/>
    <w:rsid w:val="001A230C"/>
    <w:rsid w:val="001A32C9"/>
    <w:rsid w:val="001A560F"/>
    <w:rsid w:val="001A5D04"/>
    <w:rsid w:val="001A7827"/>
    <w:rsid w:val="001B0764"/>
    <w:rsid w:val="001B0982"/>
    <w:rsid w:val="001B0B34"/>
    <w:rsid w:val="001B15D3"/>
    <w:rsid w:val="001B1A57"/>
    <w:rsid w:val="001B1AC1"/>
    <w:rsid w:val="001B1AF3"/>
    <w:rsid w:val="001B1E84"/>
    <w:rsid w:val="001B32BA"/>
    <w:rsid w:val="001B38BE"/>
    <w:rsid w:val="001B3C3E"/>
    <w:rsid w:val="001B4B07"/>
    <w:rsid w:val="001B4FCD"/>
    <w:rsid w:val="001B5301"/>
    <w:rsid w:val="001B53F2"/>
    <w:rsid w:val="001C069C"/>
    <w:rsid w:val="001C0733"/>
    <w:rsid w:val="001C4394"/>
    <w:rsid w:val="001C4C21"/>
    <w:rsid w:val="001C55B8"/>
    <w:rsid w:val="001C56E3"/>
    <w:rsid w:val="001C58DC"/>
    <w:rsid w:val="001C5E41"/>
    <w:rsid w:val="001C6575"/>
    <w:rsid w:val="001C6C87"/>
    <w:rsid w:val="001C70AD"/>
    <w:rsid w:val="001D06C2"/>
    <w:rsid w:val="001D08E5"/>
    <w:rsid w:val="001D0922"/>
    <w:rsid w:val="001D10D1"/>
    <w:rsid w:val="001D166B"/>
    <w:rsid w:val="001D18BB"/>
    <w:rsid w:val="001D2509"/>
    <w:rsid w:val="001D2B64"/>
    <w:rsid w:val="001D3563"/>
    <w:rsid w:val="001D43E0"/>
    <w:rsid w:val="001D45B5"/>
    <w:rsid w:val="001D4B3F"/>
    <w:rsid w:val="001D5085"/>
    <w:rsid w:val="001D554A"/>
    <w:rsid w:val="001D56C9"/>
    <w:rsid w:val="001D57B5"/>
    <w:rsid w:val="001D6432"/>
    <w:rsid w:val="001D64FD"/>
    <w:rsid w:val="001D6676"/>
    <w:rsid w:val="001E023A"/>
    <w:rsid w:val="001E0317"/>
    <w:rsid w:val="001E03A6"/>
    <w:rsid w:val="001E0446"/>
    <w:rsid w:val="001E0A91"/>
    <w:rsid w:val="001E14F7"/>
    <w:rsid w:val="001E1C85"/>
    <w:rsid w:val="001E20F1"/>
    <w:rsid w:val="001E36EE"/>
    <w:rsid w:val="001E3D55"/>
    <w:rsid w:val="001E45F9"/>
    <w:rsid w:val="001E478D"/>
    <w:rsid w:val="001E51AC"/>
    <w:rsid w:val="001E543B"/>
    <w:rsid w:val="001E6709"/>
    <w:rsid w:val="001E6A4D"/>
    <w:rsid w:val="001E6BC9"/>
    <w:rsid w:val="001E7319"/>
    <w:rsid w:val="001E75D2"/>
    <w:rsid w:val="001E77A6"/>
    <w:rsid w:val="001E7943"/>
    <w:rsid w:val="001E7C51"/>
    <w:rsid w:val="001F0294"/>
    <w:rsid w:val="001F0621"/>
    <w:rsid w:val="001F0AA8"/>
    <w:rsid w:val="001F0B43"/>
    <w:rsid w:val="001F12E8"/>
    <w:rsid w:val="001F183B"/>
    <w:rsid w:val="001F1AA8"/>
    <w:rsid w:val="001F20E3"/>
    <w:rsid w:val="001F228C"/>
    <w:rsid w:val="001F235B"/>
    <w:rsid w:val="001F2849"/>
    <w:rsid w:val="001F2A54"/>
    <w:rsid w:val="001F2EA2"/>
    <w:rsid w:val="001F315D"/>
    <w:rsid w:val="001F36E8"/>
    <w:rsid w:val="001F376E"/>
    <w:rsid w:val="001F37A7"/>
    <w:rsid w:val="001F459F"/>
    <w:rsid w:val="001F46CE"/>
    <w:rsid w:val="001F64B8"/>
    <w:rsid w:val="001F6639"/>
    <w:rsid w:val="001F6A68"/>
    <w:rsid w:val="001F6CAE"/>
    <w:rsid w:val="001F6EB7"/>
    <w:rsid w:val="001F7061"/>
    <w:rsid w:val="001F71EF"/>
    <w:rsid w:val="001F7C83"/>
    <w:rsid w:val="001F7E0B"/>
    <w:rsid w:val="0020173F"/>
    <w:rsid w:val="00201810"/>
    <w:rsid w:val="00201BD1"/>
    <w:rsid w:val="00202693"/>
    <w:rsid w:val="00202E83"/>
    <w:rsid w:val="00203046"/>
    <w:rsid w:val="002039CF"/>
    <w:rsid w:val="00205343"/>
    <w:rsid w:val="00206517"/>
    <w:rsid w:val="00210413"/>
    <w:rsid w:val="002104CB"/>
    <w:rsid w:val="002117FF"/>
    <w:rsid w:val="00212849"/>
    <w:rsid w:val="00212D52"/>
    <w:rsid w:val="00213B59"/>
    <w:rsid w:val="00214306"/>
    <w:rsid w:val="002143B2"/>
    <w:rsid w:val="002164FF"/>
    <w:rsid w:val="00216BD8"/>
    <w:rsid w:val="00216F88"/>
    <w:rsid w:val="002173A8"/>
    <w:rsid w:val="00217D3A"/>
    <w:rsid w:val="00217FEC"/>
    <w:rsid w:val="002201CD"/>
    <w:rsid w:val="00220B99"/>
    <w:rsid w:val="0022118B"/>
    <w:rsid w:val="00221AA2"/>
    <w:rsid w:val="00221BC9"/>
    <w:rsid w:val="00221E27"/>
    <w:rsid w:val="00221EF1"/>
    <w:rsid w:val="00222090"/>
    <w:rsid w:val="002231AC"/>
    <w:rsid w:val="00223E08"/>
    <w:rsid w:val="002244A6"/>
    <w:rsid w:val="00224A05"/>
    <w:rsid w:val="002251C3"/>
    <w:rsid w:val="002251D0"/>
    <w:rsid w:val="0022730A"/>
    <w:rsid w:val="00227638"/>
    <w:rsid w:val="002279B4"/>
    <w:rsid w:val="00227FDC"/>
    <w:rsid w:val="00230D97"/>
    <w:rsid w:val="002318CF"/>
    <w:rsid w:val="00231F1C"/>
    <w:rsid w:val="002321BB"/>
    <w:rsid w:val="002327FC"/>
    <w:rsid w:val="00232AEB"/>
    <w:rsid w:val="00232CEF"/>
    <w:rsid w:val="0023338A"/>
    <w:rsid w:val="0023393F"/>
    <w:rsid w:val="00233C88"/>
    <w:rsid w:val="00235B62"/>
    <w:rsid w:val="00235D94"/>
    <w:rsid w:val="002401FC"/>
    <w:rsid w:val="0024021F"/>
    <w:rsid w:val="00240D98"/>
    <w:rsid w:val="00241AC1"/>
    <w:rsid w:val="00242404"/>
    <w:rsid w:val="00242DDB"/>
    <w:rsid w:val="00243030"/>
    <w:rsid w:val="00245979"/>
    <w:rsid w:val="00245C03"/>
    <w:rsid w:val="002465F8"/>
    <w:rsid w:val="0024698D"/>
    <w:rsid w:val="00247073"/>
    <w:rsid w:val="002472EA"/>
    <w:rsid w:val="00247376"/>
    <w:rsid w:val="002478F3"/>
    <w:rsid w:val="002479A2"/>
    <w:rsid w:val="00247B8E"/>
    <w:rsid w:val="00247FF1"/>
    <w:rsid w:val="002507BE"/>
    <w:rsid w:val="00250B49"/>
    <w:rsid w:val="00250DE7"/>
    <w:rsid w:val="00250F7D"/>
    <w:rsid w:val="002511ED"/>
    <w:rsid w:val="0025184D"/>
    <w:rsid w:val="00251A6A"/>
    <w:rsid w:val="00251BCE"/>
    <w:rsid w:val="00252B80"/>
    <w:rsid w:val="00253311"/>
    <w:rsid w:val="00253429"/>
    <w:rsid w:val="00253580"/>
    <w:rsid w:val="0025461F"/>
    <w:rsid w:val="00255D21"/>
    <w:rsid w:val="00255ECB"/>
    <w:rsid w:val="00256795"/>
    <w:rsid w:val="00256CAF"/>
    <w:rsid w:val="002572D4"/>
    <w:rsid w:val="0026014D"/>
    <w:rsid w:val="0026087E"/>
    <w:rsid w:val="002611E1"/>
    <w:rsid w:val="00261241"/>
    <w:rsid w:val="002615DF"/>
    <w:rsid w:val="00261937"/>
    <w:rsid w:val="00261FA7"/>
    <w:rsid w:val="002621F6"/>
    <w:rsid w:val="00264089"/>
    <w:rsid w:val="00264BAD"/>
    <w:rsid w:val="00265420"/>
    <w:rsid w:val="002658F8"/>
    <w:rsid w:val="002669E0"/>
    <w:rsid w:val="00267479"/>
    <w:rsid w:val="0026753D"/>
    <w:rsid w:val="00267DC4"/>
    <w:rsid w:val="002721DB"/>
    <w:rsid w:val="00272B3E"/>
    <w:rsid w:val="00273011"/>
    <w:rsid w:val="00274870"/>
    <w:rsid w:val="00274E14"/>
    <w:rsid w:val="002776E3"/>
    <w:rsid w:val="00277CC0"/>
    <w:rsid w:val="002800C5"/>
    <w:rsid w:val="00280A6D"/>
    <w:rsid w:val="00280EF6"/>
    <w:rsid w:val="00281603"/>
    <w:rsid w:val="002817FE"/>
    <w:rsid w:val="00282B67"/>
    <w:rsid w:val="00284393"/>
    <w:rsid w:val="00284B97"/>
    <w:rsid w:val="00285044"/>
    <w:rsid w:val="002851C8"/>
    <w:rsid w:val="00285461"/>
    <w:rsid w:val="00285CBB"/>
    <w:rsid w:val="00286224"/>
    <w:rsid w:val="0028703E"/>
    <w:rsid w:val="00287DCC"/>
    <w:rsid w:val="002902DF"/>
    <w:rsid w:val="00290FE3"/>
    <w:rsid w:val="0029197C"/>
    <w:rsid w:val="00292D11"/>
    <w:rsid w:val="0029306A"/>
    <w:rsid w:val="00293D5E"/>
    <w:rsid w:val="00294E11"/>
    <w:rsid w:val="0029506F"/>
    <w:rsid w:val="002953B6"/>
    <w:rsid w:val="00295586"/>
    <w:rsid w:val="00295FAE"/>
    <w:rsid w:val="002961F9"/>
    <w:rsid w:val="00297535"/>
    <w:rsid w:val="002A06E5"/>
    <w:rsid w:val="002A0A36"/>
    <w:rsid w:val="002A1106"/>
    <w:rsid w:val="002A217B"/>
    <w:rsid w:val="002A265D"/>
    <w:rsid w:val="002A28B6"/>
    <w:rsid w:val="002A298F"/>
    <w:rsid w:val="002A3430"/>
    <w:rsid w:val="002A3A20"/>
    <w:rsid w:val="002A3C44"/>
    <w:rsid w:val="002A3FEE"/>
    <w:rsid w:val="002A46D2"/>
    <w:rsid w:val="002A4878"/>
    <w:rsid w:val="002A50FC"/>
    <w:rsid w:val="002A5EE0"/>
    <w:rsid w:val="002A606E"/>
    <w:rsid w:val="002A68BE"/>
    <w:rsid w:val="002A6DCB"/>
    <w:rsid w:val="002A75B0"/>
    <w:rsid w:val="002A7D55"/>
    <w:rsid w:val="002B0481"/>
    <w:rsid w:val="002B05F2"/>
    <w:rsid w:val="002B087D"/>
    <w:rsid w:val="002B088D"/>
    <w:rsid w:val="002B1CD0"/>
    <w:rsid w:val="002B1DC7"/>
    <w:rsid w:val="002B2563"/>
    <w:rsid w:val="002B2E6E"/>
    <w:rsid w:val="002B3259"/>
    <w:rsid w:val="002B3E99"/>
    <w:rsid w:val="002B3F61"/>
    <w:rsid w:val="002B4662"/>
    <w:rsid w:val="002B4D01"/>
    <w:rsid w:val="002B5409"/>
    <w:rsid w:val="002B6861"/>
    <w:rsid w:val="002B6AE5"/>
    <w:rsid w:val="002B7A59"/>
    <w:rsid w:val="002C0A65"/>
    <w:rsid w:val="002C0DF9"/>
    <w:rsid w:val="002C13E7"/>
    <w:rsid w:val="002C14B6"/>
    <w:rsid w:val="002C1B76"/>
    <w:rsid w:val="002C2150"/>
    <w:rsid w:val="002C26AE"/>
    <w:rsid w:val="002C2A2F"/>
    <w:rsid w:val="002C32C4"/>
    <w:rsid w:val="002C3B4A"/>
    <w:rsid w:val="002C41A6"/>
    <w:rsid w:val="002C4291"/>
    <w:rsid w:val="002C46B8"/>
    <w:rsid w:val="002C52A1"/>
    <w:rsid w:val="002C53F0"/>
    <w:rsid w:val="002C57BD"/>
    <w:rsid w:val="002C5D43"/>
    <w:rsid w:val="002C6312"/>
    <w:rsid w:val="002C6918"/>
    <w:rsid w:val="002C6B4B"/>
    <w:rsid w:val="002C6E7F"/>
    <w:rsid w:val="002D0111"/>
    <w:rsid w:val="002D06AA"/>
    <w:rsid w:val="002D1C43"/>
    <w:rsid w:val="002D1F36"/>
    <w:rsid w:val="002D295D"/>
    <w:rsid w:val="002D2C4A"/>
    <w:rsid w:val="002D30FD"/>
    <w:rsid w:val="002D32FB"/>
    <w:rsid w:val="002D357F"/>
    <w:rsid w:val="002D39E5"/>
    <w:rsid w:val="002D48B0"/>
    <w:rsid w:val="002D4BF2"/>
    <w:rsid w:val="002D52E1"/>
    <w:rsid w:val="002D63D7"/>
    <w:rsid w:val="002D677D"/>
    <w:rsid w:val="002D7543"/>
    <w:rsid w:val="002D7557"/>
    <w:rsid w:val="002D77BB"/>
    <w:rsid w:val="002D7CBF"/>
    <w:rsid w:val="002D7D7C"/>
    <w:rsid w:val="002D7EAC"/>
    <w:rsid w:val="002E1556"/>
    <w:rsid w:val="002E18BD"/>
    <w:rsid w:val="002E19D0"/>
    <w:rsid w:val="002E1FF4"/>
    <w:rsid w:val="002E2051"/>
    <w:rsid w:val="002E263A"/>
    <w:rsid w:val="002E42D0"/>
    <w:rsid w:val="002E4A42"/>
    <w:rsid w:val="002E5405"/>
    <w:rsid w:val="002E5736"/>
    <w:rsid w:val="002E6341"/>
    <w:rsid w:val="002E66E2"/>
    <w:rsid w:val="002E7321"/>
    <w:rsid w:val="002F14FD"/>
    <w:rsid w:val="002F1E81"/>
    <w:rsid w:val="002F2196"/>
    <w:rsid w:val="002F2345"/>
    <w:rsid w:val="002F3BBA"/>
    <w:rsid w:val="002F4D36"/>
    <w:rsid w:val="002F5DB7"/>
    <w:rsid w:val="002F6D14"/>
    <w:rsid w:val="002F701E"/>
    <w:rsid w:val="0030035C"/>
    <w:rsid w:val="00300EC9"/>
    <w:rsid w:val="0030291E"/>
    <w:rsid w:val="00302CEB"/>
    <w:rsid w:val="00302DDE"/>
    <w:rsid w:val="00303E1A"/>
    <w:rsid w:val="00303E6A"/>
    <w:rsid w:val="00304BEC"/>
    <w:rsid w:val="00304EDE"/>
    <w:rsid w:val="0030653A"/>
    <w:rsid w:val="00306566"/>
    <w:rsid w:val="00306B81"/>
    <w:rsid w:val="00307F21"/>
    <w:rsid w:val="003100BF"/>
    <w:rsid w:val="003101CC"/>
    <w:rsid w:val="00310617"/>
    <w:rsid w:val="00310D92"/>
    <w:rsid w:val="0031106B"/>
    <w:rsid w:val="0031149F"/>
    <w:rsid w:val="00312373"/>
    <w:rsid w:val="0031293C"/>
    <w:rsid w:val="00313C70"/>
    <w:rsid w:val="00314F08"/>
    <w:rsid w:val="00315637"/>
    <w:rsid w:val="00315E64"/>
    <w:rsid w:val="00315FA0"/>
    <w:rsid w:val="003160CB"/>
    <w:rsid w:val="00316B47"/>
    <w:rsid w:val="00321D0F"/>
    <w:rsid w:val="003222A3"/>
    <w:rsid w:val="00323B3E"/>
    <w:rsid w:val="00325157"/>
    <w:rsid w:val="00326AED"/>
    <w:rsid w:val="003307A8"/>
    <w:rsid w:val="00330F29"/>
    <w:rsid w:val="00331EC9"/>
    <w:rsid w:val="00332560"/>
    <w:rsid w:val="00333262"/>
    <w:rsid w:val="00333D8C"/>
    <w:rsid w:val="00333FCA"/>
    <w:rsid w:val="0033574B"/>
    <w:rsid w:val="00336280"/>
    <w:rsid w:val="00336B2B"/>
    <w:rsid w:val="00337A79"/>
    <w:rsid w:val="00340555"/>
    <w:rsid w:val="00340FB5"/>
    <w:rsid w:val="00341638"/>
    <w:rsid w:val="00342714"/>
    <w:rsid w:val="00342F85"/>
    <w:rsid w:val="00343C4C"/>
    <w:rsid w:val="00344378"/>
    <w:rsid w:val="00344E62"/>
    <w:rsid w:val="003456EC"/>
    <w:rsid w:val="00346E00"/>
    <w:rsid w:val="003470CB"/>
    <w:rsid w:val="003508F9"/>
    <w:rsid w:val="00350B71"/>
    <w:rsid w:val="00353B1C"/>
    <w:rsid w:val="00353D13"/>
    <w:rsid w:val="003540C0"/>
    <w:rsid w:val="003548F5"/>
    <w:rsid w:val="00354E76"/>
    <w:rsid w:val="00354E79"/>
    <w:rsid w:val="00354E84"/>
    <w:rsid w:val="003557E5"/>
    <w:rsid w:val="00356624"/>
    <w:rsid w:val="00356DE0"/>
    <w:rsid w:val="00357AEC"/>
    <w:rsid w:val="0036028D"/>
    <w:rsid w:val="00360A40"/>
    <w:rsid w:val="00362649"/>
    <w:rsid w:val="00362DA2"/>
    <w:rsid w:val="0036350F"/>
    <w:rsid w:val="00363D3A"/>
    <w:rsid w:val="00364BB9"/>
    <w:rsid w:val="00366821"/>
    <w:rsid w:val="00367C34"/>
    <w:rsid w:val="00367E57"/>
    <w:rsid w:val="003703EF"/>
    <w:rsid w:val="00370458"/>
    <w:rsid w:val="00372315"/>
    <w:rsid w:val="00372809"/>
    <w:rsid w:val="00372AA5"/>
    <w:rsid w:val="00373180"/>
    <w:rsid w:val="003732A3"/>
    <w:rsid w:val="00374531"/>
    <w:rsid w:val="0037587D"/>
    <w:rsid w:val="00375F62"/>
    <w:rsid w:val="00380411"/>
    <w:rsid w:val="00380E4A"/>
    <w:rsid w:val="00380E56"/>
    <w:rsid w:val="00381AC7"/>
    <w:rsid w:val="00381FCF"/>
    <w:rsid w:val="00382937"/>
    <w:rsid w:val="003831DE"/>
    <w:rsid w:val="0038445B"/>
    <w:rsid w:val="00384894"/>
    <w:rsid w:val="003849BA"/>
    <w:rsid w:val="00384D52"/>
    <w:rsid w:val="003850A8"/>
    <w:rsid w:val="0038510D"/>
    <w:rsid w:val="00385199"/>
    <w:rsid w:val="00385249"/>
    <w:rsid w:val="003870C2"/>
    <w:rsid w:val="003879B8"/>
    <w:rsid w:val="00387E09"/>
    <w:rsid w:val="00390089"/>
    <w:rsid w:val="00390093"/>
    <w:rsid w:val="0039168B"/>
    <w:rsid w:val="003919F2"/>
    <w:rsid w:val="00391EC9"/>
    <w:rsid w:val="00393B37"/>
    <w:rsid w:val="00394813"/>
    <w:rsid w:val="00395BC0"/>
    <w:rsid w:val="003961C3"/>
    <w:rsid w:val="0039639E"/>
    <w:rsid w:val="0039725D"/>
    <w:rsid w:val="0039777E"/>
    <w:rsid w:val="0039785E"/>
    <w:rsid w:val="003A1070"/>
    <w:rsid w:val="003A1177"/>
    <w:rsid w:val="003A1299"/>
    <w:rsid w:val="003A1BA6"/>
    <w:rsid w:val="003A1F1A"/>
    <w:rsid w:val="003A276F"/>
    <w:rsid w:val="003A2C63"/>
    <w:rsid w:val="003A2D9B"/>
    <w:rsid w:val="003A3E54"/>
    <w:rsid w:val="003A5AB3"/>
    <w:rsid w:val="003A5D6B"/>
    <w:rsid w:val="003A6133"/>
    <w:rsid w:val="003A6659"/>
    <w:rsid w:val="003A6879"/>
    <w:rsid w:val="003A6ABD"/>
    <w:rsid w:val="003A6FB5"/>
    <w:rsid w:val="003A72B4"/>
    <w:rsid w:val="003A732F"/>
    <w:rsid w:val="003A7336"/>
    <w:rsid w:val="003A787F"/>
    <w:rsid w:val="003A7FFA"/>
    <w:rsid w:val="003B0B4D"/>
    <w:rsid w:val="003B1C2F"/>
    <w:rsid w:val="003B422A"/>
    <w:rsid w:val="003B4937"/>
    <w:rsid w:val="003B4F71"/>
    <w:rsid w:val="003B52E1"/>
    <w:rsid w:val="003B575C"/>
    <w:rsid w:val="003B57DC"/>
    <w:rsid w:val="003B5996"/>
    <w:rsid w:val="003B5E7F"/>
    <w:rsid w:val="003B5F0A"/>
    <w:rsid w:val="003B714A"/>
    <w:rsid w:val="003B736A"/>
    <w:rsid w:val="003C0FFA"/>
    <w:rsid w:val="003C15B4"/>
    <w:rsid w:val="003C16C8"/>
    <w:rsid w:val="003C2098"/>
    <w:rsid w:val="003C2690"/>
    <w:rsid w:val="003C3A73"/>
    <w:rsid w:val="003C4798"/>
    <w:rsid w:val="003C47D0"/>
    <w:rsid w:val="003C4A91"/>
    <w:rsid w:val="003C605C"/>
    <w:rsid w:val="003C6145"/>
    <w:rsid w:val="003C6A48"/>
    <w:rsid w:val="003C6A71"/>
    <w:rsid w:val="003C6AA4"/>
    <w:rsid w:val="003C7843"/>
    <w:rsid w:val="003C7A2A"/>
    <w:rsid w:val="003C7B4D"/>
    <w:rsid w:val="003C7D04"/>
    <w:rsid w:val="003D0A4F"/>
    <w:rsid w:val="003D0FAF"/>
    <w:rsid w:val="003D100D"/>
    <w:rsid w:val="003D10F1"/>
    <w:rsid w:val="003D1B0B"/>
    <w:rsid w:val="003D21CD"/>
    <w:rsid w:val="003D2378"/>
    <w:rsid w:val="003D27E3"/>
    <w:rsid w:val="003D2C74"/>
    <w:rsid w:val="003D368D"/>
    <w:rsid w:val="003D3B8A"/>
    <w:rsid w:val="003D3BA9"/>
    <w:rsid w:val="003D42F3"/>
    <w:rsid w:val="003D4319"/>
    <w:rsid w:val="003D4805"/>
    <w:rsid w:val="003D4925"/>
    <w:rsid w:val="003D508B"/>
    <w:rsid w:val="003D534B"/>
    <w:rsid w:val="003D54F8"/>
    <w:rsid w:val="003D5760"/>
    <w:rsid w:val="003D5AFC"/>
    <w:rsid w:val="003D5EE4"/>
    <w:rsid w:val="003D675A"/>
    <w:rsid w:val="003D689E"/>
    <w:rsid w:val="003D7211"/>
    <w:rsid w:val="003D78E2"/>
    <w:rsid w:val="003D7F04"/>
    <w:rsid w:val="003E1FED"/>
    <w:rsid w:val="003E2977"/>
    <w:rsid w:val="003E2D3C"/>
    <w:rsid w:val="003E3C7F"/>
    <w:rsid w:val="003E4CB1"/>
    <w:rsid w:val="003E4DCF"/>
    <w:rsid w:val="003E58B9"/>
    <w:rsid w:val="003E72A7"/>
    <w:rsid w:val="003E794A"/>
    <w:rsid w:val="003F0080"/>
    <w:rsid w:val="003F0A32"/>
    <w:rsid w:val="003F1FA7"/>
    <w:rsid w:val="003F21E3"/>
    <w:rsid w:val="003F25FC"/>
    <w:rsid w:val="003F3806"/>
    <w:rsid w:val="003F4B56"/>
    <w:rsid w:val="003F4F5E"/>
    <w:rsid w:val="003F6737"/>
    <w:rsid w:val="003F789B"/>
    <w:rsid w:val="003F7929"/>
    <w:rsid w:val="004002DC"/>
    <w:rsid w:val="00400906"/>
    <w:rsid w:val="00400DE3"/>
    <w:rsid w:val="0040100E"/>
    <w:rsid w:val="004012E9"/>
    <w:rsid w:val="00401840"/>
    <w:rsid w:val="00401E94"/>
    <w:rsid w:val="004020DC"/>
    <w:rsid w:val="004022D9"/>
    <w:rsid w:val="00402E12"/>
    <w:rsid w:val="0040315D"/>
    <w:rsid w:val="00403888"/>
    <w:rsid w:val="00406615"/>
    <w:rsid w:val="004072B3"/>
    <w:rsid w:val="00407EEC"/>
    <w:rsid w:val="00410057"/>
    <w:rsid w:val="004102A9"/>
    <w:rsid w:val="00411389"/>
    <w:rsid w:val="004135D6"/>
    <w:rsid w:val="004135ED"/>
    <w:rsid w:val="00414C73"/>
    <w:rsid w:val="00414DA7"/>
    <w:rsid w:val="00415078"/>
    <w:rsid w:val="0041508E"/>
    <w:rsid w:val="00415279"/>
    <w:rsid w:val="0041596D"/>
    <w:rsid w:val="00415E39"/>
    <w:rsid w:val="004165AE"/>
    <w:rsid w:val="004166B3"/>
    <w:rsid w:val="004170C3"/>
    <w:rsid w:val="00417BBE"/>
    <w:rsid w:val="00417DB6"/>
    <w:rsid w:val="00417F77"/>
    <w:rsid w:val="00420286"/>
    <w:rsid w:val="004203E4"/>
    <w:rsid w:val="00420EC4"/>
    <w:rsid w:val="00421D7F"/>
    <w:rsid w:val="00422EE5"/>
    <w:rsid w:val="0042385E"/>
    <w:rsid w:val="00423DD0"/>
    <w:rsid w:val="00424101"/>
    <w:rsid w:val="004241D2"/>
    <w:rsid w:val="0042456B"/>
    <w:rsid w:val="00424797"/>
    <w:rsid w:val="0042590E"/>
    <w:rsid w:val="00426679"/>
    <w:rsid w:val="00426FF2"/>
    <w:rsid w:val="004274A5"/>
    <w:rsid w:val="00431352"/>
    <w:rsid w:val="004315E9"/>
    <w:rsid w:val="00431DFA"/>
    <w:rsid w:val="004325F8"/>
    <w:rsid w:val="00432956"/>
    <w:rsid w:val="00433198"/>
    <w:rsid w:val="00433DE7"/>
    <w:rsid w:val="00434398"/>
    <w:rsid w:val="00434CAC"/>
    <w:rsid w:val="00435019"/>
    <w:rsid w:val="00435E1F"/>
    <w:rsid w:val="00437F65"/>
    <w:rsid w:val="004409B1"/>
    <w:rsid w:val="004410E5"/>
    <w:rsid w:val="00441264"/>
    <w:rsid w:val="00441635"/>
    <w:rsid w:val="00441D25"/>
    <w:rsid w:val="0044241F"/>
    <w:rsid w:val="004425E1"/>
    <w:rsid w:val="00444136"/>
    <w:rsid w:val="004449CC"/>
    <w:rsid w:val="00445496"/>
    <w:rsid w:val="0044558E"/>
    <w:rsid w:val="004456D3"/>
    <w:rsid w:val="00445F5D"/>
    <w:rsid w:val="00446464"/>
    <w:rsid w:val="00446B3C"/>
    <w:rsid w:val="00450D8F"/>
    <w:rsid w:val="004513A6"/>
    <w:rsid w:val="0045439E"/>
    <w:rsid w:val="0045528C"/>
    <w:rsid w:val="004552BD"/>
    <w:rsid w:val="00455BFB"/>
    <w:rsid w:val="00455E6B"/>
    <w:rsid w:val="00456022"/>
    <w:rsid w:val="00457761"/>
    <w:rsid w:val="004578A4"/>
    <w:rsid w:val="00457E76"/>
    <w:rsid w:val="00460371"/>
    <w:rsid w:val="00460DF9"/>
    <w:rsid w:val="00460FEA"/>
    <w:rsid w:val="004610D9"/>
    <w:rsid w:val="004611E9"/>
    <w:rsid w:val="004611EC"/>
    <w:rsid w:val="00461640"/>
    <w:rsid w:val="00461923"/>
    <w:rsid w:val="00462160"/>
    <w:rsid w:val="004622FF"/>
    <w:rsid w:val="00464320"/>
    <w:rsid w:val="00465511"/>
    <w:rsid w:val="0046575A"/>
    <w:rsid w:val="004660A5"/>
    <w:rsid w:val="0046780C"/>
    <w:rsid w:val="004678E3"/>
    <w:rsid w:val="00467E00"/>
    <w:rsid w:val="00467EC7"/>
    <w:rsid w:val="004701A6"/>
    <w:rsid w:val="004712FE"/>
    <w:rsid w:val="004734B7"/>
    <w:rsid w:val="00473903"/>
    <w:rsid w:val="00473D6F"/>
    <w:rsid w:val="00475A72"/>
    <w:rsid w:val="00475BB0"/>
    <w:rsid w:val="004764A4"/>
    <w:rsid w:val="004766E4"/>
    <w:rsid w:val="0047673D"/>
    <w:rsid w:val="0047677B"/>
    <w:rsid w:val="00476A9D"/>
    <w:rsid w:val="004778E6"/>
    <w:rsid w:val="00480E04"/>
    <w:rsid w:val="00481B1E"/>
    <w:rsid w:val="00481B88"/>
    <w:rsid w:val="00483CB7"/>
    <w:rsid w:val="00483EBB"/>
    <w:rsid w:val="004845B1"/>
    <w:rsid w:val="00484706"/>
    <w:rsid w:val="00484A2F"/>
    <w:rsid w:val="004854D8"/>
    <w:rsid w:val="00485B4F"/>
    <w:rsid w:val="00485D24"/>
    <w:rsid w:val="00486090"/>
    <w:rsid w:val="00486249"/>
    <w:rsid w:val="004862D1"/>
    <w:rsid w:val="00486C63"/>
    <w:rsid w:val="00487B98"/>
    <w:rsid w:val="00487F6D"/>
    <w:rsid w:val="00490191"/>
    <w:rsid w:val="00490231"/>
    <w:rsid w:val="00490436"/>
    <w:rsid w:val="00490738"/>
    <w:rsid w:val="004915C8"/>
    <w:rsid w:val="00492DCB"/>
    <w:rsid w:val="00492F50"/>
    <w:rsid w:val="004937CD"/>
    <w:rsid w:val="0049473A"/>
    <w:rsid w:val="0049535F"/>
    <w:rsid w:val="00495CC4"/>
    <w:rsid w:val="004966B2"/>
    <w:rsid w:val="00496D5E"/>
    <w:rsid w:val="004970A0"/>
    <w:rsid w:val="00497B57"/>
    <w:rsid w:val="004A0842"/>
    <w:rsid w:val="004A0E15"/>
    <w:rsid w:val="004A116E"/>
    <w:rsid w:val="004A1365"/>
    <w:rsid w:val="004A185F"/>
    <w:rsid w:val="004A1D95"/>
    <w:rsid w:val="004A2042"/>
    <w:rsid w:val="004A229C"/>
    <w:rsid w:val="004A3686"/>
    <w:rsid w:val="004A40ED"/>
    <w:rsid w:val="004A4408"/>
    <w:rsid w:val="004A4698"/>
    <w:rsid w:val="004A5E3C"/>
    <w:rsid w:val="004A63BC"/>
    <w:rsid w:val="004A73AB"/>
    <w:rsid w:val="004A7BF0"/>
    <w:rsid w:val="004B05FB"/>
    <w:rsid w:val="004B092A"/>
    <w:rsid w:val="004B09C2"/>
    <w:rsid w:val="004B0E88"/>
    <w:rsid w:val="004B2B4E"/>
    <w:rsid w:val="004B2D5A"/>
    <w:rsid w:val="004B3656"/>
    <w:rsid w:val="004B5A34"/>
    <w:rsid w:val="004B5DED"/>
    <w:rsid w:val="004B643E"/>
    <w:rsid w:val="004B7E84"/>
    <w:rsid w:val="004C0164"/>
    <w:rsid w:val="004C03CB"/>
    <w:rsid w:val="004C13F0"/>
    <w:rsid w:val="004C2DF5"/>
    <w:rsid w:val="004C2F09"/>
    <w:rsid w:val="004C2F2E"/>
    <w:rsid w:val="004C44AE"/>
    <w:rsid w:val="004C4D43"/>
    <w:rsid w:val="004C4F46"/>
    <w:rsid w:val="004C6BCE"/>
    <w:rsid w:val="004C71F3"/>
    <w:rsid w:val="004C7F45"/>
    <w:rsid w:val="004D1424"/>
    <w:rsid w:val="004D293D"/>
    <w:rsid w:val="004D2950"/>
    <w:rsid w:val="004D4894"/>
    <w:rsid w:val="004D4F8E"/>
    <w:rsid w:val="004D549F"/>
    <w:rsid w:val="004D5895"/>
    <w:rsid w:val="004D64BD"/>
    <w:rsid w:val="004D65E7"/>
    <w:rsid w:val="004D6633"/>
    <w:rsid w:val="004D697A"/>
    <w:rsid w:val="004D69B7"/>
    <w:rsid w:val="004D6FB2"/>
    <w:rsid w:val="004D7A2C"/>
    <w:rsid w:val="004E0712"/>
    <w:rsid w:val="004E0F66"/>
    <w:rsid w:val="004E10C3"/>
    <w:rsid w:val="004E1E16"/>
    <w:rsid w:val="004E3446"/>
    <w:rsid w:val="004E3737"/>
    <w:rsid w:val="004E3F53"/>
    <w:rsid w:val="004E3FA5"/>
    <w:rsid w:val="004E41EC"/>
    <w:rsid w:val="004E4507"/>
    <w:rsid w:val="004E454E"/>
    <w:rsid w:val="004E4677"/>
    <w:rsid w:val="004E47D9"/>
    <w:rsid w:val="004E4EA1"/>
    <w:rsid w:val="004E50D7"/>
    <w:rsid w:val="004E5238"/>
    <w:rsid w:val="004E5B78"/>
    <w:rsid w:val="004E68AD"/>
    <w:rsid w:val="004E6F56"/>
    <w:rsid w:val="004F0243"/>
    <w:rsid w:val="004F074C"/>
    <w:rsid w:val="004F09FB"/>
    <w:rsid w:val="004F21D3"/>
    <w:rsid w:val="004F23F0"/>
    <w:rsid w:val="004F27F1"/>
    <w:rsid w:val="004F2A28"/>
    <w:rsid w:val="004F377D"/>
    <w:rsid w:val="004F37B9"/>
    <w:rsid w:val="004F414C"/>
    <w:rsid w:val="004F4385"/>
    <w:rsid w:val="004F44FE"/>
    <w:rsid w:val="004F46F8"/>
    <w:rsid w:val="004F4B32"/>
    <w:rsid w:val="004F5068"/>
    <w:rsid w:val="004F52CE"/>
    <w:rsid w:val="004F6DBA"/>
    <w:rsid w:val="005010F4"/>
    <w:rsid w:val="00501A8F"/>
    <w:rsid w:val="00502463"/>
    <w:rsid w:val="0050310C"/>
    <w:rsid w:val="005034A0"/>
    <w:rsid w:val="00503E0A"/>
    <w:rsid w:val="00504057"/>
    <w:rsid w:val="00504993"/>
    <w:rsid w:val="00504A6F"/>
    <w:rsid w:val="00505199"/>
    <w:rsid w:val="00505BB6"/>
    <w:rsid w:val="0050658A"/>
    <w:rsid w:val="0050680D"/>
    <w:rsid w:val="0050692A"/>
    <w:rsid w:val="005072B1"/>
    <w:rsid w:val="00507ED2"/>
    <w:rsid w:val="00511581"/>
    <w:rsid w:val="00512A47"/>
    <w:rsid w:val="00512B19"/>
    <w:rsid w:val="00514626"/>
    <w:rsid w:val="00514639"/>
    <w:rsid w:val="00514794"/>
    <w:rsid w:val="00514E07"/>
    <w:rsid w:val="00514E76"/>
    <w:rsid w:val="00514F65"/>
    <w:rsid w:val="00515C32"/>
    <w:rsid w:val="00515CA9"/>
    <w:rsid w:val="0051739C"/>
    <w:rsid w:val="00517A94"/>
    <w:rsid w:val="00520647"/>
    <w:rsid w:val="0052067B"/>
    <w:rsid w:val="00520722"/>
    <w:rsid w:val="00520A16"/>
    <w:rsid w:val="00521E21"/>
    <w:rsid w:val="00521EE8"/>
    <w:rsid w:val="005221A1"/>
    <w:rsid w:val="0052246A"/>
    <w:rsid w:val="005228B8"/>
    <w:rsid w:val="00523F33"/>
    <w:rsid w:val="00524FD2"/>
    <w:rsid w:val="0052521B"/>
    <w:rsid w:val="005257C9"/>
    <w:rsid w:val="0052592D"/>
    <w:rsid w:val="00525C09"/>
    <w:rsid w:val="00525DE5"/>
    <w:rsid w:val="005263C2"/>
    <w:rsid w:val="00527220"/>
    <w:rsid w:val="00527681"/>
    <w:rsid w:val="00527776"/>
    <w:rsid w:val="0052791C"/>
    <w:rsid w:val="005310B2"/>
    <w:rsid w:val="00531C68"/>
    <w:rsid w:val="00531F53"/>
    <w:rsid w:val="00532033"/>
    <w:rsid w:val="00532119"/>
    <w:rsid w:val="0053219D"/>
    <w:rsid w:val="00532217"/>
    <w:rsid w:val="005335F3"/>
    <w:rsid w:val="00534620"/>
    <w:rsid w:val="00534F3B"/>
    <w:rsid w:val="00535D0A"/>
    <w:rsid w:val="005360BB"/>
    <w:rsid w:val="00536694"/>
    <w:rsid w:val="00536B89"/>
    <w:rsid w:val="00536DF5"/>
    <w:rsid w:val="00540182"/>
    <w:rsid w:val="0054068F"/>
    <w:rsid w:val="0054194C"/>
    <w:rsid w:val="00541E4A"/>
    <w:rsid w:val="00542331"/>
    <w:rsid w:val="00543849"/>
    <w:rsid w:val="00543B56"/>
    <w:rsid w:val="00543C38"/>
    <w:rsid w:val="00543D2D"/>
    <w:rsid w:val="00544759"/>
    <w:rsid w:val="005454CA"/>
    <w:rsid w:val="005457A6"/>
    <w:rsid w:val="00545A3D"/>
    <w:rsid w:val="00546CFF"/>
    <w:rsid w:val="00546DBB"/>
    <w:rsid w:val="00547830"/>
    <w:rsid w:val="00547D25"/>
    <w:rsid w:val="00550971"/>
    <w:rsid w:val="00550EE3"/>
    <w:rsid w:val="005511E9"/>
    <w:rsid w:val="00551405"/>
    <w:rsid w:val="00552225"/>
    <w:rsid w:val="00552F92"/>
    <w:rsid w:val="00553878"/>
    <w:rsid w:val="00554916"/>
    <w:rsid w:val="00554E4F"/>
    <w:rsid w:val="0055508A"/>
    <w:rsid w:val="00555A8E"/>
    <w:rsid w:val="005569F2"/>
    <w:rsid w:val="00556B7D"/>
    <w:rsid w:val="00556C6B"/>
    <w:rsid w:val="005571D3"/>
    <w:rsid w:val="00560E72"/>
    <w:rsid w:val="00561222"/>
    <w:rsid w:val="00561A5B"/>
    <w:rsid w:val="00561EDE"/>
    <w:rsid w:val="00562882"/>
    <w:rsid w:val="0056306D"/>
    <w:rsid w:val="00563489"/>
    <w:rsid w:val="0056353F"/>
    <w:rsid w:val="00563CDA"/>
    <w:rsid w:val="00564379"/>
    <w:rsid w:val="00565BCD"/>
    <w:rsid w:val="005661E5"/>
    <w:rsid w:val="005664F5"/>
    <w:rsid w:val="00566F9B"/>
    <w:rsid w:val="00567552"/>
    <w:rsid w:val="0056759F"/>
    <w:rsid w:val="00567A67"/>
    <w:rsid w:val="00567F0D"/>
    <w:rsid w:val="00570085"/>
    <w:rsid w:val="005700D7"/>
    <w:rsid w:val="00570178"/>
    <w:rsid w:val="0057044C"/>
    <w:rsid w:val="0057074C"/>
    <w:rsid w:val="005708CB"/>
    <w:rsid w:val="0057230C"/>
    <w:rsid w:val="00572FE2"/>
    <w:rsid w:val="00573071"/>
    <w:rsid w:val="00573DFB"/>
    <w:rsid w:val="00573E6D"/>
    <w:rsid w:val="00573FBF"/>
    <w:rsid w:val="00574760"/>
    <w:rsid w:val="00574A47"/>
    <w:rsid w:val="00574F77"/>
    <w:rsid w:val="00574FF3"/>
    <w:rsid w:val="00576FB0"/>
    <w:rsid w:val="0057725A"/>
    <w:rsid w:val="00577AF2"/>
    <w:rsid w:val="00580251"/>
    <w:rsid w:val="00581E9A"/>
    <w:rsid w:val="00582538"/>
    <w:rsid w:val="005838EA"/>
    <w:rsid w:val="00583CC5"/>
    <w:rsid w:val="00583E45"/>
    <w:rsid w:val="00584B10"/>
    <w:rsid w:val="005859FA"/>
    <w:rsid w:val="00585EE1"/>
    <w:rsid w:val="005865AA"/>
    <w:rsid w:val="00586A9C"/>
    <w:rsid w:val="005877B4"/>
    <w:rsid w:val="00590C0E"/>
    <w:rsid w:val="00590E10"/>
    <w:rsid w:val="00590EAA"/>
    <w:rsid w:val="00591BC1"/>
    <w:rsid w:val="00592634"/>
    <w:rsid w:val="00592678"/>
    <w:rsid w:val="0059288C"/>
    <w:rsid w:val="00592B69"/>
    <w:rsid w:val="005939E6"/>
    <w:rsid w:val="005943B3"/>
    <w:rsid w:val="00594838"/>
    <w:rsid w:val="005953E5"/>
    <w:rsid w:val="00595556"/>
    <w:rsid w:val="005958D5"/>
    <w:rsid w:val="00595DB9"/>
    <w:rsid w:val="0059662B"/>
    <w:rsid w:val="00596775"/>
    <w:rsid w:val="00597BB6"/>
    <w:rsid w:val="005A00FF"/>
    <w:rsid w:val="005A02BE"/>
    <w:rsid w:val="005A0C0A"/>
    <w:rsid w:val="005A0F06"/>
    <w:rsid w:val="005A1A33"/>
    <w:rsid w:val="005A2425"/>
    <w:rsid w:val="005A3223"/>
    <w:rsid w:val="005A3DEC"/>
    <w:rsid w:val="005A4227"/>
    <w:rsid w:val="005A520A"/>
    <w:rsid w:val="005A525A"/>
    <w:rsid w:val="005A584F"/>
    <w:rsid w:val="005A5ADE"/>
    <w:rsid w:val="005A7083"/>
    <w:rsid w:val="005B0956"/>
    <w:rsid w:val="005B20E3"/>
    <w:rsid w:val="005B229B"/>
    <w:rsid w:val="005B23CE"/>
    <w:rsid w:val="005B3518"/>
    <w:rsid w:val="005B5601"/>
    <w:rsid w:val="005B583C"/>
    <w:rsid w:val="005B5A4B"/>
    <w:rsid w:val="005B5EEC"/>
    <w:rsid w:val="005B5F1C"/>
    <w:rsid w:val="005B6DD7"/>
    <w:rsid w:val="005C00D8"/>
    <w:rsid w:val="005C09F5"/>
    <w:rsid w:val="005C1B52"/>
    <w:rsid w:val="005C1D71"/>
    <w:rsid w:val="005C25BD"/>
    <w:rsid w:val="005C2D1D"/>
    <w:rsid w:val="005C3C01"/>
    <w:rsid w:val="005C50B5"/>
    <w:rsid w:val="005C56AE"/>
    <w:rsid w:val="005C5766"/>
    <w:rsid w:val="005C66FA"/>
    <w:rsid w:val="005C6797"/>
    <w:rsid w:val="005C7449"/>
    <w:rsid w:val="005C7FFE"/>
    <w:rsid w:val="005D033A"/>
    <w:rsid w:val="005D0531"/>
    <w:rsid w:val="005D11A8"/>
    <w:rsid w:val="005D14A8"/>
    <w:rsid w:val="005D15CD"/>
    <w:rsid w:val="005D2281"/>
    <w:rsid w:val="005D2BBB"/>
    <w:rsid w:val="005D49CE"/>
    <w:rsid w:val="005D54A4"/>
    <w:rsid w:val="005D62EC"/>
    <w:rsid w:val="005D6375"/>
    <w:rsid w:val="005D6A0B"/>
    <w:rsid w:val="005E0433"/>
    <w:rsid w:val="005E0768"/>
    <w:rsid w:val="005E16DD"/>
    <w:rsid w:val="005E20A4"/>
    <w:rsid w:val="005E22AD"/>
    <w:rsid w:val="005E2F10"/>
    <w:rsid w:val="005E43A6"/>
    <w:rsid w:val="005E4AD6"/>
    <w:rsid w:val="005E4D46"/>
    <w:rsid w:val="005E6314"/>
    <w:rsid w:val="005E6812"/>
    <w:rsid w:val="005E6D99"/>
    <w:rsid w:val="005F1012"/>
    <w:rsid w:val="005F1235"/>
    <w:rsid w:val="005F22A1"/>
    <w:rsid w:val="005F25F3"/>
    <w:rsid w:val="005F2ADD"/>
    <w:rsid w:val="005F2C49"/>
    <w:rsid w:val="005F2EBF"/>
    <w:rsid w:val="005F334E"/>
    <w:rsid w:val="005F43DE"/>
    <w:rsid w:val="005F493F"/>
    <w:rsid w:val="005F4ADA"/>
    <w:rsid w:val="005F50A2"/>
    <w:rsid w:val="005F56BF"/>
    <w:rsid w:val="005F5AF7"/>
    <w:rsid w:val="005F5CDF"/>
    <w:rsid w:val="005F6098"/>
    <w:rsid w:val="005F6442"/>
    <w:rsid w:val="005F67B1"/>
    <w:rsid w:val="006005B1"/>
    <w:rsid w:val="00601249"/>
    <w:rsid w:val="006013EB"/>
    <w:rsid w:val="00601CA9"/>
    <w:rsid w:val="0060317C"/>
    <w:rsid w:val="0060479E"/>
    <w:rsid w:val="0060488C"/>
    <w:rsid w:val="006049C8"/>
    <w:rsid w:val="00604BE7"/>
    <w:rsid w:val="0060519B"/>
    <w:rsid w:val="00605251"/>
    <w:rsid w:val="00605F3D"/>
    <w:rsid w:val="006060BB"/>
    <w:rsid w:val="00606260"/>
    <w:rsid w:val="00606CEC"/>
    <w:rsid w:val="00606E99"/>
    <w:rsid w:val="00606FD9"/>
    <w:rsid w:val="006071B3"/>
    <w:rsid w:val="0060766F"/>
    <w:rsid w:val="0060787C"/>
    <w:rsid w:val="00610CDE"/>
    <w:rsid w:val="006115CC"/>
    <w:rsid w:val="00612034"/>
    <w:rsid w:val="00612487"/>
    <w:rsid w:val="006127BE"/>
    <w:rsid w:val="00612B3B"/>
    <w:rsid w:val="00612DC3"/>
    <w:rsid w:val="00612DC4"/>
    <w:rsid w:val="00612E6B"/>
    <w:rsid w:val="006131C3"/>
    <w:rsid w:val="00613455"/>
    <w:rsid w:val="006136D8"/>
    <w:rsid w:val="006137D8"/>
    <w:rsid w:val="00614178"/>
    <w:rsid w:val="0061504E"/>
    <w:rsid w:val="00615750"/>
    <w:rsid w:val="00616AED"/>
    <w:rsid w:val="00616B22"/>
    <w:rsid w:val="00617920"/>
    <w:rsid w:val="00617B23"/>
    <w:rsid w:val="00617FA0"/>
    <w:rsid w:val="00621843"/>
    <w:rsid w:val="006219C5"/>
    <w:rsid w:val="006222CD"/>
    <w:rsid w:val="00622772"/>
    <w:rsid w:val="006230F9"/>
    <w:rsid w:val="006231BB"/>
    <w:rsid w:val="0062322B"/>
    <w:rsid w:val="00624115"/>
    <w:rsid w:val="006242F2"/>
    <w:rsid w:val="006250B2"/>
    <w:rsid w:val="006269F9"/>
    <w:rsid w:val="00626D83"/>
    <w:rsid w:val="0062788E"/>
    <w:rsid w:val="0063077D"/>
    <w:rsid w:val="00631B12"/>
    <w:rsid w:val="006324C5"/>
    <w:rsid w:val="006325C9"/>
    <w:rsid w:val="00632A4F"/>
    <w:rsid w:val="00632B56"/>
    <w:rsid w:val="00632E72"/>
    <w:rsid w:val="00633B23"/>
    <w:rsid w:val="0063444F"/>
    <w:rsid w:val="00634507"/>
    <w:rsid w:val="00635148"/>
    <w:rsid w:val="006351E3"/>
    <w:rsid w:val="00635866"/>
    <w:rsid w:val="00635BA8"/>
    <w:rsid w:val="006367A2"/>
    <w:rsid w:val="00637673"/>
    <w:rsid w:val="00640660"/>
    <w:rsid w:val="00642647"/>
    <w:rsid w:val="00642A71"/>
    <w:rsid w:val="0064418F"/>
    <w:rsid w:val="00644236"/>
    <w:rsid w:val="00644F86"/>
    <w:rsid w:val="006451B7"/>
    <w:rsid w:val="00646243"/>
    <w:rsid w:val="006471E5"/>
    <w:rsid w:val="00650351"/>
    <w:rsid w:val="00650A6A"/>
    <w:rsid w:val="00650F1F"/>
    <w:rsid w:val="0065201E"/>
    <w:rsid w:val="0065210B"/>
    <w:rsid w:val="00653120"/>
    <w:rsid w:val="006531BA"/>
    <w:rsid w:val="00653260"/>
    <w:rsid w:val="006534BE"/>
    <w:rsid w:val="00654367"/>
    <w:rsid w:val="0065442C"/>
    <w:rsid w:val="006560A4"/>
    <w:rsid w:val="006566FF"/>
    <w:rsid w:val="0065689F"/>
    <w:rsid w:val="006572DF"/>
    <w:rsid w:val="00660172"/>
    <w:rsid w:val="00661795"/>
    <w:rsid w:val="00662CB1"/>
    <w:rsid w:val="00663208"/>
    <w:rsid w:val="0066320F"/>
    <w:rsid w:val="00663395"/>
    <w:rsid w:val="00663ECE"/>
    <w:rsid w:val="0066436E"/>
    <w:rsid w:val="0066506B"/>
    <w:rsid w:val="0066527C"/>
    <w:rsid w:val="006654AF"/>
    <w:rsid w:val="0066586D"/>
    <w:rsid w:val="006661FF"/>
    <w:rsid w:val="006666E7"/>
    <w:rsid w:val="00667507"/>
    <w:rsid w:val="00667F92"/>
    <w:rsid w:val="00670028"/>
    <w:rsid w:val="0067074C"/>
    <w:rsid w:val="00671196"/>
    <w:rsid w:val="00671D3B"/>
    <w:rsid w:val="00673C27"/>
    <w:rsid w:val="00673E17"/>
    <w:rsid w:val="00674882"/>
    <w:rsid w:val="00674AA4"/>
    <w:rsid w:val="0067531D"/>
    <w:rsid w:val="006753AA"/>
    <w:rsid w:val="00675CCD"/>
    <w:rsid w:val="00675FE8"/>
    <w:rsid w:val="00676151"/>
    <w:rsid w:val="0067669C"/>
    <w:rsid w:val="00677300"/>
    <w:rsid w:val="006774D0"/>
    <w:rsid w:val="00677B50"/>
    <w:rsid w:val="00677CB4"/>
    <w:rsid w:val="0068002A"/>
    <w:rsid w:val="00680A68"/>
    <w:rsid w:val="00680CB3"/>
    <w:rsid w:val="00682A50"/>
    <w:rsid w:val="0068307A"/>
    <w:rsid w:val="00683693"/>
    <w:rsid w:val="0068378F"/>
    <w:rsid w:val="0068458E"/>
    <w:rsid w:val="00684A5B"/>
    <w:rsid w:val="00684E2B"/>
    <w:rsid w:val="006854C2"/>
    <w:rsid w:val="00685E78"/>
    <w:rsid w:val="00685F70"/>
    <w:rsid w:val="00686746"/>
    <w:rsid w:val="006867AB"/>
    <w:rsid w:val="00687143"/>
    <w:rsid w:val="00687348"/>
    <w:rsid w:val="00687A62"/>
    <w:rsid w:val="006904D9"/>
    <w:rsid w:val="00690B99"/>
    <w:rsid w:val="00691087"/>
    <w:rsid w:val="0069156D"/>
    <w:rsid w:val="006915FC"/>
    <w:rsid w:val="00691DD7"/>
    <w:rsid w:val="00692010"/>
    <w:rsid w:val="006926DA"/>
    <w:rsid w:val="00692D3A"/>
    <w:rsid w:val="00692E83"/>
    <w:rsid w:val="006937FE"/>
    <w:rsid w:val="00693F32"/>
    <w:rsid w:val="00693F76"/>
    <w:rsid w:val="006973F0"/>
    <w:rsid w:val="006974D6"/>
    <w:rsid w:val="00697A05"/>
    <w:rsid w:val="00697FD2"/>
    <w:rsid w:val="006A0614"/>
    <w:rsid w:val="006A09E4"/>
    <w:rsid w:val="006A11A6"/>
    <w:rsid w:val="006A197B"/>
    <w:rsid w:val="006A1F71"/>
    <w:rsid w:val="006A3F54"/>
    <w:rsid w:val="006A4984"/>
    <w:rsid w:val="006A4E38"/>
    <w:rsid w:val="006A5014"/>
    <w:rsid w:val="006A5C34"/>
    <w:rsid w:val="006A6012"/>
    <w:rsid w:val="006A7460"/>
    <w:rsid w:val="006B1A41"/>
    <w:rsid w:val="006B3CBB"/>
    <w:rsid w:val="006B3DA9"/>
    <w:rsid w:val="006B4FA8"/>
    <w:rsid w:val="006B50AB"/>
    <w:rsid w:val="006B56C2"/>
    <w:rsid w:val="006B5AE5"/>
    <w:rsid w:val="006B5C71"/>
    <w:rsid w:val="006B66FD"/>
    <w:rsid w:val="006B6BD3"/>
    <w:rsid w:val="006B6EEF"/>
    <w:rsid w:val="006B6FD2"/>
    <w:rsid w:val="006B7A59"/>
    <w:rsid w:val="006B7D78"/>
    <w:rsid w:val="006C1B0D"/>
    <w:rsid w:val="006C2D2A"/>
    <w:rsid w:val="006C4874"/>
    <w:rsid w:val="006C75C4"/>
    <w:rsid w:val="006C7C55"/>
    <w:rsid w:val="006D0B60"/>
    <w:rsid w:val="006D1CD5"/>
    <w:rsid w:val="006D1EAE"/>
    <w:rsid w:val="006D22B1"/>
    <w:rsid w:val="006D2906"/>
    <w:rsid w:val="006D3820"/>
    <w:rsid w:val="006D3EE2"/>
    <w:rsid w:val="006D4E01"/>
    <w:rsid w:val="006D4E69"/>
    <w:rsid w:val="006D5A6C"/>
    <w:rsid w:val="006D7950"/>
    <w:rsid w:val="006D7977"/>
    <w:rsid w:val="006D7AE0"/>
    <w:rsid w:val="006E0E17"/>
    <w:rsid w:val="006E150D"/>
    <w:rsid w:val="006E16BD"/>
    <w:rsid w:val="006E2050"/>
    <w:rsid w:val="006E2C84"/>
    <w:rsid w:val="006E3457"/>
    <w:rsid w:val="006E4063"/>
    <w:rsid w:val="006E5B91"/>
    <w:rsid w:val="006E5E64"/>
    <w:rsid w:val="006E5F0C"/>
    <w:rsid w:val="006E60DC"/>
    <w:rsid w:val="006E62D5"/>
    <w:rsid w:val="006E656D"/>
    <w:rsid w:val="006E6778"/>
    <w:rsid w:val="006E69F2"/>
    <w:rsid w:val="006E77E0"/>
    <w:rsid w:val="006E7E86"/>
    <w:rsid w:val="006E7F04"/>
    <w:rsid w:val="006F03F8"/>
    <w:rsid w:val="006F0572"/>
    <w:rsid w:val="006F279B"/>
    <w:rsid w:val="006F328B"/>
    <w:rsid w:val="006F388A"/>
    <w:rsid w:val="006F45EF"/>
    <w:rsid w:val="006F489C"/>
    <w:rsid w:val="006F5886"/>
    <w:rsid w:val="006F58A4"/>
    <w:rsid w:val="006F78F7"/>
    <w:rsid w:val="00700493"/>
    <w:rsid w:val="00700768"/>
    <w:rsid w:val="0070134D"/>
    <w:rsid w:val="00701B0E"/>
    <w:rsid w:val="0070241A"/>
    <w:rsid w:val="00702D39"/>
    <w:rsid w:val="007053E5"/>
    <w:rsid w:val="007054E8"/>
    <w:rsid w:val="0070583E"/>
    <w:rsid w:val="00705E07"/>
    <w:rsid w:val="00707646"/>
    <w:rsid w:val="00707734"/>
    <w:rsid w:val="00707D8B"/>
    <w:rsid w:val="00707E19"/>
    <w:rsid w:val="007102C9"/>
    <w:rsid w:val="00710338"/>
    <w:rsid w:val="0071056C"/>
    <w:rsid w:val="007105ED"/>
    <w:rsid w:val="00711BA7"/>
    <w:rsid w:val="00711CCD"/>
    <w:rsid w:val="00712F7C"/>
    <w:rsid w:val="007135D7"/>
    <w:rsid w:val="0071542D"/>
    <w:rsid w:val="00715F2C"/>
    <w:rsid w:val="00717848"/>
    <w:rsid w:val="007178A7"/>
    <w:rsid w:val="00717F28"/>
    <w:rsid w:val="00720D48"/>
    <w:rsid w:val="007210F1"/>
    <w:rsid w:val="007218E6"/>
    <w:rsid w:val="0072215E"/>
    <w:rsid w:val="0072227D"/>
    <w:rsid w:val="00722692"/>
    <w:rsid w:val="007227D0"/>
    <w:rsid w:val="00722D2F"/>
    <w:rsid w:val="0072328A"/>
    <w:rsid w:val="00723E2D"/>
    <w:rsid w:val="007245DA"/>
    <w:rsid w:val="00725C49"/>
    <w:rsid w:val="00725CDA"/>
    <w:rsid w:val="00726A71"/>
    <w:rsid w:val="00727DF7"/>
    <w:rsid w:val="00730757"/>
    <w:rsid w:val="007314A6"/>
    <w:rsid w:val="007316B4"/>
    <w:rsid w:val="00731889"/>
    <w:rsid w:val="007319AE"/>
    <w:rsid w:val="00731A0B"/>
    <w:rsid w:val="00731F12"/>
    <w:rsid w:val="00732FA2"/>
    <w:rsid w:val="00734189"/>
    <w:rsid w:val="007342EF"/>
    <w:rsid w:val="00737170"/>
    <w:rsid w:val="007377B5"/>
    <w:rsid w:val="00737891"/>
    <w:rsid w:val="00740739"/>
    <w:rsid w:val="00741539"/>
    <w:rsid w:val="0074296C"/>
    <w:rsid w:val="00742F1D"/>
    <w:rsid w:val="00743650"/>
    <w:rsid w:val="00743EC7"/>
    <w:rsid w:val="007442CD"/>
    <w:rsid w:val="007456E5"/>
    <w:rsid w:val="00745734"/>
    <w:rsid w:val="007463F8"/>
    <w:rsid w:val="00746728"/>
    <w:rsid w:val="00746CC2"/>
    <w:rsid w:val="0074711E"/>
    <w:rsid w:val="00747D11"/>
    <w:rsid w:val="00750538"/>
    <w:rsid w:val="0075079C"/>
    <w:rsid w:val="00750AD2"/>
    <w:rsid w:val="00750CFD"/>
    <w:rsid w:val="00751599"/>
    <w:rsid w:val="007523AC"/>
    <w:rsid w:val="0075344E"/>
    <w:rsid w:val="00753E39"/>
    <w:rsid w:val="00753F71"/>
    <w:rsid w:val="00754446"/>
    <w:rsid w:val="007546F5"/>
    <w:rsid w:val="00754E76"/>
    <w:rsid w:val="00755D42"/>
    <w:rsid w:val="00757383"/>
    <w:rsid w:val="0075743E"/>
    <w:rsid w:val="00760323"/>
    <w:rsid w:val="00760A34"/>
    <w:rsid w:val="00760D32"/>
    <w:rsid w:val="007617E5"/>
    <w:rsid w:val="0076257B"/>
    <w:rsid w:val="0076288A"/>
    <w:rsid w:val="0076493A"/>
    <w:rsid w:val="00764BE6"/>
    <w:rsid w:val="00764FED"/>
    <w:rsid w:val="00765600"/>
    <w:rsid w:val="00765658"/>
    <w:rsid w:val="00765721"/>
    <w:rsid w:val="00765C1E"/>
    <w:rsid w:val="0076636F"/>
    <w:rsid w:val="00766F21"/>
    <w:rsid w:val="007671D3"/>
    <w:rsid w:val="007677A9"/>
    <w:rsid w:val="007703D3"/>
    <w:rsid w:val="007710DC"/>
    <w:rsid w:val="00771D33"/>
    <w:rsid w:val="00772C3B"/>
    <w:rsid w:val="00774D8C"/>
    <w:rsid w:val="00774FA0"/>
    <w:rsid w:val="00775EFA"/>
    <w:rsid w:val="00777BE8"/>
    <w:rsid w:val="007801D0"/>
    <w:rsid w:val="00780D02"/>
    <w:rsid w:val="007821CD"/>
    <w:rsid w:val="00782298"/>
    <w:rsid w:val="00782C21"/>
    <w:rsid w:val="00782F0F"/>
    <w:rsid w:val="0078412D"/>
    <w:rsid w:val="007842D7"/>
    <w:rsid w:val="007842F4"/>
    <w:rsid w:val="00784893"/>
    <w:rsid w:val="00785234"/>
    <w:rsid w:val="00785563"/>
    <w:rsid w:val="00785572"/>
    <w:rsid w:val="007855B3"/>
    <w:rsid w:val="00785D92"/>
    <w:rsid w:val="00786893"/>
    <w:rsid w:val="007869DE"/>
    <w:rsid w:val="00787123"/>
    <w:rsid w:val="0078753B"/>
    <w:rsid w:val="00790387"/>
    <w:rsid w:val="007915BF"/>
    <w:rsid w:val="0079183B"/>
    <w:rsid w:val="00791B13"/>
    <w:rsid w:val="00791C48"/>
    <w:rsid w:val="00791C9F"/>
    <w:rsid w:val="007922C8"/>
    <w:rsid w:val="007922F5"/>
    <w:rsid w:val="00792AAB"/>
    <w:rsid w:val="00792D2E"/>
    <w:rsid w:val="007933EF"/>
    <w:rsid w:val="00793B47"/>
    <w:rsid w:val="00793D43"/>
    <w:rsid w:val="00794918"/>
    <w:rsid w:val="0079495A"/>
    <w:rsid w:val="00795178"/>
    <w:rsid w:val="007956CB"/>
    <w:rsid w:val="00795BE4"/>
    <w:rsid w:val="00797AD4"/>
    <w:rsid w:val="00797F89"/>
    <w:rsid w:val="00797FAD"/>
    <w:rsid w:val="007A065A"/>
    <w:rsid w:val="007A161F"/>
    <w:rsid w:val="007A1D0C"/>
    <w:rsid w:val="007A2627"/>
    <w:rsid w:val="007A2A7B"/>
    <w:rsid w:val="007A5872"/>
    <w:rsid w:val="007A5CD0"/>
    <w:rsid w:val="007A6750"/>
    <w:rsid w:val="007A6EE4"/>
    <w:rsid w:val="007A72DC"/>
    <w:rsid w:val="007A7941"/>
    <w:rsid w:val="007B02CE"/>
    <w:rsid w:val="007B0573"/>
    <w:rsid w:val="007B09F1"/>
    <w:rsid w:val="007B0FEA"/>
    <w:rsid w:val="007B1DA1"/>
    <w:rsid w:val="007B1E7A"/>
    <w:rsid w:val="007B1FCF"/>
    <w:rsid w:val="007B2346"/>
    <w:rsid w:val="007B2ED5"/>
    <w:rsid w:val="007B36F1"/>
    <w:rsid w:val="007B370D"/>
    <w:rsid w:val="007B3910"/>
    <w:rsid w:val="007B3BAE"/>
    <w:rsid w:val="007B43BF"/>
    <w:rsid w:val="007B4862"/>
    <w:rsid w:val="007B4A26"/>
    <w:rsid w:val="007B4E0E"/>
    <w:rsid w:val="007B4E65"/>
    <w:rsid w:val="007B5233"/>
    <w:rsid w:val="007B5879"/>
    <w:rsid w:val="007B7325"/>
    <w:rsid w:val="007B751B"/>
    <w:rsid w:val="007C0245"/>
    <w:rsid w:val="007C0732"/>
    <w:rsid w:val="007C09FC"/>
    <w:rsid w:val="007C1982"/>
    <w:rsid w:val="007C3501"/>
    <w:rsid w:val="007C5AAC"/>
    <w:rsid w:val="007C65EC"/>
    <w:rsid w:val="007C6B13"/>
    <w:rsid w:val="007C6E3E"/>
    <w:rsid w:val="007C7213"/>
    <w:rsid w:val="007D0E8B"/>
    <w:rsid w:val="007D139D"/>
    <w:rsid w:val="007D230D"/>
    <w:rsid w:val="007D3CF2"/>
    <w:rsid w:val="007D3D70"/>
    <w:rsid w:val="007D3F10"/>
    <w:rsid w:val="007D4925"/>
    <w:rsid w:val="007D6166"/>
    <w:rsid w:val="007D7AA4"/>
    <w:rsid w:val="007E01A5"/>
    <w:rsid w:val="007E0AC2"/>
    <w:rsid w:val="007E204F"/>
    <w:rsid w:val="007E2422"/>
    <w:rsid w:val="007E2A4D"/>
    <w:rsid w:val="007E35A4"/>
    <w:rsid w:val="007E3C1A"/>
    <w:rsid w:val="007E4181"/>
    <w:rsid w:val="007E43B9"/>
    <w:rsid w:val="007E4A07"/>
    <w:rsid w:val="007E4F80"/>
    <w:rsid w:val="007E545A"/>
    <w:rsid w:val="007E5D31"/>
    <w:rsid w:val="007E69AD"/>
    <w:rsid w:val="007E6DC8"/>
    <w:rsid w:val="007E719C"/>
    <w:rsid w:val="007E7F05"/>
    <w:rsid w:val="007F0C8A"/>
    <w:rsid w:val="007F0E8B"/>
    <w:rsid w:val="007F11AB"/>
    <w:rsid w:val="007F1922"/>
    <w:rsid w:val="007F19C5"/>
    <w:rsid w:val="007F2001"/>
    <w:rsid w:val="007F204A"/>
    <w:rsid w:val="007F2076"/>
    <w:rsid w:val="007F2251"/>
    <w:rsid w:val="007F3689"/>
    <w:rsid w:val="007F3F2F"/>
    <w:rsid w:val="007F47A9"/>
    <w:rsid w:val="007F4DEE"/>
    <w:rsid w:val="007F5570"/>
    <w:rsid w:val="007F5A37"/>
    <w:rsid w:val="007F5C27"/>
    <w:rsid w:val="007F7236"/>
    <w:rsid w:val="007F755E"/>
    <w:rsid w:val="007F7718"/>
    <w:rsid w:val="007F7FE0"/>
    <w:rsid w:val="00800902"/>
    <w:rsid w:val="00800C8A"/>
    <w:rsid w:val="00802EAC"/>
    <w:rsid w:val="00804DC8"/>
    <w:rsid w:val="00804F6C"/>
    <w:rsid w:val="008059A7"/>
    <w:rsid w:val="00805A62"/>
    <w:rsid w:val="00805D9C"/>
    <w:rsid w:val="00806254"/>
    <w:rsid w:val="0080667E"/>
    <w:rsid w:val="00807DF5"/>
    <w:rsid w:val="00810C7A"/>
    <w:rsid w:val="008115DA"/>
    <w:rsid w:val="0081220C"/>
    <w:rsid w:val="00813849"/>
    <w:rsid w:val="008143CB"/>
    <w:rsid w:val="00814E06"/>
    <w:rsid w:val="008152A1"/>
    <w:rsid w:val="008152BF"/>
    <w:rsid w:val="00815320"/>
    <w:rsid w:val="0081666B"/>
    <w:rsid w:val="008169FF"/>
    <w:rsid w:val="00817085"/>
    <w:rsid w:val="0081717B"/>
    <w:rsid w:val="00817F0D"/>
    <w:rsid w:val="008204E7"/>
    <w:rsid w:val="0082073C"/>
    <w:rsid w:val="00820DEC"/>
    <w:rsid w:val="0082196F"/>
    <w:rsid w:val="00823CA1"/>
    <w:rsid w:val="00823FB7"/>
    <w:rsid w:val="00824AFB"/>
    <w:rsid w:val="00825C22"/>
    <w:rsid w:val="00825EF9"/>
    <w:rsid w:val="00826947"/>
    <w:rsid w:val="00826EB8"/>
    <w:rsid w:val="008270DE"/>
    <w:rsid w:val="00827C06"/>
    <w:rsid w:val="008304F1"/>
    <w:rsid w:val="00830B46"/>
    <w:rsid w:val="00831F09"/>
    <w:rsid w:val="008320A9"/>
    <w:rsid w:val="00832D4A"/>
    <w:rsid w:val="00832FBD"/>
    <w:rsid w:val="008336CC"/>
    <w:rsid w:val="008339CE"/>
    <w:rsid w:val="00834A06"/>
    <w:rsid w:val="00834BD5"/>
    <w:rsid w:val="00834C76"/>
    <w:rsid w:val="00835050"/>
    <w:rsid w:val="0083546C"/>
    <w:rsid w:val="008357AF"/>
    <w:rsid w:val="00835CEA"/>
    <w:rsid w:val="00835E77"/>
    <w:rsid w:val="00835EBD"/>
    <w:rsid w:val="00835EDB"/>
    <w:rsid w:val="008365C2"/>
    <w:rsid w:val="00840726"/>
    <w:rsid w:val="008412C7"/>
    <w:rsid w:val="00842135"/>
    <w:rsid w:val="00842C3E"/>
    <w:rsid w:val="0084429B"/>
    <w:rsid w:val="008444FE"/>
    <w:rsid w:val="00844AAB"/>
    <w:rsid w:val="00845EFA"/>
    <w:rsid w:val="008501E2"/>
    <w:rsid w:val="008501F1"/>
    <w:rsid w:val="0085046D"/>
    <w:rsid w:val="008513B9"/>
    <w:rsid w:val="00851430"/>
    <w:rsid w:val="00852AF7"/>
    <w:rsid w:val="008534AE"/>
    <w:rsid w:val="00853EFE"/>
    <w:rsid w:val="00854DF4"/>
    <w:rsid w:val="00856B60"/>
    <w:rsid w:val="00857483"/>
    <w:rsid w:val="00861665"/>
    <w:rsid w:val="008624ED"/>
    <w:rsid w:val="00863502"/>
    <w:rsid w:val="008641EA"/>
    <w:rsid w:val="00864448"/>
    <w:rsid w:val="00864B11"/>
    <w:rsid w:val="00864CE0"/>
    <w:rsid w:val="00864F4B"/>
    <w:rsid w:val="00866E50"/>
    <w:rsid w:val="00867FFD"/>
    <w:rsid w:val="008702D3"/>
    <w:rsid w:val="0087095E"/>
    <w:rsid w:val="008719A1"/>
    <w:rsid w:val="00872170"/>
    <w:rsid w:val="0087347B"/>
    <w:rsid w:val="00873C79"/>
    <w:rsid w:val="008742D6"/>
    <w:rsid w:val="00874498"/>
    <w:rsid w:val="008748CB"/>
    <w:rsid w:val="00876034"/>
    <w:rsid w:val="0088008B"/>
    <w:rsid w:val="0088032F"/>
    <w:rsid w:val="00880AA0"/>
    <w:rsid w:val="008827E7"/>
    <w:rsid w:val="00883F7C"/>
    <w:rsid w:val="00884B3F"/>
    <w:rsid w:val="008867AB"/>
    <w:rsid w:val="00886839"/>
    <w:rsid w:val="00886BE5"/>
    <w:rsid w:val="0088737B"/>
    <w:rsid w:val="00887C02"/>
    <w:rsid w:val="00890F22"/>
    <w:rsid w:val="00891407"/>
    <w:rsid w:val="00892A55"/>
    <w:rsid w:val="00894863"/>
    <w:rsid w:val="00894DB7"/>
    <w:rsid w:val="00894DF7"/>
    <w:rsid w:val="00895458"/>
    <w:rsid w:val="00895CBB"/>
    <w:rsid w:val="00896C55"/>
    <w:rsid w:val="00897610"/>
    <w:rsid w:val="00897BB6"/>
    <w:rsid w:val="00897EE3"/>
    <w:rsid w:val="008A0F26"/>
    <w:rsid w:val="008A13A0"/>
    <w:rsid w:val="008A1696"/>
    <w:rsid w:val="008A1755"/>
    <w:rsid w:val="008A25FB"/>
    <w:rsid w:val="008A29FC"/>
    <w:rsid w:val="008A2DF0"/>
    <w:rsid w:val="008A4BE7"/>
    <w:rsid w:val="008A5268"/>
    <w:rsid w:val="008A5289"/>
    <w:rsid w:val="008A529B"/>
    <w:rsid w:val="008A6307"/>
    <w:rsid w:val="008A7604"/>
    <w:rsid w:val="008B0914"/>
    <w:rsid w:val="008B30E1"/>
    <w:rsid w:val="008B3C03"/>
    <w:rsid w:val="008B4E25"/>
    <w:rsid w:val="008B5D20"/>
    <w:rsid w:val="008B60EB"/>
    <w:rsid w:val="008B672B"/>
    <w:rsid w:val="008B6ABE"/>
    <w:rsid w:val="008B7521"/>
    <w:rsid w:val="008B793C"/>
    <w:rsid w:val="008B7C10"/>
    <w:rsid w:val="008B7D2A"/>
    <w:rsid w:val="008C00E9"/>
    <w:rsid w:val="008C0214"/>
    <w:rsid w:val="008C0E4A"/>
    <w:rsid w:val="008C1E77"/>
    <w:rsid w:val="008C2091"/>
    <w:rsid w:val="008C229F"/>
    <w:rsid w:val="008C2A7D"/>
    <w:rsid w:val="008C2B87"/>
    <w:rsid w:val="008C2DF5"/>
    <w:rsid w:val="008C3DD2"/>
    <w:rsid w:val="008C58FE"/>
    <w:rsid w:val="008C5A71"/>
    <w:rsid w:val="008C5C0C"/>
    <w:rsid w:val="008C6CD9"/>
    <w:rsid w:val="008C7C54"/>
    <w:rsid w:val="008D084A"/>
    <w:rsid w:val="008D110B"/>
    <w:rsid w:val="008D2099"/>
    <w:rsid w:val="008D2115"/>
    <w:rsid w:val="008D37AF"/>
    <w:rsid w:val="008D3B3A"/>
    <w:rsid w:val="008D408B"/>
    <w:rsid w:val="008D54CE"/>
    <w:rsid w:val="008D55DD"/>
    <w:rsid w:val="008D5C04"/>
    <w:rsid w:val="008D608E"/>
    <w:rsid w:val="008D65B7"/>
    <w:rsid w:val="008D6C58"/>
    <w:rsid w:val="008D70E5"/>
    <w:rsid w:val="008E0403"/>
    <w:rsid w:val="008E0C3B"/>
    <w:rsid w:val="008E0E08"/>
    <w:rsid w:val="008E1059"/>
    <w:rsid w:val="008E1325"/>
    <w:rsid w:val="008E2CA2"/>
    <w:rsid w:val="008E35C6"/>
    <w:rsid w:val="008E3955"/>
    <w:rsid w:val="008E5025"/>
    <w:rsid w:val="008E5EFA"/>
    <w:rsid w:val="008E6112"/>
    <w:rsid w:val="008E61DB"/>
    <w:rsid w:val="008E6C41"/>
    <w:rsid w:val="008E7D0E"/>
    <w:rsid w:val="008F012D"/>
    <w:rsid w:val="008F0816"/>
    <w:rsid w:val="008F0C12"/>
    <w:rsid w:val="008F0EF7"/>
    <w:rsid w:val="008F2C7D"/>
    <w:rsid w:val="008F3056"/>
    <w:rsid w:val="008F35D9"/>
    <w:rsid w:val="008F3694"/>
    <w:rsid w:val="008F4F57"/>
    <w:rsid w:val="008F6AAD"/>
    <w:rsid w:val="008F6BB7"/>
    <w:rsid w:val="008F6F24"/>
    <w:rsid w:val="00900270"/>
    <w:rsid w:val="00900687"/>
    <w:rsid w:val="00900BC0"/>
    <w:rsid w:val="00900F42"/>
    <w:rsid w:val="009012D7"/>
    <w:rsid w:val="00901307"/>
    <w:rsid w:val="009019EE"/>
    <w:rsid w:val="009020D7"/>
    <w:rsid w:val="00902494"/>
    <w:rsid w:val="009029C5"/>
    <w:rsid w:val="00902AEC"/>
    <w:rsid w:val="0090355A"/>
    <w:rsid w:val="0090547A"/>
    <w:rsid w:val="00906770"/>
    <w:rsid w:val="00906D7F"/>
    <w:rsid w:val="00910B19"/>
    <w:rsid w:val="00913268"/>
    <w:rsid w:val="00913A47"/>
    <w:rsid w:val="009145AB"/>
    <w:rsid w:val="00915BDE"/>
    <w:rsid w:val="0091639C"/>
    <w:rsid w:val="00916839"/>
    <w:rsid w:val="00916AB2"/>
    <w:rsid w:val="00916CC6"/>
    <w:rsid w:val="00917B89"/>
    <w:rsid w:val="00920910"/>
    <w:rsid w:val="0092096A"/>
    <w:rsid w:val="009211CB"/>
    <w:rsid w:val="00921524"/>
    <w:rsid w:val="009215C0"/>
    <w:rsid w:val="0092170A"/>
    <w:rsid w:val="009219EE"/>
    <w:rsid w:val="0092293B"/>
    <w:rsid w:val="00923822"/>
    <w:rsid w:val="009240D5"/>
    <w:rsid w:val="009246A4"/>
    <w:rsid w:val="009260B7"/>
    <w:rsid w:val="009267D8"/>
    <w:rsid w:val="00926BB9"/>
    <w:rsid w:val="00927280"/>
    <w:rsid w:val="00927928"/>
    <w:rsid w:val="00927EDE"/>
    <w:rsid w:val="00930382"/>
    <w:rsid w:val="00931D7A"/>
    <w:rsid w:val="00931DE8"/>
    <w:rsid w:val="009320F1"/>
    <w:rsid w:val="00932E3C"/>
    <w:rsid w:val="00933B59"/>
    <w:rsid w:val="00934121"/>
    <w:rsid w:val="00934428"/>
    <w:rsid w:val="0093478A"/>
    <w:rsid w:val="00934EA1"/>
    <w:rsid w:val="0093538A"/>
    <w:rsid w:val="0093648E"/>
    <w:rsid w:val="00936F99"/>
    <w:rsid w:val="00937133"/>
    <w:rsid w:val="0094256A"/>
    <w:rsid w:val="009431B5"/>
    <w:rsid w:val="00943318"/>
    <w:rsid w:val="00943339"/>
    <w:rsid w:val="00944D9F"/>
    <w:rsid w:val="00945894"/>
    <w:rsid w:val="00946345"/>
    <w:rsid w:val="009467AF"/>
    <w:rsid w:val="00946A1F"/>
    <w:rsid w:val="00947514"/>
    <w:rsid w:val="00947BC0"/>
    <w:rsid w:val="009500F6"/>
    <w:rsid w:val="00950D0B"/>
    <w:rsid w:val="00952DDC"/>
    <w:rsid w:val="00953443"/>
    <w:rsid w:val="00953F24"/>
    <w:rsid w:val="009546CF"/>
    <w:rsid w:val="00956D4F"/>
    <w:rsid w:val="00956DDB"/>
    <w:rsid w:val="00957387"/>
    <w:rsid w:val="00960270"/>
    <w:rsid w:val="009605B5"/>
    <w:rsid w:val="00960D10"/>
    <w:rsid w:val="009621B7"/>
    <w:rsid w:val="0096227D"/>
    <w:rsid w:val="00963955"/>
    <w:rsid w:val="00963EA3"/>
    <w:rsid w:val="00964D71"/>
    <w:rsid w:val="009652BD"/>
    <w:rsid w:val="00967316"/>
    <w:rsid w:val="00967B1B"/>
    <w:rsid w:val="00967DE2"/>
    <w:rsid w:val="00970002"/>
    <w:rsid w:val="00970BBC"/>
    <w:rsid w:val="00970E58"/>
    <w:rsid w:val="009728F6"/>
    <w:rsid w:val="00972903"/>
    <w:rsid w:val="00973FE3"/>
    <w:rsid w:val="00974880"/>
    <w:rsid w:val="0097557E"/>
    <w:rsid w:val="009755AB"/>
    <w:rsid w:val="009765BB"/>
    <w:rsid w:val="009767CE"/>
    <w:rsid w:val="009767E5"/>
    <w:rsid w:val="00976B30"/>
    <w:rsid w:val="00976FF4"/>
    <w:rsid w:val="00980097"/>
    <w:rsid w:val="00981952"/>
    <w:rsid w:val="0098210E"/>
    <w:rsid w:val="0098338B"/>
    <w:rsid w:val="00983A1A"/>
    <w:rsid w:val="00984CD6"/>
    <w:rsid w:val="0098572D"/>
    <w:rsid w:val="00987625"/>
    <w:rsid w:val="00987AF6"/>
    <w:rsid w:val="00987B8D"/>
    <w:rsid w:val="009900D5"/>
    <w:rsid w:val="00990965"/>
    <w:rsid w:val="00990B77"/>
    <w:rsid w:val="00992255"/>
    <w:rsid w:val="009932D3"/>
    <w:rsid w:val="0099344F"/>
    <w:rsid w:val="00994EAD"/>
    <w:rsid w:val="0099594F"/>
    <w:rsid w:val="0099723A"/>
    <w:rsid w:val="0099760D"/>
    <w:rsid w:val="009977FF"/>
    <w:rsid w:val="009A0474"/>
    <w:rsid w:val="009A085B"/>
    <w:rsid w:val="009A08DA"/>
    <w:rsid w:val="009A0E07"/>
    <w:rsid w:val="009A0F3A"/>
    <w:rsid w:val="009A1CDF"/>
    <w:rsid w:val="009A42DD"/>
    <w:rsid w:val="009A4583"/>
    <w:rsid w:val="009A5CF5"/>
    <w:rsid w:val="009A6BD0"/>
    <w:rsid w:val="009A75CF"/>
    <w:rsid w:val="009B0239"/>
    <w:rsid w:val="009B0A71"/>
    <w:rsid w:val="009B0D0F"/>
    <w:rsid w:val="009B188D"/>
    <w:rsid w:val="009B1B10"/>
    <w:rsid w:val="009B2587"/>
    <w:rsid w:val="009B263D"/>
    <w:rsid w:val="009B2A8C"/>
    <w:rsid w:val="009B2E95"/>
    <w:rsid w:val="009B317A"/>
    <w:rsid w:val="009B3DBF"/>
    <w:rsid w:val="009B419A"/>
    <w:rsid w:val="009B4A66"/>
    <w:rsid w:val="009B4E8F"/>
    <w:rsid w:val="009B5CF3"/>
    <w:rsid w:val="009B5F8B"/>
    <w:rsid w:val="009B653B"/>
    <w:rsid w:val="009B6769"/>
    <w:rsid w:val="009B6D9B"/>
    <w:rsid w:val="009B72A2"/>
    <w:rsid w:val="009B76BE"/>
    <w:rsid w:val="009B789F"/>
    <w:rsid w:val="009B7A5C"/>
    <w:rsid w:val="009C0676"/>
    <w:rsid w:val="009C07BE"/>
    <w:rsid w:val="009C0ADE"/>
    <w:rsid w:val="009C0B8B"/>
    <w:rsid w:val="009C1AF7"/>
    <w:rsid w:val="009C1DE6"/>
    <w:rsid w:val="009C1F0E"/>
    <w:rsid w:val="009C20BF"/>
    <w:rsid w:val="009C21CF"/>
    <w:rsid w:val="009C21D2"/>
    <w:rsid w:val="009C29DD"/>
    <w:rsid w:val="009C512D"/>
    <w:rsid w:val="009C5FF1"/>
    <w:rsid w:val="009C609F"/>
    <w:rsid w:val="009C6A0C"/>
    <w:rsid w:val="009C6D52"/>
    <w:rsid w:val="009C7B16"/>
    <w:rsid w:val="009C7C4D"/>
    <w:rsid w:val="009D040C"/>
    <w:rsid w:val="009D0ED4"/>
    <w:rsid w:val="009D1710"/>
    <w:rsid w:val="009D2048"/>
    <w:rsid w:val="009D3B89"/>
    <w:rsid w:val="009D3C96"/>
    <w:rsid w:val="009D3E8C"/>
    <w:rsid w:val="009D4849"/>
    <w:rsid w:val="009D4A35"/>
    <w:rsid w:val="009D4B45"/>
    <w:rsid w:val="009D508C"/>
    <w:rsid w:val="009D552C"/>
    <w:rsid w:val="009D5E74"/>
    <w:rsid w:val="009D622E"/>
    <w:rsid w:val="009D678A"/>
    <w:rsid w:val="009D6D81"/>
    <w:rsid w:val="009D770E"/>
    <w:rsid w:val="009D77C0"/>
    <w:rsid w:val="009D7B09"/>
    <w:rsid w:val="009E0202"/>
    <w:rsid w:val="009E0628"/>
    <w:rsid w:val="009E0967"/>
    <w:rsid w:val="009E0D95"/>
    <w:rsid w:val="009E327D"/>
    <w:rsid w:val="009E3A0E"/>
    <w:rsid w:val="009E4A83"/>
    <w:rsid w:val="009E5564"/>
    <w:rsid w:val="009E556A"/>
    <w:rsid w:val="009E597D"/>
    <w:rsid w:val="009E5C5F"/>
    <w:rsid w:val="009E6311"/>
    <w:rsid w:val="009E63FF"/>
    <w:rsid w:val="009E69D8"/>
    <w:rsid w:val="009E715A"/>
    <w:rsid w:val="009E7303"/>
    <w:rsid w:val="009E7707"/>
    <w:rsid w:val="009F2197"/>
    <w:rsid w:val="009F2627"/>
    <w:rsid w:val="009F2E71"/>
    <w:rsid w:val="009F316C"/>
    <w:rsid w:val="009F3753"/>
    <w:rsid w:val="009F413E"/>
    <w:rsid w:val="009F6844"/>
    <w:rsid w:val="009F6F38"/>
    <w:rsid w:val="009F7E5F"/>
    <w:rsid w:val="009F7F5E"/>
    <w:rsid w:val="00A0008C"/>
    <w:rsid w:val="00A0030B"/>
    <w:rsid w:val="00A00A01"/>
    <w:rsid w:val="00A00AE4"/>
    <w:rsid w:val="00A00B80"/>
    <w:rsid w:val="00A00C67"/>
    <w:rsid w:val="00A00D77"/>
    <w:rsid w:val="00A012FE"/>
    <w:rsid w:val="00A0131A"/>
    <w:rsid w:val="00A01519"/>
    <w:rsid w:val="00A02288"/>
    <w:rsid w:val="00A02472"/>
    <w:rsid w:val="00A0366D"/>
    <w:rsid w:val="00A03671"/>
    <w:rsid w:val="00A03722"/>
    <w:rsid w:val="00A03BE1"/>
    <w:rsid w:val="00A03DBF"/>
    <w:rsid w:val="00A043B9"/>
    <w:rsid w:val="00A04579"/>
    <w:rsid w:val="00A04EF6"/>
    <w:rsid w:val="00A06696"/>
    <w:rsid w:val="00A066FA"/>
    <w:rsid w:val="00A06CE5"/>
    <w:rsid w:val="00A079FB"/>
    <w:rsid w:val="00A10E00"/>
    <w:rsid w:val="00A1116E"/>
    <w:rsid w:val="00A111B1"/>
    <w:rsid w:val="00A12A8E"/>
    <w:rsid w:val="00A12E13"/>
    <w:rsid w:val="00A1314B"/>
    <w:rsid w:val="00A13160"/>
    <w:rsid w:val="00A13741"/>
    <w:rsid w:val="00A13761"/>
    <w:rsid w:val="00A137D3"/>
    <w:rsid w:val="00A148B4"/>
    <w:rsid w:val="00A17B41"/>
    <w:rsid w:val="00A2021B"/>
    <w:rsid w:val="00A2022A"/>
    <w:rsid w:val="00A202B1"/>
    <w:rsid w:val="00A2088D"/>
    <w:rsid w:val="00A2094B"/>
    <w:rsid w:val="00A210D0"/>
    <w:rsid w:val="00A2293F"/>
    <w:rsid w:val="00A22B0E"/>
    <w:rsid w:val="00A22CD1"/>
    <w:rsid w:val="00A231D2"/>
    <w:rsid w:val="00A23520"/>
    <w:rsid w:val="00A249F1"/>
    <w:rsid w:val="00A24B6A"/>
    <w:rsid w:val="00A24EBD"/>
    <w:rsid w:val="00A24FA8"/>
    <w:rsid w:val="00A26521"/>
    <w:rsid w:val="00A268E9"/>
    <w:rsid w:val="00A27060"/>
    <w:rsid w:val="00A27DCF"/>
    <w:rsid w:val="00A27E8A"/>
    <w:rsid w:val="00A30186"/>
    <w:rsid w:val="00A30819"/>
    <w:rsid w:val="00A30DC2"/>
    <w:rsid w:val="00A313D3"/>
    <w:rsid w:val="00A31B3D"/>
    <w:rsid w:val="00A31C26"/>
    <w:rsid w:val="00A31E56"/>
    <w:rsid w:val="00A31FA4"/>
    <w:rsid w:val="00A33EE6"/>
    <w:rsid w:val="00A347E9"/>
    <w:rsid w:val="00A34F07"/>
    <w:rsid w:val="00A3687B"/>
    <w:rsid w:val="00A373A7"/>
    <w:rsid w:val="00A3764C"/>
    <w:rsid w:val="00A40922"/>
    <w:rsid w:val="00A424C0"/>
    <w:rsid w:val="00A44A8F"/>
    <w:rsid w:val="00A45511"/>
    <w:rsid w:val="00A456BB"/>
    <w:rsid w:val="00A45953"/>
    <w:rsid w:val="00A46733"/>
    <w:rsid w:val="00A46CB5"/>
    <w:rsid w:val="00A46D2A"/>
    <w:rsid w:val="00A474AA"/>
    <w:rsid w:val="00A478DB"/>
    <w:rsid w:val="00A47C89"/>
    <w:rsid w:val="00A50CCF"/>
    <w:rsid w:val="00A51596"/>
    <w:rsid w:val="00A517E8"/>
    <w:rsid w:val="00A51AFC"/>
    <w:rsid w:val="00A51D96"/>
    <w:rsid w:val="00A523D6"/>
    <w:rsid w:val="00A5281E"/>
    <w:rsid w:val="00A53324"/>
    <w:rsid w:val="00A534D4"/>
    <w:rsid w:val="00A55E0B"/>
    <w:rsid w:val="00A56B0C"/>
    <w:rsid w:val="00A56FB6"/>
    <w:rsid w:val="00A57D00"/>
    <w:rsid w:val="00A6067B"/>
    <w:rsid w:val="00A60809"/>
    <w:rsid w:val="00A6153F"/>
    <w:rsid w:val="00A61618"/>
    <w:rsid w:val="00A6180D"/>
    <w:rsid w:val="00A62EB4"/>
    <w:rsid w:val="00A630D7"/>
    <w:rsid w:val="00A636CB"/>
    <w:rsid w:val="00A645ED"/>
    <w:rsid w:val="00A64A51"/>
    <w:rsid w:val="00A65485"/>
    <w:rsid w:val="00A65A0A"/>
    <w:rsid w:val="00A6652E"/>
    <w:rsid w:val="00A66B63"/>
    <w:rsid w:val="00A72829"/>
    <w:rsid w:val="00A7322A"/>
    <w:rsid w:val="00A74754"/>
    <w:rsid w:val="00A74AE5"/>
    <w:rsid w:val="00A74EDB"/>
    <w:rsid w:val="00A755ED"/>
    <w:rsid w:val="00A766CA"/>
    <w:rsid w:val="00A768FA"/>
    <w:rsid w:val="00A77A00"/>
    <w:rsid w:val="00A8054E"/>
    <w:rsid w:val="00A82286"/>
    <w:rsid w:val="00A82906"/>
    <w:rsid w:val="00A82A79"/>
    <w:rsid w:val="00A82C48"/>
    <w:rsid w:val="00A830B9"/>
    <w:rsid w:val="00A83253"/>
    <w:rsid w:val="00A83F59"/>
    <w:rsid w:val="00A847D0"/>
    <w:rsid w:val="00A85A39"/>
    <w:rsid w:val="00A85A8E"/>
    <w:rsid w:val="00A860A5"/>
    <w:rsid w:val="00A8657B"/>
    <w:rsid w:val="00A87AFF"/>
    <w:rsid w:val="00A87FD1"/>
    <w:rsid w:val="00A91B3D"/>
    <w:rsid w:val="00A91B85"/>
    <w:rsid w:val="00A92E80"/>
    <w:rsid w:val="00A93D0F"/>
    <w:rsid w:val="00A947D4"/>
    <w:rsid w:val="00A95419"/>
    <w:rsid w:val="00A95603"/>
    <w:rsid w:val="00A95F8E"/>
    <w:rsid w:val="00A96456"/>
    <w:rsid w:val="00A96B94"/>
    <w:rsid w:val="00A96F84"/>
    <w:rsid w:val="00AA02C8"/>
    <w:rsid w:val="00AA1019"/>
    <w:rsid w:val="00AA1841"/>
    <w:rsid w:val="00AA1858"/>
    <w:rsid w:val="00AA401B"/>
    <w:rsid w:val="00AA4495"/>
    <w:rsid w:val="00AA5BA6"/>
    <w:rsid w:val="00AA6BA8"/>
    <w:rsid w:val="00AB0316"/>
    <w:rsid w:val="00AB08E1"/>
    <w:rsid w:val="00AB11C1"/>
    <w:rsid w:val="00AB2411"/>
    <w:rsid w:val="00AB2A1A"/>
    <w:rsid w:val="00AB35EB"/>
    <w:rsid w:val="00AB39DD"/>
    <w:rsid w:val="00AB5727"/>
    <w:rsid w:val="00AB622E"/>
    <w:rsid w:val="00AB623E"/>
    <w:rsid w:val="00AB6CBD"/>
    <w:rsid w:val="00AC02EB"/>
    <w:rsid w:val="00AC04AE"/>
    <w:rsid w:val="00AC0827"/>
    <w:rsid w:val="00AC10DA"/>
    <w:rsid w:val="00AC14F0"/>
    <w:rsid w:val="00AC2455"/>
    <w:rsid w:val="00AC30C2"/>
    <w:rsid w:val="00AC31C4"/>
    <w:rsid w:val="00AC3326"/>
    <w:rsid w:val="00AC3953"/>
    <w:rsid w:val="00AC4219"/>
    <w:rsid w:val="00AC479E"/>
    <w:rsid w:val="00AC5473"/>
    <w:rsid w:val="00AC64E4"/>
    <w:rsid w:val="00AC6C7B"/>
    <w:rsid w:val="00AC70C6"/>
    <w:rsid w:val="00AC7150"/>
    <w:rsid w:val="00AC75E5"/>
    <w:rsid w:val="00AC7D48"/>
    <w:rsid w:val="00AD0436"/>
    <w:rsid w:val="00AD1478"/>
    <w:rsid w:val="00AD16E2"/>
    <w:rsid w:val="00AD19C8"/>
    <w:rsid w:val="00AD27DE"/>
    <w:rsid w:val="00AD2B9C"/>
    <w:rsid w:val="00AD2C60"/>
    <w:rsid w:val="00AD326A"/>
    <w:rsid w:val="00AD377B"/>
    <w:rsid w:val="00AD3C48"/>
    <w:rsid w:val="00AD42A5"/>
    <w:rsid w:val="00AD5FBD"/>
    <w:rsid w:val="00AD6A39"/>
    <w:rsid w:val="00AD7159"/>
    <w:rsid w:val="00AD76F6"/>
    <w:rsid w:val="00AD7EAE"/>
    <w:rsid w:val="00AE0075"/>
    <w:rsid w:val="00AE03D6"/>
    <w:rsid w:val="00AE04F1"/>
    <w:rsid w:val="00AE0B1E"/>
    <w:rsid w:val="00AE0C02"/>
    <w:rsid w:val="00AE0C49"/>
    <w:rsid w:val="00AE0E35"/>
    <w:rsid w:val="00AE0FDF"/>
    <w:rsid w:val="00AE17D9"/>
    <w:rsid w:val="00AE1832"/>
    <w:rsid w:val="00AE1B06"/>
    <w:rsid w:val="00AE2234"/>
    <w:rsid w:val="00AE2ED5"/>
    <w:rsid w:val="00AE3B38"/>
    <w:rsid w:val="00AE4CBC"/>
    <w:rsid w:val="00AE5C17"/>
    <w:rsid w:val="00AE730E"/>
    <w:rsid w:val="00AF0325"/>
    <w:rsid w:val="00AF075A"/>
    <w:rsid w:val="00AF19B4"/>
    <w:rsid w:val="00AF1B8F"/>
    <w:rsid w:val="00AF1E0F"/>
    <w:rsid w:val="00AF1EA2"/>
    <w:rsid w:val="00AF26C9"/>
    <w:rsid w:val="00AF3AD5"/>
    <w:rsid w:val="00AF3B03"/>
    <w:rsid w:val="00AF4B70"/>
    <w:rsid w:val="00AF4ED2"/>
    <w:rsid w:val="00AF4FF9"/>
    <w:rsid w:val="00AF5F7C"/>
    <w:rsid w:val="00AF6472"/>
    <w:rsid w:val="00AF6F79"/>
    <w:rsid w:val="00B00173"/>
    <w:rsid w:val="00B00250"/>
    <w:rsid w:val="00B0073D"/>
    <w:rsid w:val="00B009B7"/>
    <w:rsid w:val="00B014D5"/>
    <w:rsid w:val="00B0171C"/>
    <w:rsid w:val="00B02207"/>
    <w:rsid w:val="00B02EB9"/>
    <w:rsid w:val="00B0300B"/>
    <w:rsid w:val="00B03403"/>
    <w:rsid w:val="00B04975"/>
    <w:rsid w:val="00B04DDF"/>
    <w:rsid w:val="00B053CE"/>
    <w:rsid w:val="00B05EF8"/>
    <w:rsid w:val="00B06888"/>
    <w:rsid w:val="00B10324"/>
    <w:rsid w:val="00B12487"/>
    <w:rsid w:val="00B1266A"/>
    <w:rsid w:val="00B13928"/>
    <w:rsid w:val="00B1393B"/>
    <w:rsid w:val="00B14C67"/>
    <w:rsid w:val="00B15DF1"/>
    <w:rsid w:val="00B15F90"/>
    <w:rsid w:val="00B15FB1"/>
    <w:rsid w:val="00B161A5"/>
    <w:rsid w:val="00B166D5"/>
    <w:rsid w:val="00B168BB"/>
    <w:rsid w:val="00B21B57"/>
    <w:rsid w:val="00B229A2"/>
    <w:rsid w:val="00B24019"/>
    <w:rsid w:val="00B24271"/>
    <w:rsid w:val="00B24874"/>
    <w:rsid w:val="00B24A3A"/>
    <w:rsid w:val="00B24E6E"/>
    <w:rsid w:val="00B253FF"/>
    <w:rsid w:val="00B2598C"/>
    <w:rsid w:val="00B260DD"/>
    <w:rsid w:val="00B278CF"/>
    <w:rsid w:val="00B2796E"/>
    <w:rsid w:val="00B3219F"/>
    <w:rsid w:val="00B32CCF"/>
    <w:rsid w:val="00B33498"/>
    <w:rsid w:val="00B34033"/>
    <w:rsid w:val="00B345D0"/>
    <w:rsid w:val="00B34739"/>
    <w:rsid w:val="00B347F4"/>
    <w:rsid w:val="00B35390"/>
    <w:rsid w:val="00B35B7F"/>
    <w:rsid w:val="00B361EE"/>
    <w:rsid w:val="00B36C34"/>
    <w:rsid w:val="00B376B1"/>
    <w:rsid w:val="00B377B9"/>
    <w:rsid w:val="00B37F3B"/>
    <w:rsid w:val="00B37F9F"/>
    <w:rsid w:val="00B40555"/>
    <w:rsid w:val="00B40E72"/>
    <w:rsid w:val="00B413CE"/>
    <w:rsid w:val="00B415B0"/>
    <w:rsid w:val="00B4251D"/>
    <w:rsid w:val="00B4256E"/>
    <w:rsid w:val="00B430E3"/>
    <w:rsid w:val="00B433D7"/>
    <w:rsid w:val="00B43AC8"/>
    <w:rsid w:val="00B43B32"/>
    <w:rsid w:val="00B43B55"/>
    <w:rsid w:val="00B43F56"/>
    <w:rsid w:val="00B4482A"/>
    <w:rsid w:val="00B45145"/>
    <w:rsid w:val="00B451AF"/>
    <w:rsid w:val="00B4520B"/>
    <w:rsid w:val="00B45438"/>
    <w:rsid w:val="00B45A7E"/>
    <w:rsid w:val="00B4666F"/>
    <w:rsid w:val="00B476A4"/>
    <w:rsid w:val="00B50DAB"/>
    <w:rsid w:val="00B51DE6"/>
    <w:rsid w:val="00B52B0A"/>
    <w:rsid w:val="00B52D41"/>
    <w:rsid w:val="00B53D18"/>
    <w:rsid w:val="00B541E2"/>
    <w:rsid w:val="00B54C1C"/>
    <w:rsid w:val="00B554B5"/>
    <w:rsid w:val="00B56281"/>
    <w:rsid w:val="00B56325"/>
    <w:rsid w:val="00B56BAA"/>
    <w:rsid w:val="00B57895"/>
    <w:rsid w:val="00B60897"/>
    <w:rsid w:val="00B618A1"/>
    <w:rsid w:val="00B620D9"/>
    <w:rsid w:val="00B623C4"/>
    <w:rsid w:val="00B633DB"/>
    <w:rsid w:val="00B6349D"/>
    <w:rsid w:val="00B639ED"/>
    <w:rsid w:val="00B63EB9"/>
    <w:rsid w:val="00B64982"/>
    <w:rsid w:val="00B64D48"/>
    <w:rsid w:val="00B65894"/>
    <w:rsid w:val="00B66104"/>
    <w:rsid w:val="00B668FD"/>
    <w:rsid w:val="00B66A8C"/>
    <w:rsid w:val="00B670F4"/>
    <w:rsid w:val="00B672C9"/>
    <w:rsid w:val="00B67872"/>
    <w:rsid w:val="00B701AB"/>
    <w:rsid w:val="00B70A42"/>
    <w:rsid w:val="00B70FCE"/>
    <w:rsid w:val="00B71115"/>
    <w:rsid w:val="00B71613"/>
    <w:rsid w:val="00B7192E"/>
    <w:rsid w:val="00B7194E"/>
    <w:rsid w:val="00B71BF6"/>
    <w:rsid w:val="00B73C6C"/>
    <w:rsid w:val="00B745A7"/>
    <w:rsid w:val="00B75718"/>
    <w:rsid w:val="00B75E40"/>
    <w:rsid w:val="00B76136"/>
    <w:rsid w:val="00B76722"/>
    <w:rsid w:val="00B768F6"/>
    <w:rsid w:val="00B76C03"/>
    <w:rsid w:val="00B777E1"/>
    <w:rsid w:val="00B77CDF"/>
    <w:rsid w:val="00B8019C"/>
    <w:rsid w:val="00B8061C"/>
    <w:rsid w:val="00B81EFD"/>
    <w:rsid w:val="00B823A6"/>
    <w:rsid w:val="00B8274E"/>
    <w:rsid w:val="00B8279F"/>
    <w:rsid w:val="00B82921"/>
    <w:rsid w:val="00B8385A"/>
    <w:rsid w:val="00B83BA2"/>
    <w:rsid w:val="00B84C7E"/>
    <w:rsid w:val="00B853AA"/>
    <w:rsid w:val="00B8566E"/>
    <w:rsid w:val="00B86514"/>
    <w:rsid w:val="00B875BF"/>
    <w:rsid w:val="00B90C10"/>
    <w:rsid w:val="00B916A5"/>
    <w:rsid w:val="00B9185F"/>
    <w:rsid w:val="00B91F62"/>
    <w:rsid w:val="00B924A0"/>
    <w:rsid w:val="00B9334F"/>
    <w:rsid w:val="00B93361"/>
    <w:rsid w:val="00B946D9"/>
    <w:rsid w:val="00B95081"/>
    <w:rsid w:val="00B953CA"/>
    <w:rsid w:val="00B95F14"/>
    <w:rsid w:val="00B973BC"/>
    <w:rsid w:val="00B97578"/>
    <w:rsid w:val="00B97869"/>
    <w:rsid w:val="00BA0870"/>
    <w:rsid w:val="00BA11A2"/>
    <w:rsid w:val="00BA259E"/>
    <w:rsid w:val="00BA4D5F"/>
    <w:rsid w:val="00BA6CC1"/>
    <w:rsid w:val="00BB00AC"/>
    <w:rsid w:val="00BB0631"/>
    <w:rsid w:val="00BB1278"/>
    <w:rsid w:val="00BB173F"/>
    <w:rsid w:val="00BB21AB"/>
    <w:rsid w:val="00BB2571"/>
    <w:rsid w:val="00BB2965"/>
    <w:rsid w:val="00BB2C98"/>
    <w:rsid w:val="00BB3A44"/>
    <w:rsid w:val="00BB4367"/>
    <w:rsid w:val="00BB4FFB"/>
    <w:rsid w:val="00BB5D1F"/>
    <w:rsid w:val="00BB631F"/>
    <w:rsid w:val="00BB78C6"/>
    <w:rsid w:val="00BB7D57"/>
    <w:rsid w:val="00BC051A"/>
    <w:rsid w:val="00BC05AC"/>
    <w:rsid w:val="00BC0A46"/>
    <w:rsid w:val="00BC1563"/>
    <w:rsid w:val="00BC1891"/>
    <w:rsid w:val="00BC1963"/>
    <w:rsid w:val="00BC249E"/>
    <w:rsid w:val="00BC2702"/>
    <w:rsid w:val="00BC38AD"/>
    <w:rsid w:val="00BC40FD"/>
    <w:rsid w:val="00BC412F"/>
    <w:rsid w:val="00BC5589"/>
    <w:rsid w:val="00BC5F50"/>
    <w:rsid w:val="00BC6167"/>
    <w:rsid w:val="00BC61E0"/>
    <w:rsid w:val="00BD0228"/>
    <w:rsid w:val="00BD0248"/>
    <w:rsid w:val="00BD0B82"/>
    <w:rsid w:val="00BD1776"/>
    <w:rsid w:val="00BD1D6D"/>
    <w:rsid w:val="00BD2040"/>
    <w:rsid w:val="00BD32F7"/>
    <w:rsid w:val="00BD4114"/>
    <w:rsid w:val="00BD49E8"/>
    <w:rsid w:val="00BD4BC4"/>
    <w:rsid w:val="00BD5A69"/>
    <w:rsid w:val="00BD6364"/>
    <w:rsid w:val="00BD794E"/>
    <w:rsid w:val="00BE090E"/>
    <w:rsid w:val="00BE0EA4"/>
    <w:rsid w:val="00BE11AE"/>
    <w:rsid w:val="00BE178D"/>
    <w:rsid w:val="00BE1EDD"/>
    <w:rsid w:val="00BE37D0"/>
    <w:rsid w:val="00BE39ED"/>
    <w:rsid w:val="00BE3A42"/>
    <w:rsid w:val="00BE4CD0"/>
    <w:rsid w:val="00BE5455"/>
    <w:rsid w:val="00BE5A97"/>
    <w:rsid w:val="00BE5D88"/>
    <w:rsid w:val="00BE71D2"/>
    <w:rsid w:val="00BE73BE"/>
    <w:rsid w:val="00BE7506"/>
    <w:rsid w:val="00BF08ED"/>
    <w:rsid w:val="00BF4F5F"/>
    <w:rsid w:val="00BF5F52"/>
    <w:rsid w:val="00BF7951"/>
    <w:rsid w:val="00BF7B46"/>
    <w:rsid w:val="00BF7C7E"/>
    <w:rsid w:val="00C01751"/>
    <w:rsid w:val="00C03A4B"/>
    <w:rsid w:val="00C043D5"/>
    <w:rsid w:val="00C04EEB"/>
    <w:rsid w:val="00C07027"/>
    <w:rsid w:val="00C10F12"/>
    <w:rsid w:val="00C11482"/>
    <w:rsid w:val="00C11826"/>
    <w:rsid w:val="00C11BFB"/>
    <w:rsid w:val="00C11DC2"/>
    <w:rsid w:val="00C11EDB"/>
    <w:rsid w:val="00C12035"/>
    <w:rsid w:val="00C12248"/>
    <w:rsid w:val="00C129A1"/>
    <w:rsid w:val="00C12B13"/>
    <w:rsid w:val="00C13414"/>
    <w:rsid w:val="00C13B3D"/>
    <w:rsid w:val="00C13D43"/>
    <w:rsid w:val="00C13DAB"/>
    <w:rsid w:val="00C1452F"/>
    <w:rsid w:val="00C145A3"/>
    <w:rsid w:val="00C14C30"/>
    <w:rsid w:val="00C15C2F"/>
    <w:rsid w:val="00C15C83"/>
    <w:rsid w:val="00C163D6"/>
    <w:rsid w:val="00C1728B"/>
    <w:rsid w:val="00C17336"/>
    <w:rsid w:val="00C17EDF"/>
    <w:rsid w:val="00C20A3A"/>
    <w:rsid w:val="00C215A6"/>
    <w:rsid w:val="00C21E9C"/>
    <w:rsid w:val="00C223E2"/>
    <w:rsid w:val="00C230D3"/>
    <w:rsid w:val="00C24844"/>
    <w:rsid w:val="00C248C8"/>
    <w:rsid w:val="00C268A7"/>
    <w:rsid w:val="00C26C86"/>
    <w:rsid w:val="00C27287"/>
    <w:rsid w:val="00C27F7E"/>
    <w:rsid w:val="00C31EDC"/>
    <w:rsid w:val="00C325F8"/>
    <w:rsid w:val="00C32B5C"/>
    <w:rsid w:val="00C34B8D"/>
    <w:rsid w:val="00C35E57"/>
    <w:rsid w:val="00C364C3"/>
    <w:rsid w:val="00C3660E"/>
    <w:rsid w:val="00C37548"/>
    <w:rsid w:val="00C37B82"/>
    <w:rsid w:val="00C37EF2"/>
    <w:rsid w:val="00C37F25"/>
    <w:rsid w:val="00C37FBB"/>
    <w:rsid w:val="00C40968"/>
    <w:rsid w:val="00C40FD4"/>
    <w:rsid w:val="00C413BB"/>
    <w:rsid w:val="00C42B08"/>
    <w:rsid w:val="00C439DB"/>
    <w:rsid w:val="00C448B5"/>
    <w:rsid w:val="00C45204"/>
    <w:rsid w:val="00C458A8"/>
    <w:rsid w:val="00C461B5"/>
    <w:rsid w:val="00C464E5"/>
    <w:rsid w:val="00C46730"/>
    <w:rsid w:val="00C46D42"/>
    <w:rsid w:val="00C46F12"/>
    <w:rsid w:val="00C47279"/>
    <w:rsid w:val="00C50C32"/>
    <w:rsid w:val="00C50C4B"/>
    <w:rsid w:val="00C50D81"/>
    <w:rsid w:val="00C511A4"/>
    <w:rsid w:val="00C515E1"/>
    <w:rsid w:val="00C518BC"/>
    <w:rsid w:val="00C51CBC"/>
    <w:rsid w:val="00C52FAA"/>
    <w:rsid w:val="00C5437F"/>
    <w:rsid w:val="00C54433"/>
    <w:rsid w:val="00C5472F"/>
    <w:rsid w:val="00C54F8A"/>
    <w:rsid w:val="00C55CB7"/>
    <w:rsid w:val="00C55F2B"/>
    <w:rsid w:val="00C56320"/>
    <w:rsid w:val="00C56D5D"/>
    <w:rsid w:val="00C575B3"/>
    <w:rsid w:val="00C60178"/>
    <w:rsid w:val="00C60500"/>
    <w:rsid w:val="00C605DA"/>
    <w:rsid w:val="00C61760"/>
    <w:rsid w:val="00C61BBD"/>
    <w:rsid w:val="00C61D69"/>
    <w:rsid w:val="00C61E53"/>
    <w:rsid w:val="00C639F9"/>
    <w:rsid w:val="00C63CD6"/>
    <w:rsid w:val="00C63E6F"/>
    <w:rsid w:val="00C647D0"/>
    <w:rsid w:val="00C64C9C"/>
    <w:rsid w:val="00C65803"/>
    <w:rsid w:val="00C6597B"/>
    <w:rsid w:val="00C662C3"/>
    <w:rsid w:val="00C66B20"/>
    <w:rsid w:val="00C67C2F"/>
    <w:rsid w:val="00C72C21"/>
    <w:rsid w:val="00C73F43"/>
    <w:rsid w:val="00C74251"/>
    <w:rsid w:val="00C746A3"/>
    <w:rsid w:val="00C754B5"/>
    <w:rsid w:val="00C75D0E"/>
    <w:rsid w:val="00C75F26"/>
    <w:rsid w:val="00C769A6"/>
    <w:rsid w:val="00C76B54"/>
    <w:rsid w:val="00C7773B"/>
    <w:rsid w:val="00C80261"/>
    <w:rsid w:val="00C81B5E"/>
    <w:rsid w:val="00C82163"/>
    <w:rsid w:val="00C828AB"/>
    <w:rsid w:val="00C82BFA"/>
    <w:rsid w:val="00C82DE8"/>
    <w:rsid w:val="00C83412"/>
    <w:rsid w:val="00C839A0"/>
    <w:rsid w:val="00C83A1D"/>
    <w:rsid w:val="00C83B81"/>
    <w:rsid w:val="00C83D45"/>
    <w:rsid w:val="00C83DDA"/>
    <w:rsid w:val="00C843DE"/>
    <w:rsid w:val="00C84428"/>
    <w:rsid w:val="00C84B71"/>
    <w:rsid w:val="00C85261"/>
    <w:rsid w:val="00C853C9"/>
    <w:rsid w:val="00C8715C"/>
    <w:rsid w:val="00C877A5"/>
    <w:rsid w:val="00C87D95"/>
    <w:rsid w:val="00C9035F"/>
    <w:rsid w:val="00C9077A"/>
    <w:rsid w:val="00C90D06"/>
    <w:rsid w:val="00C90DDA"/>
    <w:rsid w:val="00C92334"/>
    <w:rsid w:val="00C92461"/>
    <w:rsid w:val="00C92742"/>
    <w:rsid w:val="00C9406C"/>
    <w:rsid w:val="00C9464C"/>
    <w:rsid w:val="00C947E4"/>
    <w:rsid w:val="00C95CD2"/>
    <w:rsid w:val="00C9600A"/>
    <w:rsid w:val="00C967A4"/>
    <w:rsid w:val="00C9707D"/>
    <w:rsid w:val="00C9723C"/>
    <w:rsid w:val="00CA051B"/>
    <w:rsid w:val="00CA0EA9"/>
    <w:rsid w:val="00CA38E0"/>
    <w:rsid w:val="00CA4403"/>
    <w:rsid w:val="00CA527B"/>
    <w:rsid w:val="00CA5A98"/>
    <w:rsid w:val="00CA614E"/>
    <w:rsid w:val="00CA6D6F"/>
    <w:rsid w:val="00CA6EC1"/>
    <w:rsid w:val="00CA7115"/>
    <w:rsid w:val="00CA780B"/>
    <w:rsid w:val="00CA7E8D"/>
    <w:rsid w:val="00CB08C3"/>
    <w:rsid w:val="00CB10E0"/>
    <w:rsid w:val="00CB175B"/>
    <w:rsid w:val="00CB1DA1"/>
    <w:rsid w:val="00CB3474"/>
    <w:rsid w:val="00CB348F"/>
    <w:rsid w:val="00CB3996"/>
    <w:rsid w:val="00CB3A5A"/>
    <w:rsid w:val="00CB3CBE"/>
    <w:rsid w:val="00CB438A"/>
    <w:rsid w:val="00CB45AF"/>
    <w:rsid w:val="00CB49A9"/>
    <w:rsid w:val="00CB51B1"/>
    <w:rsid w:val="00CB5C1D"/>
    <w:rsid w:val="00CB6434"/>
    <w:rsid w:val="00CB7042"/>
    <w:rsid w:val="00CC0A0A"/>
    <w:rsid w:val="00CC19AD"/>
    <w:rsid w:val="00CC323E"/>
    <w:rsid w:val="00CC32BD"/>
    <w:rsid w:val="00CC3D2A"/>
    <w:rsid w:val="00CC42F6"/>
    <w:rsid w:val="00CC490A"/>
    <w:rsid w:val="00CC4CF4"/>
    <w:rsid w:val="00CC5CDA"/>
    <w:rsid w:val="00CC60EE"/>
    <w:rsid w:val="00CC709F"/>
    <w:rsid w:val="00CC7205"/>
    <w:rsid w:val="00CC72F7"/>
    <w:rsid w:val="00CC7BA8"/>
    <w:rsid w:val="00CC7C32"/>
    <w:rsid w:val="00CC7E6C"/>
    <w:rsid w:val="00CD0260"/>
    <w:rsid w:val="00CD25C2"/>
    <w:rsid w:val="00CD3360"/>
    <w:rsid w:val="00CD3709"/>
    <w:rsid w:val="00CD41F7"/>
    <w:rsid w:val="00CD4B67"/>
    <w:rsid w:val="00CD54CA"/>
    <w:rsid w:val="00CD59D8"/>
    <w:rsid w:val="00CD6543"/>
    <w:rsid w:val="00CD6A02"/>
    <w:rsid w:val="00CD6A4A"/>
    <w:rsid w:val="00CD7480"/>
    <w:rsid w:val="00CD79DE"/>
    <w:rsid w:val="00CD7B81"/>
    <w:rsid w:val="00CE1046"/>
    <w:rsid w:val="00CE1796"/>
    <w:rsid w:val="00CE1AE4"/>
    <w:rsid w:val="00CE1E6B"/>
    <w:rsid w:val="00CE2984"/>
    <w:rsid w:val="00CE2FC5"/>
    <w:rsid w:val="00CE3371"/>
    <w:rsid w:val="00CE4456"/>
    <w:rsid w:val="00CE5991"/>
    <w:rsid w:val="00CE5CE7"/>
    <w:rsid w:val="00CE6A68"/>
    <w:rsid w:val="00CE788D"/>
    <w:rsid w:val="00CF03D8"/>
    <w:rsid w:val="00CF0B90"/>
    <w:rsid w:val="00CF0BE2"/>
    <w:rsid w:val="00CF1053"/>
    <w:rsid w:val="00CF165D"/>
    <w:rsid w:val="00CF1871"/>
    <w:rsid w:val="00CF236F"/>
    <w:rsid w:val="00CF3072"/>
    <w:rsid w:val="00CF3085"/>
    <w:rsid w:val="00CF345D"/>
    <w:rsid w:val="00CF34B5"/>
    <w:rsid w:val="00CF474F"/>
    <w:rsid w:val="00CF4B44"/>
    <w:rsid w:val="00CF4F14"/>
    <w:rsid w:val="00CF51B2"/>
    <w:rsid w:val="00CF6094"/>
    <w:rsid w:val="00CF7012"/>
    <w:rsid w:val="00CF739A"/>
    <w:rsid w:val="00CF79EA"/>
    <w:rsid w:val="00D000D3"/>
    <w:rsid w:val="00D000FA"/>
    <w:rsid w:val="00D0045B"/>
    <w:rsid w:val="00D01094"/>
    <w:rsid w:val="00D01481"/>
    <w:rsid w:val="00D015D5"/>
    <w:rsid w:val="00D015FD"/>
    <w:rsid w:val="00D026FB"/>
    <w:rsid w:val="00D0271F"/>
    <w:rsid w:val="00D02742"/>
    <w:rsid w:val="00D03D68"/>
    <w:rsid w:val="00D06B86"/>
    <w:rsid w:val="00D10264"/>
    <w:rsid w:val="00D106FF"/>
    <w:rsid w:val="00D10948"/>
    <w:rsid w:val="00D10F89"/>
    <w:rsid w:val="00D11393"/>
    <w:rsid w:val="00D11EE3"/>
    <w:rsid w:val="00D121AE"/>
    <w:rsid w:val="00D13643"/>
    <w:rsid w:val="00D13E1F"/>
    <w:rsid w:val="00D13FBC"/>
    <w:rsid w:val="00D1419F"/>
    <w:rsid w:val="00D14484"/>
    <w:rsid w:val="00D15D99"/>
    <w:rsid w:val="00D164B7"/>
    <w:rsid w:val="00D1755A"/>
    <w:rsid w:val="00D2078F"/>
    <w:rsid w:val="00D20FB9"/>
    <w:rsid w:val="00D2101F"/>
    <w:rsid w:val="00D225AC"/>
    <w:rsid w:val="00D2296C"/>
    <w:rsid w:val="00D22976"/>
    <w:rsid w:val="00D24FDA"/>
    <w:rsid w:val="00D25275"/>
    <w:rsid w:val="00D25EE0"/>
    <w:rsid w:val="00D266DD"/>
    <w:rsid w:val="00D27AC2"/>
    <w:rsid w:val="00D30746"/>
    <w:rsid w:val="00D3093F"/>
    <w:rsid w:val="00D30ABD"/>
    <w:rsid w:val="00D316F3"/>
    <w:rsid w:val="00D32B04"/>
    <w:rsid w:val="00D352A2"/>
    <w:rsid w:val="00D35F10"/>
    <w:rsid w:val="00D374E7"/>
    <w:rsid w:val="00D379F4"/>
    <w:rsid w:val="00D4030F"/>
    <w:rsid w:val="00D40AEE"/>
    <w:rsid w:val="00D41707"/>
    <w:rsid w:val="00D41E41"/>
    <w:rsid w:val="00D42408"/>
    <w:rsid w:val="00D42CE6"/>
    <w:rsid w:val="00D42FAE"/>
    <w:rsid w:val="00D43117"/>
    <w:rsid w:val="00D4314B"/>
    <w:rsid w:val="00D43A1B"/>
    <w:rsid w:val="00D44182"/>
    <w:rsid w:val="00D443F4"/>
    <w:rsid w:val="00D446E9"/>
    <w:rsid w:val="00D44E37"/>
    <w:rsid w:val="00D44FB2"/>
    <w:rsid w:val="00D45477"/>
    <w:rsid w:val="00D4618E"/>
    <w:rsid w:val="00D463C0"/>
    <w:rsid w:val="00D46E44"/>
    <w:rsid w:val="00D46E78"/>
    <w:rsid w:val="00D47213"/>
    <w:rsid w:val="00D500C7"/>
    <w:rsid w:val="00D50CE3"/>
    <w:rsid w:val="00D51975"/>
    <w:rsid w:val="00D523BE"/>
    <w:rsid w:val="00D525F4"/>
    <w:rsid w:val="00D53449"/>
    <w:rsid w:val="00D53C83"/>
    <w:rsid w:val="00D54D91"/>
    <w:rsid w:val="00D55192"/>
    <w:rsid w:val="00D5557E"/>
    <w:rsid w:val="00D56154"/>
    <w:rsid w:val="00D57FEB"/>
    <w:rsid w:val="00D632F0"/>
    <w:rsid w:val="00D632F5"/>
    <w:rsid w:val="00D63854"/>
    <w:rsid w:val="00D63917"/>
    <w:rsid w:val="00D63949"/>
    <w:rsid w:val="00D63A5B"/>
    <w:rsid w:val="00D64079"/>
    <w:rsid w:val="00D651E2"/>
    <w:rsid w:val="00D652E7"/>
    <w:rsid w:val="00D65815"/>
    <w:rsid w:val="00D65DB7"/>
    <w:rsid w:val="00D66012"/>
    <w:rsid w:val="00D660EE"/>
    <w:rsid w:val="00D661BE"/>
    <w:rsid w:val="00D664AA"/>
    <w:rsid w:val="00D664CC"/>
    <w:rsid w:val="00D66AC4"/>
    <w:rsid w:val="00D670F9"/>
    <w:rsid w:val="00D71C5D"/>
    <w:rsid w:val="00D7221B"/>
    <w:rsid w:val="00D728B5"/>
    <w:rsid w:val="00D72926"/>
    <w:rsid w:val="00D72AFB"/>
    <w:rsid w:val="00D7331D"/>
    <w:rsid w:val="00D7405C"/>
    <w:rsid w:val="00D74063"/>
    <w:rsid w:val="00D7426A"/>
    <w:rsid w:val="00D7478E"/>
    <w:rsid w:val="00D77860"/>
    <w:rsid w:val="00D77BCE"/>
    <w:rsid w:val="00D77BCF"/>
    <w:rsid w:val="00D8212D"/>
    <w:rsid w:val="00D82138"/>
    <w:rsid w:val="00D831E2"/>
    <w:rsid w:val="00D84394"/>
    <w:rsid w:val="00D850A8"/>
    <w:rsid w:val="00D85A33"/>
    <w:rsid w:val="00D86557"/>
    <w:rsid w:val="00D86753"/>
    <w:rsid w:val="00D869A4"/>
    <w:rsid w:val="00D86D0E"/>
    <w:rsid w:val="00D8706E"/>
    <w:rsid w:val="00D87168"/>
    <w:rsid w:val="00D874AF"/>
    <w:rsid w:val="00D8770C"/>
    <w:rsid w:val="00D8775E"/>
    <w:rsid w:val="00D87E40"/>
    <w:rsid w:val="00D9089E"/>
    <w:rsid w:val="00D90DF8"/>
    <w:rsid w:val="00D90F50"/>
    <w:rsid w:val="00D91164"/>
    <w:rsid w:val="00D91233"/>
    <w:rsid w:val="00D9154F"/>
    <w:rsid w:val="00D917AB"/>
    <w:rsid w:val="00D91ECE"/>
    <w:rsid w:val="00D91F52"/>
    <w:rsid w:val="00D921D7"/>
    <w:rsid w:val="00D9221D"/>
    <w:rsid w:val="00D92364"/>
    <w:rsid w:val="00D927C8"/>
    <w:rsid w:val="00D92DF5"/>
    <w:rsid w:val="00D93831"/>
    <w:rsid w:val="00D93C0C"/>
    <w:rsid w:val="00D94B25"/>
    <w:rsid w:val="00D94F16"/>
    <w:rsid w:val="00D95E55"/>
    <w:rsid w:val="00D95E5A"/>
    <w:rsid w:val="00D96C02"/>
    <w:rsid w:val="00D97C89"/>
    <w:rsid w:val="00DA0D31"/>
    <w:rsid w:val="00DA0EFE"/>
    <w:rsid w:val="00DA1225"/>
    <w:rsid w:val="00DA1C3E"/>
    <w:rsid w:val="00DA2152"/>
    <w:rsid w:val="00DA2866"/>
    <w:rsid w:val="00DA322B"/>
    <w:rsid w:val="00DA3D68"/>
    <w:rsid w:val="00DA3E2F"/>
    <w:rsid w:val="00DA4140"/>
    <w:rsid w:val="00DA4970"/>
    <w:rsid w:val="00DA4C1C"/>
    <w:rsid w:val="00DA5637"/>
    <w:rsid w:val="00DA64B2"/>
    <w:rsid w:val="00DA6B67"/>
    <w:rsid w:val="00DA75B2"/>
    <w:rsid w:val="00DA7B1C"/>
    <w:rsid w:val="00DB1A0B"/>
    <w:rsid w:val="00DB1B9A"/>
    <w:rsid w:val="00DB2689"/>
    <w:rsid w:val="00DB26B4"/>
    <w:rsid w:val="00DB3355"/>
    <w:rsid w:val="00DB3664"/>
    <w:rsid w:val="00DB451E"/>
    <w:rsid w:val="00DB4D3A"/>
    <w:rsid w:val="00DB4D82"/>
    <w:rsid w:val="00DB5054"/>
    <w:rsid w:val="00DB5D31"/>
    <w:rsid w:val="00DB6498"/>
    <w:rsid w:val="00DB6DB2"/>
    <w:rsid w:val="00DB7A4E"/>
    <w:rsid w:val="00DB7F79"/>
    <w:rsid w:val="00DC16FB"/>
    <w:rsid w:val="00DC17CA"/>
    <w:rsid w:val="00DC209D"/>
    <w:rsid w:val="00DC248F"/>
    <w:rsid w:val="00DC25DD"/>
    <w:rsid w:val="00DC2AD5"/>
    <w:rsid w:val="00DC2F1C"/>
    <w:rsid w:val="00DC32FF"/>
    <w:rsid w:val="00DC3A0B"/>
    <w:rsid w:val="00DC4A65"/>
    <w:rsid w:val="00DC4F66"/>
    <w:rsid w:val="00DC566E"/>
    <w:rsid w:val="00DC60ED"/>
    <w:rsid w:val="00DC7522"/>
    <w:rsid w:val="00DC7525"/>
    <w:rsid w:val="00DD0106"/>
    <w:rsid w:val="00DD04C5"/>
    <w:rsid w:val="00DD060F"/>
    <w:rsid w:val="00DD202F"/>
    <w:rsid w:val="00DD281F"/>
    <w:rsid w:val="00DD29BE"/>
    <w:rsid w:val="00DD2DFB"/>
    <w:rsid w:val="00DD3CBB"/>
    <w:rsid w:val="00DD3CED"/>
    <w:rsid w:val="00DD5640"/>
    <w:rsid w:val="00DD6473"/>
    <w:rsid w:val="00DD665E"/>
    <w:rsid w:val="00DD679E"/>
    <w:rsid w:val="00DE0ED4"/>
    <w:rsid w:val="00DE11E8"/>
    <w:rsid w:val="00DE18A9"/>
    <w:rsid w:val="00DE2F62"/>
    <w:rsid w:val="00DE448C"/>
    <w:rsid w:val="00DE52B0"/>
    <w:rsid w:val="00DE5CA9"/>
    <w:rsid w:val="00DE6082"/>
    <w:rsid w:val="00DE6883"/>
    <w:rsid w:val="00DF083C"/>
    <w:rsid w:val="00DF0842"/>
    <w:rsid w:val="00DF18E3"/>
    <w:rsid w:val="00DF2382"/>
    <w:rsid w:val="00DF26BD"/>
    <w:rsid w:val="00DF2719"/>
    <w:rsid w:val="00DF2D2C"/>
    <w:rsid w:val="00DF3414"/>
    <w:rsid w:val="00DF3979"/>
    <w:rsid w:val="00DF3AB3"/>
    <w:rsid w:val="00DF5102"/>
    <w:rsid w:val="00DF53F3"/>
    <w:rsid w:val="00DF5B4B"/>
    <w:rsid w:val="00DF607D"/>
    <w:rsid w:val="00DF67F3"/>
    <w:rsid w:val="00E001FF"/>
    <w:rsid w:val="00E003A4"/>
    <w:rsid w:val="00E00AEF"/>
    <w:rsid w:val="00E018FC"/>
    <w:rsid w:val="00E0267E"/>
    <w:rsid w:val="00E026FD"/>
    <w:rsid w:val="00E0331D"/>
    <w:rsid w:val="00E040C8"/>
    <w:rsid w:val="00E04D67"/>
    <w:rsid w:val="00E04F03"/>
    <w:rsid w:val="00E05368"/>
    <w:rsid w:val="00E069B7"/>
    <w:rsid w:val="00E0751E"/>
    <w:rsid w:val="00E07B87"/>
    <w:rsid w:val="00E07FE2"/>
    <w:rsid w:val="00E101AE"/>
    <w:rsid w:val="00E1062D"/>
    <w:rsid w:val="00E10A91"/>
    <w:rsid w:val="00E10B44"/>
    <w:rsid w:val="00E114C2"/>
    <w:rsid w:val="00E11A6F"/>
    <w:rsid w:val="00E11F02"/>
    <w:rsid w:val="00E13502"/>
    <w:rsid w:val="00E13843"/>
    <w:rsid w:val="00E13E62"/>
    <w:rsid w:val="00E14D4C"/>
    <w:rsid w:val="00E14DDF"/>
    <w:rsid w:val="00E15164"/>
    <w:rsid w:val="00E16B58"/>
    <w:rsid w:val="00E17150"/>
    <w:rsid w:val="00E179A7"/>
    <w:rsid w:val="00E17A5D"/>
    <w:rsid w:val="00E20DC9"/>
    <w:rsid w:val="00E21C66"/>
    <w:rsid w:val="00E22729"/>
    <w:rsid w:val="00E235C0"/>
    <w:rsid w:val="00E23950"/>
    <w:rsid w:val="00E24E52"/>
    <w:rsid w:val="00E259C5"/>
    <w:rsid w:val="00E263AC"/>
    <w:rsid w:val="00E2696F"/>
    <w:rsid w:val="00E2726B"/>
    <w:rsid w:val="00E27D18"/>
    <w:rsid w:val="00E27F98"/>
    <w:rsid w:val="00E303AD"/>
    <w:rsid w:val="00E308BD"/>
    <w:rsid w:val="00E30EC2"/>
    <w:rsid w:val="00E3272A"/>
    <w:rsid w:val="00E32758"/>
    <w:rsid w:val="00E33038"/>
    <w:rsid w:val="00E334C0"/>
    <w:rsid w:val="00E33719"/>
    <w:rsid w:val="00E342DB"/>
    <w:rsid w:val="00E34A44"/>
    <w:rsid w:val="00E34DF8"/>
    <w:rsid w:val="00E35259"/>
    <w:rsid w:val="00E36742"/>
    <w:rsid w:val="00E36902"/>
    <w:rsid w:val="00E36AC9"/>
    <w:rsid w:val="00E36AFE"/>
    <w:rsid w:val="00E36BA2"/>
    <w:rsid w:val="00E37801"/>
    <w:rsid w:val="00E37942"/>
    <w:rsid w:val="00E37EE4"/>
    <w:rsid w:val="00E40414"/>
    <w:rsid w:val="00E41A54"/>
    <w:rsid w:val="00E41CFB"/>
    <w:rsid w:val="00E41E27"/>
    <w:rsid w:val="00E41E4C"/>
    <w:rsid w:val="00E41EDA"/>
    <w:rsid w:val="00E43AB8"/>
    <w:rsid w:val="00E43F7A"/>
    <w:rsid w:val="00E46659"/>
    <w:rsid w:val="00E46EAA"/>
    <w:rsid w:val="00E5038C"/>
    <w:rsid w:val="00E50B69"/>
    <w:rsid w:val="00E5264B"/>
    <w:rsid w:val="00E5298B"/>
    <w:rsid w:val="00E52EC9"/>
    <w:rsid w:val="00E53001"/>
    <w:rsid w:val="00E53FF9"/>
    <w:rsid w:val="00E561DE"/>
    <w:rsid w:val="00E56352"/>
    <w:rsid w:val="00E5671C"/>
    <w:rsid w:val="00E56748"/>
    <w:rsid w:val="00E56D55"/>
    <w:rsid w:val="00E56EFB"/>
    <w:rsid w:val="00E5701E"/>
    <w:rsid w:val="00E57A32"/>
    <w:rsid w:val="00E60F98"/>
    <w:rsid w:val="00E61106"/>
    <w:rsid w:val="00E6112F"/>
    <w:rsid w:val="00E61857"/>
    <w:rsid w:val="00E61B4F"/>
    <w:rsid w:val="00E6458F"/>
    <w:rsid w:val="00E6565C"/>
    <w:rsid w:val="00E67A01"/>
    <w:rsid w:val="00E67FFE"/>
    <w:rsid w:val="00E7242D"/>
    <w:rsid w:val="00E72737"/>
    <w:rsid w:val="00E72EC0"/>
    <w:rsid w:val="00E73435"/>
    <w:rsid w:val="00E74084"/>
    <w:rsid w:val="00E74889"/>
    <w:rsid w:val="00E752BD"/>
    <w:rsid w:val="00E756D6"/>
    <w:rsid w:val="00E76DA2"/>
    <w:rsid w:val="00E77544"/>
    <w:rsid w:val="00E77709"/>
    <w:rsid w:val="00E805B0"/>
    <w:rsid w:val="00E80FF8"/>
    <w:rsid w:val="00E814DF"/>
    <w:rsid w:val="00E82929"/>
    <w:rsid w:val="00E82E75"/>
    <w:rsid w:val="00E8349A"/>
    <w:rsid w:val="00E83BB4"/>
    <w:rsid w:val="00E841E2"/>
    <w:rsid w:val="00E84D66"/>
    <w:rsid w:val="00E852AB"/>
    <w:rsid w:val="00E86DCE"/>
    <w:rsid w:val="00E87E21"/>
    <w:rsid w:val="00E87E25"/>
    <w:rsid w:val="00E90080"/>
    <w:rsid w:val="00E902E5"/>
    <w:rsid w:val="00E9131A"/>
    <w:rsid w:val="00E92166"/>
    <w:rsid w:val="00E9219C"/>
    <w:rsid w:val="00E935FC"/>
    <w:rsid w:val="00E938C8"/>
    <w:rsid w:val="00E93995"/>
    <w:rsid w:val="00E9473A"/>
    <w:rsid w:val="00E957C9"/>
    <w:rsid w:val="00E960E1"/>
    <w:rsid w:val="00E962E5"/>
    <w:rsid w:val="00E97A4F"/>
    <w:rsid w:val="00EA008B"/>
    <w:rsid w:val="00EA0259"/>
    <w:rsid w:val="00EA04F1"/>
    <w:rsid w:val="00EA1CD8"/>
    <w:rsid w:val="00EA1ECB"/>
    <w:rsid w:val="00EA1ECE"/>
    <w:rsid w:val="00EA1FC5"/>
    <w:rsid w:val="00EA2454"/>
    <w:rsid w:val="00EA29A6"/>
    <w:rsid w:val="00EA2FD3"/>
    <w:rsid w:val="00EA3044"/>
    <w:rsid w:val="00EA551C"/>
    <w:rsid w:val="00EA6F88"/>
    <w:rsid w:val="00EA71D7"/>
    <w:rsid w:val="00EA732F"/>
    <w:rsid w:val="00EA74E6"/>
    <w:rsid w:val="00EA791A"/>
    <w:rsid w:val="00EA7C0A"/>
    <w:rsid w:val="00EA7E84"/>
    <w:rsid w:val="00EA7EB3"/>
    <w:rsid w:val="00EB041B"/>
    <w:rsid w:val="00EB08B3"/>
    <w:rsid w:val="00EB0FAC"/>
    <w:rsid w:val="00EB1226"/>
    <w:rsid w:val="00EB2629"/>
    <w:rsid w:val="00EB32F4"/>
    <w:rsid w:val="00EB33A1"/>
    <w:rsid w:val="00EB6368"/>
    <w:rsid w:val="00EB7CE9"/>
    <w:rsid w:val="00EC2200"/>
    <w:rsid w:val="00EC22C7"/>
    <w:rsid w:val="00EC2C8F"/>
    <w:rsid w:val="00EC33FE"/>
    <w:rsid w:val="00EC433F"/>
    <w:rsid w:val="00EC43C0"/>
    <w:rsid w:val="00EC472D"/>
    <w:rsid w:val="00EC4BB6"/>
    <w:rsid w:val="00EC67D0"/>
    <w:rsid w:val="00EC68A4"/>
    <w:rsid w:val="00EC7F2A"/>
    <w:rsid w:val="00ED02D2"/>
    <w:rsid w:val="00ED1132"/>
    <w:rsid w:val="00ED1A05"/>
    <w:rsid w:val="00ED1FDE"/>
    <w:rsid w:val="00ED2018"/>
    <w:rsid w:val="00ED20D5"/>
    <w:rsid w:val="00ED26CF"/>
    <w:rsid w:val="00ED49FC"/>
    <w:rsid w:val="00ED4D52"/>
    <w:rsid w:val="00ED5AB0"/>
    <w:rsid w:val="00ED79D1"/>
    <w:rsid w:val="00ED7FFA"/>
    <w:rsid w:val="00EE0359"/>
    <w:rsid w:val="00EE0427"/>
    <w:rsid w:val="00EE06E2"/>
    <w:rsid w:val="00EE164F"/>
    <w:rsid w:val="00EE2DBF"/>
    <w:rsid w:val="00EE3D91"/>
    <w:rsid w:val="00EE478A"/>
    <w:rsid w:val="00EE4CBC"/>
    <w:rsid w:val="00EE52FA"/>
    <w:rsid w:val="00EE6EED"/>
    <w:rsid w:val="00EE7D92"/>
    <w:rsid w:val="00EF0A2A"/>
    <w:rsid w:val="00EF0FEC"/>
    <w:rsid w:val="00EF18DB"/>
    <w:rsid w:val="00EF1BCE"/>
    <w:rsid w:val="00EF296A"/>
    <w:rsid w:val="00EF35AD"/>
    <w:rsid w:val="00EF37EC"/>
    <w:rsid w:val="00EF57CD"/>
    <w:rsid w:val="00EF5A1E"/>
    <w:rsid w:val="00EF5EB1"/>
    <w:rsid w:val="00EF6668"/>
    <w:rsid w:val="00EF72EE"/>
    <w:rsid w:val="00EF7ECC"/>
    <w:rsid w:val="00F005CA"/>
    <w:rsid w:val="00F02842"/>
    <w:rsid w:val="00F02AEB"/>
    <w:rsid w:val="00F03582"/>
    <w:rsid w:val="00F041AA"/>
    <w:rsid w:val="00F046D4"/>
    <w:rsid w:val="00F048C5"/>
    <w:rsid w:val="00F05DA0"/>
    <w:rsid w:val="00F06039"/>
    <w:rsid w:val="00F065E0"/>
    <w:rsid w:val="00F06EFB"/>
    <w:rsid w:val="00F07860"/>
    <w:rsid w:val="00F0795E"/>
    <w:rsid w:val="00F07E82"/>
    <w:rsid w:val="00F11237"/>
    <w:rsid w:val="00F1175D"/>
    <w:rsid w:val="00F12B08"/>
    <w:rsid w:val="00F1334C"/>
    <w:rsid w:val="00F13401"/>
    <w:rsid w:val="00F13680"/>
    <w:rsid w:val="00F13B9F"/>
    <w:rsid w:val="00F13EFB"/>
    <w:rsid w:val="00F13FF5"/>
    <w:rsid w:val="00F1477E"/>
    <w:rsid w:val="00F1529E"/>
    <w:rsid w:val="00F15697"/>
    <w:rsid w:val="00F16085"/>
    <w:rsid w:val="00F161D0"/>
    <w:rsid w:val="00F16E85"/>
    <w:rsid w:val="00F16F07"/>
    <w:rsid w:val="00F172C9"/>
    <w:rsid w:val="00F20048"/>
    <w:rsid w:val="00F2075C"/>
    <w:rsid w:val="00F218A4"/>
    <w:rsid w:val="00F226D0"/>
    <w:rsid w:val="00F2314A"/>
    <w:rsid w:val="00F231BA"/>
    <w:rsid w:val="00F23791"/>
    <w:rsid w:val="00F25DDF"/>
    <w:rsid w:val="00F30AC0"/>
    <w:rsid w:val="00F314E5"/>
    <w:rsid w:val="00F32615"/>
    <w:rsid w:val="00F32AAB"/>
    <w:rsid w:val="00F32BC8"/>
    <w:rsid w:val="00F33E57"/>
    <w:rsid w:val="00F33EC1"/>
    <w:rsid w:val="00F346BC"/>
    <w:rsid w:val="00F35A97"/>
    <w:rsid w:val="00F374B7"/>
    <w:rsid w:val="00F37BBB"/>
    <w:rsid w:val="00F400AD"/>
    <w:rsid w:val="00F403BC"/>
    <w:rsid w:val="00F40DD6"/>
    <w:rsid w:val="00F4192C"/>
    <w:rsid w:val="00F41D4E"/>
    <w:rsid w:val="00F41EFB"/>
    <w:rsid w:val="00F42806"/>
    <w:rsid w:val="00F42BB2"/>
    <w:rsid w:val="00F436D8"/>
    <w:rsid w:val="00F442C9"/>
    <w:rsid w:val="00F44544"/>
    <w:rsid w:val="00F4475C"/>
    <w:rsid w:val="00F447C7"/>
    <w:rsid w:val="00F45B7C"/>
    <w:rsid w:val="00F45D29"/>
    <w:rsid w:val="00F45F07"/>
    <w:rsid w:val="00F45FCE"/>
    <w:rsid w:val="00F46FDE"/>
    <w:rsid w:val="00F47167"/>
    <w:rsid w:val="00F5335C"/>
    <w:rsid w:val="00F53C91"/>
    <w:rsid w:val="00F53CED"/>
    <w:rsid w:val="00F54717"/>
    <w:rsid w:val="00F54F9C"/>
    <w:rsid w:val="00F56910"/>
    <w:rsid w:val="00F57C0E"/>
    <w:rsid w:val="00F57FC4"/>
    <w:rsid w:val="00F60189"/>
    <w:rsid w:val="00F63270"/>
    <w:rsid w:val="00F633EB"/>
    <w:rsid w:val="00F642C9"/>
    <w:rsid w:val="00F64921"/>
    <w:rsid w:val="00F649B0"/>
    <w:rsid w:val="00F64ECD"/>
    <w:rsid w:val="00F65A1B"/>
    <w:rsid w:val="00F7175E"/>
    <w:rsid w:val="00F71F21"/>
    <w:rsid w:val="00F720EA"/>
    <w:rsid w:val="00F72A0E"/>
    <w:rsid w:val="00F73140"/>
    <w:rsid w:val="00F732AB"/>
    <w:rsid w:val="00F74167"/>
    <w:rsid w:val="00F745CC"/>
    <w:rsid w:val="00F758ED"/>
    <w:rsid w:val="00F75B97"/>
    <w:rsid w:val="00F76CDF"/>
    <w:rsid w:val="00F76DB4"/>
    <w:rsid w:val="00F77499"/>
    <w:rsid w:val="00F77B4E"/>
    <w:rsid w:val="00F77DA2"/>
    <w:rsid w:val="00F800AB"/>
    <w:rsid w:val="00F80B0C"/>
    <w:rsid w:val="00F826F0"/>
    <w:rsid w:val="00F82CB1"/>
    <w:rsid w:val="00F82EF1"/>
    <w:rsid w:val="00F82F20"/>
    <w:rsid w:val="00F84BB3"/>
    <w:rsid w:val="00F8504A"/>
    <w:rsid w:val="00F8520E"/>
    <w:rsid w:val="00F8540F"/>
    <w:rsid w:val="00F86B37"/>
    <w:rsid w:val="00F86FD6"/>
    <w:rsid w:val="00F8702D"/>
    <w:rsid w:val="00F87464"/>
    <w:rsid w:val="00F876DC"/>
    <w:rsid w:val="00F87F21"/>
    <w:rsid w:val="00F90CB7"/>
    <w:rsid w:val="00F91A59"/>
    <w:rsid w:val="00F91BDF"/>
    <w:rsid w:val="00F91DF8"/>
    <w:rsid w:val="00F9334F"/>
    <w:rsid w:val="00F93D7E"/>
    <w:rsid w:val="00F943AF"/>
    <w:rsid w:val="00F94625"/>
    <w:rsid w:val="00F94704"/>
    <w:rsid w:val="00F94766"/>
    <w:rsid w:val="00F94AAC"/>
    <w:rsid w:val="00F95A3A"/>
    <w:rsid w:val="00F976A6"/>
    <w:rsid w:val="00F97D7F"/>
    <w:rsid w:val="00FA0245"/>
    <w:rsid w:val="00FA122C"/>
    <w:rsid w:val="00FA1F06"/>
    <w:rsid w:val="00FA2511"/>
    <w:rsid w:val="00FA2576"/>
    <w:rsid w:val="00FA2938"/>
    <w:rsid w:val="00FA2B6D"/>
    <w:rsid w:val="00FA2E11"/>
    <w:rsid w:val="00FA381C"/>
    <w:rsid w:val="00FA3B95"/>
    <w:rsid w:val="00FA3D09"/>
    <w:rsid w:val="00FA4572"/>
    <w:rsid w:val="00FA6EDE"/>
    <w:rsid w:val="00FB006C"/>
    <w:rsid w:val="00FB03E1"/>
    <w:rsid w:val="00FB040D"/>
    <w:rsid w:val="00FB0541"/>
    <w:rsid w:val="00FB3244"/>
    <w:rsid w:val="00FB3329"/>
    <w:rsid w:val="00FB3789"/>
    <w:rsid w:val="00FB474D"/>
    <w:rsid w:val="00FB484F"/>
    <w:rsid w:val="00FB5018"/>
    <w:rsid w:val="00FB5D9C"/>
    <w:rsid w:val="00FB5FFE"/>
    <w:rsid w:val="00FB6D0D"/>
    <w:rsid w:val="00FB79D9"/>
    <w:rsid w:val="00FC08CA"/>
    <w:rsid w:val="00FC0F95"/>
    <w:rsid w:val="00FC0FE1"/>
    <w:rsid w:val="00FC1111"/>
    <w:rsid w:val="00FC1278"/>
    <w:rsid w:val="00FC1A80"/>
    <w:rsid w:val="00FC3376"/>
    <w:rsid w:val="00FC394E"/>
    <w:rsid w:val="00FC4033"/>
    <w:rsid w:val="00FC51CF"/>
    <w:rsid w:val="00FC64DD"/>
    <w:rsid w:val="00FC765B"/>
    <w:rsid w:val="00FC7C4A"/>
    <w:rsid w:val="00FD0D35"/>
    <w:rsid w:val="00FD377A"/>
    <w:rsid w:val="00FD43E1"/>
    <w:rsid w:val="00FD5316"/>
    <w:rsid w:val="00FD6552"/>
    <w:rsid w:val="00FD6775"/>
    <w:rsid w:val="00FD69A9"/>
    <w:rsid w:val="00FD7479"/>
    <w:rsid w:val="00FD7922"/>
    <w:rsid w:val="00FD7D8B"/>
    <w:rsid w:val="00FE072B"/>
    <w:rsid w:val="00FE076E"/>
    <w:rsid w:val="00FE1C7F"/>
    <w:rsid w:val="00FE204B"/>
    <w:rsid w:val="00FE24B4"/>
    <w:rsid w:val="00FE3BDD"/>
    <w:rsid w:val="00FE3D37"/>
    <w:rsid w:val="00FE3FA4"/>
    <w:rsid w:val="00FE416D"/>
    <w:rsid w:val="00FE4334"/>
    <w:rsid w:val="00FE4BCE"/>
    <w:rsid w:val="00FE5308"/>
    <w:rsid w:val="00FE55DC"/>
    <w:rsid w:val="00FE5F2D"/>
    <w:rsid w:val="00FE7735"/>
    <w:rsid w:val="00FF004F"/>
    <w:rsid w:val="00FF0108"/>
    <w:rsid w:val="00FF1052"/>
    <w:rsid w:val="00FF1A35"/>
    <w:rsid w:val="00FF2988"/>
    <w:rsid w:val="00FF3063"/>
    <w:rsid w:val="00FF3068"/>
    <w:rsid w:val="00FF37D7"/>
    <w:rsid w:val="00FF46C9"/>
    <w:rsid w:val="00FF487D"/>
    <w:rsid w:val="00FF57A9"/>
    <w:rsid w:val="00FF61D2"/>
    <w:rsid w:val="00FF7323"/>
    <w:rsid w:val="00FF732E"/>
    <w:rsid w:val="00FF7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590"/>
    <w:rPr>
      <w:rFonts w:ascii="TimesET" w:hAnsi="TimesET"/>
    </w:rPr>
  </w:style>
  <w:style w:type="paragraph" w:styleId="10">
    <w:name w:val="heading 1"/>
    <w:basedOn w:val="a"/>
    <w:next w:val="a"/>
    <w:qFormat/>
    <w:rsid w:val="00E37EE4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E37EE4"/>
    <w:pPr>
      <w:keepNext/>
      <w:ind w:left="1416" w:firstLine="708"/>
      <w:outlineLvl w:val="1"/>
    </w:pPr>
    <w:rPr>
      <w:b/>
      <w:bCs/>
      <w:spacing w:val="12"/>
      <w:sz w:val="40"/>
    </w:rPr>
  </w:style>
  <w:style w:type="paragraph" w:styleId="4">
    <w:name w:val="heading 4"/>
    <w:basedOn w:val="a"/>
    <w:next w:val="a"/>
    <w:link w:val="40"/>
    <w:semiHidden/>
    <w:unhideWhenUsed/>
    <w:qFormat/>
    <w:rsid w:val="004F4B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37EE4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link w:val="a5"/>
    <w:qFormat/>
    <w:rsid w:val="00E37EE4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6">
    <w:name w:val="header"/>
    <w:basedOn w:val="a"/>
    <w:rsid w:val="00E37EE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E37EE4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E37EE4"/>
    <w:rPr>
      <w:rFonts w:ascii="Tahoma" w:hAnsi="Tahoma" w:cs="Tahoma"/>
      <w:sz w:val="16"/>
      <w:szCs w:val="16"/>
    </w:rPr>
  </w:style>
  <w:style w:type="character" w:styleId="a9">
    <w:name w:val="page number"/>
    <w:basedOn w:val="a0"/>
    <w:rsid w:val="00E37EE4"/>
  </w:style>
  <w:style w:type="table" w:styleId="aa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line number"/>
    <w:basedOn w:val="a0"/>
    <w:rsid w:val="00073A7A"/>
  </w:style>
  <w:style w:type="paragraph" w:styleId="ac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harCharCharCharCharChar">
    <w:name w:val="Char Знак Char Знак Знак Знак Знак Знак Знак Знак Знак Знак Char Знак Char Знак Char Знак Знак Знак Знак Char Знак Знак Знак Знак Знак Знак Знак"/>
    <w:basedOn w:val="a"/>
    <w:rsid w:val="00C82DE8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d">
    <w:name w:val="Body Text Indent"/>
    <w:basedOn w:val="a"/>
    <w:link w:val="ae"/>
    <w:rsid w:val="00C82DE8"/>
    <w:pPr>
      <w:ind w:firstLine="1170"/>
      <w:jc w:val="both"/>
    </w:pPr>
    <w:rPr>
      <w:rFonts w:ascii="Times New Roman" w:hAnsi="Times New Roman"/>
      <w:sz w:val="28"/>
      <w:szCs w:val="24"/>
    </w:rPr>
  </w:style>
  <w:style w:type="paragraph" w:customStyle="1" w:styleId="ConsPlusNonformat">
    <w:name w:val="ConsPlusNonformat"/>
    <w:rsid w:val="00B15F9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0F4AE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rsid w:val="0015455C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DF67F3"/>
    <w:rPr>
      <w:rFonts w:ascii="TimesET" w:hAnsi="TimesET"/>
    </w:rPr>
  </w:style>
  <w:style w:type="paragraph" w:customStyle="1" w:styleId="ConsPlusCell">
    <w:name w:val="ConsPlusCell"/>
    <w:uiPriority w:val="99"/>
    <w:rsid w:val="009D0ED4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e">
    <w:name w:val="Основной текст с отступом Знак"/>
    <w:link w:val="ad"/>
    <w:rsid w:val="004845B1"/>
    <w:rPr>
      <w:sz w:val="28"/>
      <w:szCs w:val="24"/>
    </w:rPr>
  </w:style>
  <w:style w:type="paragraph" w:customStyle="1" w:styleId="af">
    <w:name w:val="Таблицы (моноширинный)"/>
    <w:basedOn w:val="a"/>
    <w:next w:val="a"/>
    <w:rsid w:val="004845B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0">
    <w:name w:val="Знак"/>
    <w:basedOn w:val="a"/>
    <w:autoRedefine/>
    <w:rsid w:val="00153770"/>
    <w:pPr>
      <w:spacing w:after="160" w:line="240" w:lineRule="exact"/>
    </w:pPr>
    <w:rPr>
      <w:rFonts w:ascii="Times New Roman" w:hAnsi="Times New Roman"/>
      <w:sz w:val="28"/>
      <w:lang w:val="en-US" w:eastAsia="en-US"/>
    </w:rPr>
  </w:style>
  <w:style w:type="character" w:customStyle="1" w:styleId="ConsPlusNormal0">
    <w:name w:val="ConsPlusNormal Знак"/>
    <w:link w:val="ConsPlusNormal"/>
    <w:uiPriority w:val="99"/>
    <w:locked/>
    <w:rsid w:val="00D72926"/>
    <w:rPr>
      <w:rFonts w:ascii="Arial" w:hAnsi="Arial" w:cs="Arial"/>
      <w:lang w:val="ru-RU" w:eastAsia="ru-RU" w:bidi="ar-SA"/>
    </w:rPr>
  </w:style>
  <w:style w:type="paragraph" w:customStyle="1" w:styleId="1">
    <w:name w:val="Стиль1"/>
    <w:basedOn w:val="a"/>
    <w:link w:val="11"/>
    <w:rsid w:val="00E34DF8"/>
    <w:pPr>
      <w:keepNext/>
      <w:keepLines/>
      <w:numPr>
        <w:numId w:val="12"/>
      </w:numPr>
      <w:jc w:val="both"/>
      <w:outlineLvl w:val="0"/>
    </w:pPr>
    <w:rPr>
      <w:rFonts w:ascii="Times New Roman" w:hAnsi="Times New Roman"/>
      <w:b/>
      <w:color w:val="000000"/>
      <w:sz w:val="28"/>
    </w:rPr>
  </w:style>
  <w:style w:type="character" w:customStyle="1" w:styleId="11">
    <w:name w:val="Стиль1 Знак"/>
    <w:link w:val="1"/>
    <w:locked/>
    <w:rsid w:val="00E34DF8"/>
    <w:rPr>
      <w:b/>
      <w:color w:val="000000"/>
      <w:sz w:val="28"/>
    </w:rPr>
  </w:style>
  <w:style w:type="paragraph" w:customStyle="1" w:styleId="af1">
    <w:name w:val="Обычный БД Знак"/>
    <w:basedOn w:val="a"/>
    <w:rsid w:val="00D87168"/>
    <w:pPr>
      <w:spacing w:line="360" w:lineRule="atLeast"/>
      <w:ind w:firstLine="709"/>
      <w:jc w:val="both"/>
    </w:pPr>
    <w:rPr>
      <w:rFonts w:cs="TimesET"/>
      <w:sz w:val="28"/>
      <w:szCs w:val="28"/>
    </w:rPr>
  </w:style>
  <w:style w:type="character" w:customStyle="1" w:styleId="a5">
    <w:name w:val="Название Знак"/>
    <w:link w:val="a4"/>
    <w:rsid w:val="004E6F56"/>
    <w:rPr>
      <w:sz w:val="28"/>
    </w:rPr>
  </w:style>
  <w:style w:type="paragraph" w:styleId="af2">
    <w:name w:val="No Spacing"/>
    <w:uiPriority w:val="1"/>
    <w:qFormat/>
    <w:rsid w:val="00616B22"/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rsid w:val="00492F50"/>
    <w:rPr>
      <w:color w:val="0000FF"/>
      <w:u w:val="single"/>
    </w:rPr>
  </w:style>
  <w:style w:type="paragraph" w:styleId="af4">
    <w:name w:val="List Paragraph"/>
    <w:basedOn w:val="a"/>
    <w:uiPriority w:val="34"/>
    <w:qFormat/>
    <w:rsid w:val="00C458A8"/>
    <w:pPr>
      <w:ind w:left="720"/>
      <w:contextualSpacing/>
    </w:pPr>
  </w:style>
  <w:style w:type="paragraph" w:styleId="3">
    <w:name w:val="Body Text Indent 3"/>
    <w:basedOn w:val="a"/>
    <w:link w:val="30"/>
    <w:rsid w:val="00650F1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50F1F"/>
    <w:rPr>
      <w:rFonts w:ascii="TimesET" w:hAnsi="TimesET"/>
      <w:sz w:val="16"/>
      <w:szCs w:val="16"/>
    </w:rPr>
  </w:style>
  <w:style w:type="paragraph" w:customStyle="1" w:styleId="ConsPlusTitle">
    <w:name w:val="ConsPlusTitle"/>
    <w:rsid w:val="005E22AD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40">
    <w:name w:val="Заголовок 4 Знак"/>
    <w:basedOn w:val="a0"/>
    <w:link w:val="4"/>
    <w:semiHidden/>
    <w:rsid w:val="004F4B3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5">
    <w:name w:val="Normal (Web)"/>
    <w:basedOn w:val="a"/>
    <w:uiPriority w:val="99"/>
    <w:semiHidden/>
    <w:unhideWhenUsed/>
    <w:rsid w:val="008B4E25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590"/>
    <w:rPr>
      <w:rFonts w:ascii="TimesET" w:hAnsi="TimesET"/>
    </w:rPr>
  </w:style>
  <w:style w:type="paragraph" w:styleId="10">
    <w:name w:val="heading 1"/>
    <w:basedOn w:val="a"/>
    <w:next w:val="a"/>
    <w:qFormat/>
    <w:rsid w:val="00E37EE4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E37EE4"/>
    <w:pPr>
      <w:keepNext/>
      <w:ind w:left="1416" w:firstLine="708"/>
      <w:outlineLvl w:val="1"/>
    </w:pPr>
    <w:rPr>
      <w:b/>
      <w:bCs/>
      <w:spacing w:val="12"/>
      <w:sz w:val="40"/>
    </w:rPr>
  </w:style>
  <w:style w:type="paragraph" w:styleId="4">
    <w:name w:val="heading 4"/>
    <w:basedOn w:val="a"/>
    <w:next w:val="a"/>
    <w:link w:val="40"/>
    <w:semiHidden/>
    <w:unhideWhenUsed/>
    <w:qFormat/>
    <w:rsid w:val="004F4B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37EE4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link w:val="a5"/>
    <w:qFormat/>
    <w:rsid w:val="00E37EE4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6">
    <w:name w:val="header"/>
    <w:basedOn w:val="a"/>
    <w:rsid w:val="00E37EE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E37EE4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E37EE4"/>
    <w:rPr>
      <w:rFonts w:ascii="Tahoma" w:hAnsi="Tahoma" w:cs="Tahoma"/>
      <w:sz w:val="16"/>
      <w:szCs w:val="16"/>
    </w:rPr>
  </w:style>
  <w:style w:type="character" w:styleId="a9">
    <w:name w:val="page number"/>
    <w:basedOn w:val="a0"/>
    <w:rsid w:val="00E37EE4"/>
  </w:style>
  <w:style w:type="table" w:styleId="aa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line number"/>
    <w:basedOn w:val="a0"/>
    <w:rsid w:val="00073A7A"/>
  </w:style>
  <w:style w:type="paragraph" w:styleId="ac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harCharCharCharCharChar">
    <w:name w:val="Char Знак Char Знак Знак Знак Знак Знак Знак Знак Знак Знак Char Знак Char Знак Char Знак Знак Знак Знак Char Знак Знак Знак Знак Знак Знак Знак"/>
    <w:basedOn w:val="a"/>
    <w:rsid w:val="00C82DE8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d">
    <w:name w:val="Body Text Indent"/>
    <w:basedOn w:val="a"/>
    <w:link w:val="ae"/>
    <w:rsid w:val="00C82DE8"/>
    <w:pPr>
      <w:ind w:firstLine="1170"/>
      <w:jc w:val="both"/>
    </w:pPr>
    <w:rPr>
      <w:rFonts w:ascii="Times New Roman" w:hAnsi="Times New Roman"/>
      <w:sz w:val="28"/>
      <w:szCs w:val="24"/>
    </w:rPr>
  </w:style>
  <w:style w:type="paragraph" w:customStyle="1" w:styleId="ConsPlusNonformat">
    <w:name w:val="ConsPlusNonformat"/>
    <w:rsid w:val="00B15F9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0F4AE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rsid w:val="0015455C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DF67F3"/>
    <w:rPr>
      <w:rFonts w:ascii="TimesET" w:hAnsi="TimesET"/>
    </w:rPr>
  </w:style>
  <w:style w:type="paragraph" w:customStyle="1" w:styleId="ConsPlusCell">
    <w:name w:val="ConsPlusCell"/>
    <w:uiPriority w:val="99"/>
    <w:rsid w:val="009D0ED4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e">
    <w:name w:val="Основной текст с отступом Знак"/>
    <w:link w:val="ad"/>
    <w:rsid w:val="004845B1"/>
    <w:rPr>
      <w:sz w:val="28"/>
      <w:szCs w:val="24"/>
    </w:rPr>
  </w:style>
  <w:style w:type="paragraph" w:customStyle="1" w:styleId="af">
    <w:name w:val="Таблицы (моноширинный)"/>
    <w:basedOn w:val="a"/>
    <w:next w:val="a"/>
    <w:rsid w:val="004845B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0">
    <w:name w:val="Знак"/>
    <w:basedOn w:val="a"/>
    <w:autoRedefine/>
    <w:rsid w:val="00153770"/>
    <w:pPr>
      <w:spacing w:after="160" w:line="240" w:lineRule="exact"/>
    </w:pPr>
    <w:rPr>
      <w:rFonts w:ascii="Times New Roman" w:hAnsi="Times New Roman"/>
      <w:sz w:val="28"/>
      <w:lang w:val="en-US" w:eastAsia="en-US"/>
    </w:rPr>
  </w:style>
  <w:style w:type="character" w:customStyle="1" w:styleId="ConsPlusNormal0">
    <w:name w:val="ConsPlusNormal Знак"/>
    <w:link w:val="ConsPlusNormal"/>
    <w:uiPriority w:val="99"/>
    <w:locked/>
    <w:rsid w:val="00D72926"/>
    <w:rPr>
      <w:rFonts w:ascii="Arial" w:hAnsi="Arial" w:cs="Arial"/>
      <w:lang w:val="ru-RU" w:eastAsia="ru-RU" w:bidi="ar-SA"/>
    </w:rPr>
  </w:style>
  <w:style w:type="paragraph" w:customStyle="1" w:styleId="1">
    <w:name w:val="Стиль1"/>
    <w:basedOn w:val="a"/>
    <w:link w:val="11"/>
    <w:rsid w:val="00E34DF8"/>
    <w:pPr>
      <w:keepNext/>
      <w:keepLines/>
      <w:numPr>
        <w:numId w:val="12"/>
      </w:numPr>
      <w:jc w:val="both"/>
      <w:outlineLvl w:val="0"/>
    </w:pPr>
    <w:rPr>
      <w:rFonts w:ascii="Times New Roman" w:hAnsi="Times New Roman"/>
      <w:b/>
      <w:color w:val="000000"/>
      <w:sz w:val="28"/>
    </w:rPr>
  </w:style>
  <w:style w:type="character" w:customStyle="1" w:styleId="11">
    <w:name w:val="Стиль1 Знак"/>
    <w:link w:val="1"/>
    <w:locked/>
    <w:rsid w:val="00E34DF8"/>
    <w:rPr>
      <w:b/>
      <w:color w:val="000000"/>
      <w:sz w:val="28"/>
    </w:rPr>
  </w:style>
  <w:style w:type="paragraph" w:customStyle="1" w:styleId="af1">
    <w:name w:val="Обычный БД Знак"/>
    <w:basedOn w:val="a"/>
    <w:rsid w:val="00D87168"/>
    <w:pPr>
      <w:spacing w:line="360" w:lineRule="atLeast"/>
      <w:ind w:firstLine="709"/>
      <w:jc w:val="both"/>
    </w:pPr>
    <w:rPr>
      <w:rFonts w:cs="TimesET"/>
      <w:sz w:val="28"/>
      <w:szCs w:val="28"/>
    </w:rPr>
  </w:style>
  <w:style w:type="character" w:customStyle="1" w:styleId="a5">
    <w:name w:val="Название Знак"/>
    <w:link w:val="a4"/>
    <w:rsid w:val="004E6F56"/>
    <w:rPr>
      <w:sz w:val="28"/>
    </w:rPr>
  </w:style>
  <w:style w:type="paragraph" w:styleId="af2">
    <w:name w:val="No Spacing"/>
    <w:uiPriority w:val="1"/>
    <w:qFormat/>
    <w:rsid w:val="00616B22"/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rsid w:val="00492F50"/>
    <w:rPr>
      <w:color w:val="0000FF"/>
      <w:u w:val="single"/>
    </w:rPr>
  </w:style>
  <w:style w:type="paragraph" w:styleId="af4">
    <w:name w:val="List Paragraph"/>
    <w:basedOn w:val="a"/>
    <w:uiPriority w:val="34"/>
    <w:qFormat/>
    <w:rsid w:val="00C458A8"/>
    <w:pPr>
      <w:ind w:left="720"/>
      <w:contextualSpacing/>
    </w:pPr>
  </w:style>
  <w:style w:type="paragraph" w:styleId="3">
    <w:name w:val="Body Text Indent 3"/>
    <w:basedOn w:val="a"/>
    <w:link w:val="30"/>
    <w:rsid w:val="00650F1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50F1F"/>
    <w:rPr>
      <w:rFonts w:ascii="TimesET" w:hAnsi="TimesET"/>
      <w:sz w:val="16"/>
      <w:szCs w:val="16"/>
    </w:rPr>
  </w:style>
  <w:style w:type="paragraph" w:customStyle="1" w:styleId="ConsPlusTitle">
    <w:name w:val="ConsPlusTitle"/>
    <w:rsid w:val="005E22AD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40">
    <w:name w:val="Заголовок 4 Знак"/>
    <w:basedOn w:val="a0"/>
    <w:link w:val="4"/>
    <w:semiHidden/>
    <w:rsid w:val="004F4B3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5">
    <w:name w:val="Normal (Web)"/>
    <w:basedOn w:val="a"/>
    <w:uiPriority w:val="99"/>
    <w:semiHidden/>
    <w:unhideWhenUsed/>
    <w:rsid w:val="008B4E25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B0F79CC27C0464D7C148C4366846FD3FE2431F4B568A8BC517917C87A4211F96430B5FC7BFA053846F99222gDvE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E453C7615E1E4CFD8B7B3A20069B4C019EEE5796164EDCEECDF403FDFCF4F774B727D1877ACF982E3F05024EAF1C67F84C083D6FC2305B1fDl9N" TargetMode="Externa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hyperlink" Target="consultantplus://offline/ref=528208D1E1642A676EAC26BBCD9363C7AE1D4CD1D10450F976855F70095D0410A22DC42F340518EA3F8BD13CA0D9D2C0C5FAE46B4AF2BA6Do7hEM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60;&#1088;&#1086;&#1083;&#1086;&#1074;&#1072;\AppData\Local\Microsoft\Windows\Temporary%20Internet%20Files\Content.MSO\1C40DE6C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FBB5A-0771-4B80-AAEF-5224942A6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1C40DE6C</Template>
  <TotalTime>1</TotalTime>
  <Pages>20</Pages>
  <Words>6925</Words>
  <Characters>39478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ПП</vt:lpstr>
    </vt:vector>
  </TitlesOfParts>
  <Company>Правительство Рязанской области</Company>
  <LinksUpToDate>false</LinksUpToDate>
  <CharactersWithSpaces>46311</CharactersWithSpaces>
  <SharedDoc>false</SharedDoc>
  <HLinks>
    <vt:vector size="78" baseType="variant">
      <vt:variant>
        <vt:i4>2097249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consultantplus://offline/ref=777FAA7E68481C162B3ADEC3F4D943884A1B9D9B7E78448498E02618B7A76A5D65E6BE27277823648A0D8961gEE9H</vt:lpwstr>
      </vt:variant>
      <vt:variant>
        <vt:lpwstr/>
      </vt:variant>
      <vt:variant>
        <vt:i4>1179649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consultantplus://offline/ref=777FAA7E68481C162B3ADEC3F4D943884A1B9D9B7E78458491E62618B7A76A5D65gEE6H</vt:lpwstr>
      </vt:variant>
      <vt:variant>
        <vt:lpwstr/>
      </vt:variant>
      <vt:variant>
        <vt:i4>1179649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consultantplus://offline/ref=777FAA7E68481C162B3ADEC3F4D943884A1B9D9B7E78458491E62618B7A76A5D65gEE6H</vt:lpwstr>
      </vt:variant>
      <vt:variant>
        <vt:lpwstr/>
      </vt:variant>
      <vt:variant>
        <vt:i4>3866728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consultantplus://offline/ref=B26910778075472BD20D089A98F0E56D354B05D80A18D59D032474010A9FA81D2D7AC4B5DCFCF25369076326m5S3O</vt:lpwstr>
      </vt:variant>
      <vt:variant>
        <vt:lpwstr/>
      </vt:variant>
      <vt:variant>
        <vt:i4>3866728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consultantplus://offline/ref=B26910778075472BD20D089A98F0E56D354B05D80A18D59D032474010A9FA81D2D7AC4B5DCFCF25369076326m5S3O</vt:lpwstr>
      </vt:variant>
      <vt:variant>
        <vt:lpwstr/>
      </vt:variant>
      <vt:variant>
        <vt:i4>2490430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consultantplus://offline/ref=63818DB77CD21B8606268F0E45DDF1DE0766106DA937790B5DF105E60C7E1202EE0E2ABB0B200B713192A5B0i8LAL</vt:lpwstr>
      </vt:variant>
      <vt:variant>
        <vt:lpwstr/>
      </vt:variant>
      <vt:variant>
        <vt:i4>7929965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consultantplus://offline/ref=95A8B5D0F38EFFA23E6DA2FC74DB6D5F5B9837658CB525113A73CA255FEDFF4EB292ACF2A4F83A404E9F4C33M23BG</vt:lpwstr>
      </vt:variant>
      <vt:variant>
        <vt:lpwstr/>
      </vt:variant>
      <vt:variant>
        <vt:i4>7929909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consultantplus://offline/ref=95A8B5D0F38EFFA23E6DA2FC74DB6D5F5B9837658CB525113A73CA255FEDFF4EB292ACF2A4F83A434A984A33M23AG</vt:lpwstr>
      </vt:variant>
      <vt:variant>
        <vt:lpwstr/>
      </vt:variant>
      <vt:variant>
        <vt:i4>2752616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consultantplus://offline/ref=319F5DDDC1CD7CD8AE2072C0B31704AE2B7B9496EC1960F7F3A532F1A15CCC726251309D5C46DA4BFB56B02A6877J</vt:lpwstr>
      </vt:variant>
      <vt:variant>
        <vt:lpwstr/>
      </vt:variant>
      <vt:variant>
        <vt:i4>2752616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consultantplus://offline/ref=319F5DDDC1CD7CD8AE2072C0B31704AE2B7B9496EC1960F7F3A532F1A15CCC726251309D5C46DA4BFB56B02A6877J</vt:lpwstr>
      </vt:variant>
      <vt:variant>
        <vt:lpwstr/>
      </vt:variant>
      <vt:variant>
        <vt:i4>2490469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consultantplus://offline/ref=2D6F79C5FDA01B1182F2F9DE0CD9EFB767A6EC33D2871DD41AB2C48AF8D790247E46307C6673C251BB6782DAHEM6N</vt:lpwstr>
      </vt:variant>
      <vt:variant>
        <vt:lpwstr/>
      </vt:variant>
      <vt:variant>
        <vt:i4>6488126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consultantplus://offline/ref=553ECEBCF639805AA4C6F734ADFC4BFF05AF9C8AE73D4C864E12EE63F4C19FBA8500EE3C2E712EF263C3E354S5l3M</vt:lpwstr>
      </vt:variant>
      <vt:variant>
        <vt:lpwstr/>
      </vt:variant>
      <vt:variant>
        <vt:i4>6291510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consultantplus://offline/ref=BB0F79CC27C0464D7C148C4366846FD3FE2431F4B568A8BC517917C87A4211F96430B5FC7BFA053846F99222gDvEL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ПП</dc:title>
  <dc:creator>Admin</dc:creator>
  <cp:lastModifiedBy>Дягилева М.А.</cp:lastModifiedBy>
  <cp:revision>4</cp:revision>
  <cp:lastPrinted>2020-06-16T11:38:00Z</cp:lastPrinted>
  <dcterms:created xsi:type="dcterms:W3CDTF">2020-06-16T12:33:00Z</dcterms:created>
  <dcterms:modified xsi:type="dcterms:W3CDTF">2020-06-19T06:30:00Z</dcterms:modified>
</cp:coreProperties>
</file>